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C91FE" w14:textId="77777777" w:rsidR="00797681" w:rsidRDefault="00797681" w:rsidP="00797681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bookmarkStart w:id="0" w:name="_GoBack"/>
      <w:bookmarkEnd w:id="0"/>
      <w:r>
        <w:rPr>
          <w:rFonts w:ascii="Calibri" w:hAnsi="Calibri" w:cs="Arial"/>
          <w:b/>
          <w:sz w:val="26"/>
          <w:szCs w:val="26"/>
          <w:lang w:val="pl-PL"/>
        </w:rPr>
        <w:t>Załącznik nr 1</w:t>
      </w:r>
      <w:r w:rsidR="000428F6">
        <w:rPr>
          <w:rFonts w:ascii="Calibri" w:hAnsi="Calibri" w:cs="Arial"/>
          <w:b/>
          <w:sz w:val="26"/>
          <w:szCs w:val="26"/>
          <w:lang w:val="pl-PL"/>
        </w:rPr>
        <w:t>2</w:t>
      </w:r>
      <w:r w:rsidR="00E07E73">
        <w:rPr>
          <w:rFonts w:ascii="Calibri" w:hAnsi="Calibri" w:cs="Arial"/>
          <w:b/>
          <w:sz w:val="26"/>
          <w:szCs w:val="26"/>
          <w:lang w:val="pl-PL"/>
        </w:rPr>
        <w:t>A</w:t>
      </w:r>
      <w:r w:rsidR="005F4A3F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C72A1D">
        <w:rPr>
          <w:rFonts w:ascii="Calibri" w:hAnsi="Calibri" w:cs="Arial"/>
          <w:b/>
          <w:sz w:val="26"/>
          <w:szCs w:val="26"/>
          <w:lang w:val="pl-PL"/>
        </w:rPr>
        <w:t xml:space="preserve">dla </w:t>
      </w:r>
      <w:r w:rsidR="005F4A3F">
        <w:rPr>
          <w:rFonts w:ascii="Calibri" w:hAnsi="Calibri" w:cs="Arial"/>
          <w:b/>
          <w:sz w:val="26"/>
          <w:szCs w:val="26"/>
          <w:lang w:val="pl-PL"/>
        </w:rPr>
        <w:t>cz</w:t>
      </w:r>
      <w:r w:rsidR="00C72A1D">
        <w:rPr>
          <w:rFonts w:ascii="Calibri" w:hAnsi="Calibri" w:cs="Arial"/>
          <w:b/>
          <w:sz w:val="26"/>
          <w:szCs w:val="26"/>
          <w:lang w:val="pl-PL"/>
        </w:rPr>
        <w:t xml:space="preserve">ęść I </w:t>
      </w:r>
    </w:p>
    <w:p w14:paraId="6D29B861" w14:textId="77777777" w:rsidR="00C72A1D" w:rsidRPr="00BB6155" w:rsidRDefault="00C72A1D" w:rsidP="00797681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r>
        <w:rPr>
          <w:rFonts w:ascii="Calibri" w:hAnsi="Calibri" w:cs="Arial"/>
          <w:b/>
          <w:sz w:val="26"/>
          <w:szCs w:val="26"/>
          <w:lang w:val="pl-PL"/>
        </w:rPr>
        <w:t xml:space="preserve">Formularz cenowy zestawienie urządzeń </w:t>
      </w:r>
    </w:p>
    <w:p w14:paraId="74934BDC" w14:textId="77777777" w:rsidR="00797681" w:rsidRPr="000A10BE" w:rsidRDefault="00797681" w:rsidP="00797681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10"/>
          <w:szCs w:val="10"/>
          <w:lang w:val="pl-PL"/>
        </w:rPr>
      </w:pPr>
    </w:p>
    <w:p w14:paraId="51D2230B" w14:textId="77777777" w:rsidR="00797681" w:rsidRPr="00BB6155" w:rsidRDefault="00797681" w:rsidP="00797681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BB6155">
        <w:rPr>
          <w:rFonts w:ascii="Calibri" w:hAnsi="Calibri" w:cs="Arial"/>
          <w:sz w:val="26"/>
          <w:szCs w:val="26"/>
          <w:lang w:val="pl-PL"/>
        </w:rPr>
        <w:t>Zestawienie klimatyzatorów podlegających konserwacji</w:t>
      </w:r>
      <w:r>
        <w:rPr>
          <w:rFonts w:ascii="Calibri" w:hAnsi="Calibri" w:cs="Arial"/>
          <w:sz w:val="26"/>
          <w:szCs w:val="26"/>
          <w:lang w:val="pl-PL"/>
        </w:rPr>
        <w:t xml:space="preserve"> i przeglądom</w:t>
      </w:r>
      <w:r w:rsidRPr="00BB6155">
        <w:rPr>
          <w:rFonts w:ascii="Calibri" w:hAnsi="Calibri" w:cs="Arial"/>
          <w:sz w:val="26"/>
          <w:szCs w:val="26"/>
          <w:lang w:val="pl-PL"/>
        </w:rPr>
        <w:t xml:space="preserve"> w </w:t>
      </w:r>
      <w:r>
        <w:rPr>
          <w:rFonts w:ascii="Calibri" w:hAnsi="Calibri" w:cs="Arial"/>
          <w:sz w:val="26"/>
          <w:szCs w:val="26"/>
          <w:lang w:val="pl-PL"/>
        </w:rPr>
        <w:t>202</w:t>
      </w:r>
      <w:r w:rsidR="00D8440A">
        <w:rPr>
          <w:rFonts w:ascii="Calibri" w:hAnsi="Calibri" w:cs="Arial"/>
          <w:sz w:val="26"/>
          <w:szCs w:val="26"/>
          <w:lang w:val="pl-PL"/>
        </w:rPr>
        <w:t>5</w:t>
      </w:r>
      <w:r w:rsidRPr="00BB6155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05973B09" w14:textId="77777777" w:rsidR="00C10434" w:rsidRPr="000A10BE" w:rsidRDefault="00C10434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54"/>
        <w:gridCol w:w="708"/>
        <w:gridCol w:w="1134"/>
        <w:gridCol w:w="180"/>
        <w:gridCol w:w="1238"/>
        <w:gridCol w:w="992"/>
        <w:gridCol w:w="948"/>
        <w:gridCol w:w="1559"/>
      </w:tblGrid>
      <w:tr w:rsidR="001418BE" w:rsidRPr="00BB6155" w14:paraId="4D0162F4" w14:textId="77777777" w:rsidTr="001418BE">
        <w:tc>
          <w:tcPr>
            <w:tcW w:w="534" w:type="dxa"/>
          </w:tcPr>
          <w:p w14:paraId="15C07A2D" w14:textId="77777777" w:rsidR="001418BE" w:rsidRPr="00BB6155" w:rsidRDefault="001418BE" w:rsidP="00604BAA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454" w:type="dxa"/>
          </w:tcPr>
          <w:p w14:paraId="141BC2C7" w14:textId="77777777" w:rsidR="001418BE" w:rsidRPr="00BB6155" w:rsidRDefault="001418BE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708" w:type="dxa"/>
          </w:tcPr>
          <w:p w14:paraId="080C0923" w14:textId="77777777" w:rsidR="001418BE" w:rsidRPr="00BB6155" w:rsidRDefault="001418BE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134" w:type="dxa"/>
          </w:tcPr>
          <w:p w14:paraId="50C74A12" w14:textId="77777777" w:rsidR="001418BE" w:rsidRPr="00BB6155" w:rsidRDefault="001418BE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418" w:type="dxa"/>
            <w:gridSpan w:val="2"/>
          </w:tcPr>
          <w:p w14:paraId="087183E3" w14:textId="77777777" w:rsidR="001418BE" w:rsidRPr="00BB6155" w:rsidRDefault="001418BE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992" w:type="dxa"/>
          </w:tcPr>
          <w:p w14:paraId="05DD4BCC" w14:textId="77777777" w:rsidR="001418BE" w:rsidRPr="00BB6155" w:rsidRDefault="001418BE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948" w:type="dxa"/>
          </w:tcPr>
          <w:p w14:paraId="15B18AA8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7</w:t>
            </w:r>
          </w:p>
        </w:tc>
        <w:tc>
          <w:tcPr>
            <w:tcW w:w="1559" w:type="dxa"/>
          </w:tcPr>
          <w:p w14:paraId="572115B0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8 </w:t>
            </w:r>
          </w:p>
          <w:p w14:paraId="2B49E5CB" w14:textId="77777777" w:rsidR="001418BE" w:rsidRPr="00BB6155" w:rsidRDefault="001418BE" w:rsidP="002470A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(3 x </w:t>
            </w:r>
            <w:r w:rsidR="002470A4"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x 7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</w:p>
        </w:tc>
      </w:tr>
      <w:tr w:rsidR="001418BE" w:rsidRPr="00BB6155" w14:paraId="481669B1" w14:textId="77777777" w:rsidTr="001418BE">
        <w:tc>
          <w:tcPr>
            <w:tcW w:w="534" w:type="dxa"/>
            <w:vAlign w:val="center"/>
          </w:tcPr>
          <w:p w14:paraId="493E0C0C" w14:textId="77777777" w:rsidR="001418BE" w:rsidRPr="00BB6155" w:rsidRDefault="001418BE" w:rsidP="00B83A43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454" w:type="dxa"/>
            <w:vAlign w:val="center"/>
          </w:tcPr>
          <w:p w14:paraId="6C61074B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Nazwa klimatyzatora</w:t>
            </w:r>
          </w:p>
        </w:tc>
        <w:tc>
          <w:tcPr>
            <w:tcW w:w="708" w:type="dxa"/>
            <w:vAlign w:val="center"/>
          </w:tcPr>
          <w:p w14:paraId="6161A767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134" w:type="dxa"/>
            <w:vAlign w:val="center"/>
          </w:tcPr>
          <w:p w14:paraId="7A600EA1" w14:textId="77777777" w:rsidR="001418BE" w:rsidRPr="00BB6155" w:rsidRDefault="001418BE" w:rsidP="002E4F4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Moc chłodn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icza</w:t>
            </w:r>
          </w:p>
        </w:tc>
        <w:tc>
          <w:tcPr>
            <w:tcW w:w="1418" w:type="dxa"/>
            <w:gridSpan w:val="2"/>
            <w:vAlign w:val="center"/>
          </w:tcPr>
          <w:p w14:paraId="521E2C20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Miejsce</w:t>
            </w:r>
          </w:p>
          <w:p w14:paraId="6A8FA85B" w14:textId="77777777" w:rsidR="001418BE" w:rsidRPr="00BB6155" w:rsidRDefault="001418BE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instalacji</w:t>
            </w:r>
          </w:p>
        </w:tc>
        <w:tc>
          <w:tcPr>
            <w:tcW w:w="992" w:type="dxa"/>
            <w:vAlign w:val="center"/>
          </w:tcPr>
          <w:p w14:paraId="243A9802" w14:textId="77777777" w:rsidR="001418BE" w:rsidRDefault="001418BE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Ilość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76E63C3F" w14:textId="77777777" w:rsidR="001418BE" w:rsidRPr="00BB6155" w:rsidRDefault="001418BE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iesiąc </w:t>
            </w: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.)</w:t>
            </w:r>
          </w:p>
        </w:tc>
        <w:tc>
          <w:tcPr>
            <w:tcW w:w="948" w:type="dxa"/>
            <w:vAlign w:val="center"/>
          </w:tcPr>
          <w:p w14:paraId="79A22D93" w14:textId="77777777" w:rsidR="001418BE" w:rsidRPr="00BB6155" w:rsidRDefault="001418BE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5DBB67CC" w14:textId="77777777" w:rsidR="001418BE" w:rsidRPr="00BB6155" w:rsidRDefault="001418BE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7989DFA3" w14:textId="77777777" w:rsidR="001418BE" w:rsidRDefault="001418BE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39556AF3" w14:textId="77777777" w:rsidR="001418BE" w:rsidRDefault="001418BE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przeg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-</w:t>
            </w:r>
          </w:p>
          <w:p w14:paraId="1CF4B423" w14:textId="77777777" w:rsidR="001418BE" w:rsidRPr="00BB6155" w:rsidRDefault="001418BE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lądów</w:t>
            </w:r>
          </w:p>
        </w:tc>
        <w:tc>
          <w:tcPr>
            <w:tcW w:w="1559" w:type="dxa"/>
          </w:tcPr>
          <w:p w14:paraId="72AF5D9B" w14:textId="77777777" w:rsidR="00A3329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4CA6FAAB" w14:textId="77777777" w:rsidR="00A3329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3CEB5999" w14:textId="77777777" w:rsidR="00A3329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2BD91681" w14:textId="77777777" w:rsidR="00A3329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42411720" w14:textId="77777777" w:rsidR="00A3329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  <w:proofErr w:type="spellEnd"/>
          </w:p>
          <w:p w14:paraId="5620EC4F" w14:textId="77777777" w:rsidR="001418BE" w:rsidRPr="00BB6155" w:rsidRDefault="00A33295" w:rsidP="00A3329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w roku</w:t>
            </w:r>
          </w:p>
        </w:tc>
      </w:tr>
      <w:tr w:rsidR="001418BE" w:rsidRPr="00BB6155" w14:paraId="4C13EF61" w14:textId="77777777" w:rsidTr="00080249">
        <w:tc>
          <w:tcPr>
            <w:tcW w:w="9747" w:type="dxa"/>
            <w:gridSpan w:val="9"/>
            <w:vAlign w:val="center"/>
          </w:tcPr>
          <w:p w14:paraId="1EE180B9" w14:textId="77777777" w:rsidR="001418BE" w:rsidRDefault="001418BE" w:rsidP="001418B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BUDYNKI DYDAKTYCZNE</w:t>
            </w:r>
          </w:p>
        </w:tc>
      </w:tr>
      <w:tr w:rsidR="001418BE" w:rsidRPr="00BB6155" w14:paraId="69F1FFA5" w14:textId="77777777" w:rsidTr="00080249">
        <w:tc>
          <w:tcPr>
            <w:tcW w:w="9747" w:type="dxa"/>
            <w:gridSpan w:val="9"/>
            <w:vAlign w:val="center"/>
          </w:tcPr>
          <w:p w14:paraId="33D34297" w14:textId="77777777" w:rsidR="001418BE" w:rsidRPr="00BB6155" w:rsidRDefault="001418BE" w:rsidP="001418B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4AAE7957" w14:textId="77777777" w:rsidR="001418BE" w:rsidRPr="00BB6155" w:rsidRDefault="001418BE" w:rsidP="001418B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BB6155">
              <w:rPr>
                <w:rFonts w:ascii="Calibri" w:hAnsi="Calibri" w:cs="Arial"/>
                <w:b/>
                <w:lang w:val="pl-PL"/>
              </w:rPr>
              <w:t>Budynek A</w:t>
            </w:r>
          </w:p>
          <w:p w14:paraId="2271DA52" w14:textId="77777777" w:rsidR="001418BE" w:rsidRPr="00BB6155" w:rsidRDefault="001418BE" w:rsidP="001418B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BB6155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04D13BDB" w14:textId="77777777" w:rsidR="001418BE" w:rsidRPr="00BB6155" w:rsidRDefault="001418BE" w:rsidP="001418B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56117C" w:rsidRPr="00BB6155" w14:paraId="022F0B08" w14:textId="77777777" w:rsidTr="001418BE">
        <w:tc>
          <w:tcPr>
            <w:tcW w:w="534" w:type="dxa"/>
          </w:tcPr>
          <w:p w14:paraId="03E95AE6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A50E9FF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AJYA54</w:t>
            </w:r>
          </w:p>
          <w:p w14:paraId="7D2D9734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zewn. </w:t>
            </w:r>
            <w:r w:rsidR="008133A4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RF</w:t>
            </w:r>
          </w:p>
          <w:p w14:paraId="590E8F3D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2)</w:t>
            </w:r>
          </w:p>
        </w:tc>
        <w:tc>
          <w:tcPr>
            <w:tcW w:w="708" w:type="dxa"/>
          </w:tcPr>
          <w:p w14:paraId="1E99FFF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4FE44C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,2 kW</w:t>
            </w:r>
          </w:p>
        </w:tc>
        <w:tc>
          <w:tcPr>
            <w:tcW w:w="1418" w:type="dxa"/>
            <w:gridSpan w:val="2"/>
          </w:tcPr>
          <w:p w14:paraId="79A2800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6A159927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9A1517F" w14:textId="77777777" w:rsidR="0056117C" w:rsidRPr="00BB6155" w:rsidRDefault="007B0855" w:rsidP="00F3188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CC0574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9E1B02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56117C" w:rsidRPr="00BB6155" w14:paraId="14140948" w14:textId="77777777" w:rsidTr="001418BE">
        <w:tc>
          <w:tcPr>
            <w:tcW w:w="534" w:type="dxa"/>
          </w:tcPr>
          <w:p w14:paraId="61C6DCFD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518C0C3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AS9UFADR</w:t>
            </w:r>
          </w:p>
          <w:p w14:paraId="41A7C41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. ścienna </w:t>
            </w:r>
          </w:p>
        </w:tc>
        <w:tc>
          <w:tcPr>
            <w:tcW w:w="708" w:type="dxa"/>
          </w:tcPr>
          <w:p w14:paraId="5C19A81A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134" w:type="dxa"/>
          </w:tcPr>
          <w:p w14:paraId="5F52C4C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 x 2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,8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0555317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pokoje Rektoratu</w:t>
            </w:r>
          </w:p>
        </w:tc>
        <w:tc>
          <w:tcPr>
            <w:tcW w:w="992" w:type="dxa"/>
          </w:tcPr>
          <w:p w14:paraId="305743CD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ED0D156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BFB9D1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EC76FA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0A782319" w14:textId="77777777" w:rsidTr="001418BE">
        <w:tc>
          <w:tcPr>
            <w:tcW w:w="534" w:type="dxa"/>
          </w:tcPr>
          <w:p w14:paraId="5FB4C2EE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4A71202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</w:t>
            </w:r>
          </w:p>
          <w:p w14:paraId="086A9FA3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zewn. </w:t>
            </w:r>
            <w:r w:rsidR="008133A4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RF</w:t>
            </w:r>
          </w:p>
          <w:p w14:paraId="7D7AD992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4,5,6)</w:t>
            </w:r>
          </w:p>
        </w:tc>
        <w:tc>
          <w:tcPr>
            <w:tcW w:w="708" w:type="dxa"/>
          </w:tcPr>
          <w:p w14:paraId="6CF9C06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45828A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26,3 kW</w:t>
            </w:r>
          </w:p>
        </w:tc>
        <w:tc>
          <w:tcPr>
            <w:tcW w:w="1418" w:type="dxa"/>
            <w:gridSpan w:val="2"/>
          </w:tcPr>
          <w:p w14:paraId="051D8AA2" w14:textId="77777777" w:rsidR="0056117C" w:rsidRPr="00BB6155" w:rsidRDefault="0056117C" w:rsidP="0056117C">
            <w:pPr>
              <w:ind w:left="106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595C2026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E4A2D98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EC3E740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C8B639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56117C" w:rsidRPr="00BB6155" w14:paraId="63DD9485" w14:textId="77777777" w:rsidTr="001418BE">
        <w:tc>
          <w:tcPr>
            <w:tcW w:w="534" w:type="dxa"/>
          </w:tcPr>
          <w:p w14:paraId="3DE73326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9A2141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AU36</w:t>
            </w:r>
          </w:p>
          <w:p w14:paraId="09E8B329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3F2DDD5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D9174A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10,5 kW</w:t>
            </w:r>
          </w:p>
        </w:tc>
        <w:tc>
          <w:tcPr>
            <w:tcW w:w="1418" w:type="dxa"/>
            <w:gridSpan w:val="2"/>
          </w:tcPr>
          <w:p w14:paraId="3035E66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II p.           </w:t>
            </w:r>
          </w:p>
          <w:p w14:paraId="1ED55AF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(206 serwer.)</w:t>
            </w:r>
          </w:p>
        </w:tc>
        <w:tc>
          <w:tcPr>
            <w:tcW w:w="992" w:type="dxa"/>
          </w:tcPr>
          <w:p w14:paraId="7A102D4A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9A6757B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1F5C46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C7D742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14FEA85A" w14:textId="77777777" w:rsidTr="001418BE">
        <w:tc>
          <w:tcPr>
            <w:tcW w:w="534" w:type="dxa"/>
          </w:tcPr>
          <w:p w14:paraId="46978D6E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F198A0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AU30</w:t>
            </w:r>
          </w:p>
          <w:p w14:paraId="51D0286C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39AB8BD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52020A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8,8 kW</w:t>
            </w:r>
          </w:p>
        </w:tc>
        <w:tc>
          <w:tcPr>
            <w:tcW w:w="1418" w:type="dxa"/>
            <w:gridSpan w:val="2"/>
          </w:tcPr>
          <w:p w14:paraId="3C90877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(207)</w:t>
            </w:r>
          </w:p>
        </w:tc>
        <w:tc>
          <w:tcPr>
            <w:tcW w:w="992" w:type="dxa"/>
          </w:tcPr>
          <w:p w14:paraId="0FA8FAC8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0A98061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1AEEC2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EA6184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3A918A81" w14:textId="77777777" w:rsidTr="001418BE">
        <w:tc>
          <w:tcPr>
            <w:tcW w:w="534" w:type="dxa"/>
          </w:tcPr>
          <w:p w14:paraId="088D3387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BFE89AD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AU25</w:t>
            </w:r>
          </w:p>
          <w:p w14:paraId="5EF47E33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649A47E3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DC4B5B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7,0 kW</w:t>
            </w:r>
          </w:p>
        </w:tc>
        <w:tc>
          <w:tcPr>
            <w:tcW w:w="1418" w:type="dxa"/>
            <w:gridSpan w:val="2"/>
          </w:tcPr>
          <w:p w14:paraId="4E7D118A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(205)</w:t>
            </w:r>
          </w:p>
        </w:tc>
        <w:tc>
          <w:tcPr>
            <w:tcW w:w="992" w:type="dxa"/>
          </w:tcPr>
          <w:p w14:paraId="2F16BAF8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60F7BC9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B0C90A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C155CA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209F4E98" w14:textId="77777777" w:rsidTr="001418BE">
        <w:tc>
          <w:tcPr>
            <w:tcW w:w="534" w:type="dxa"/>
          </w:tcPr>
          <w:p w14:paraId="7C7B4409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FEE10EC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M4MC125ER </w:t>
            </w:r>
          </w:p>
          <w:p w14:paraId="0B0BE6C2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zewnętrzna</w:t>
            </w:r>
          </w:p>
          <w:p w14:paraId="62A05CB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8)</w:t>
            </w:r>
          </w:p>
        </w:tc>
        <w:tc>
          <w:tcPr>
            <w:tcW w:w="708" w:type="dxa"/>
          </w:tcPr>
          <w:p w14:paraId="3D11DA2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0EC00A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32,0 kW</w:t>
            </w:r>
          </w:p>
        </w:tc>
        <w:tc>
          <w:tcPr>
            <w:tcW w:w="1418" w:type="dxa"/>
            <w:gridSpan w:val="2"/>
          </w:tcPr>
          <w:p w14:paraId="28E2271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07027327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40851D3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E37B70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A75B4A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56117C" w:rsidRPr="00BB6155" w14:paraId="7059FD04" w14:textId="77777777" w:rsidTr="001418BE">
        <w:tc>
          <w:tcPr>
            <w:tcW w:w="534" w:type="dxa"/>
          </w:tcPr>
          <w:p w14:paraId="1A96E959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A82C3CA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M5CM062CR </w:t>
            </w:r>
          </w:p>
          <w:p w14:paraId="759DE8A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wewnętrzne</w:t>
            </w:r>
          </w:p>
        </w:tc>
        <w:tc>
          <w:tcPr>
            <w:tcW w:w="708" w:type="dxa"/>
          </w:tcPr>
          <w:p w14:paraId="45F371C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2761167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16,0 kW</w:t>
            </w:r>
          </w:p>
        </w:tc>
        <w:tc>
          <w:tcPr>
            <w:tcW w:w="1418" w:type="dxa"/>
            <w:gridSpan w:val="2"/>
          </w:tcPr>
          <w:p w14:paraId="52A8BDE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III p. (301)</w:t>
            </w:r>
          </w:p>
        </w:tc>
        <w:tc>
          <w:tcPr>
            <w:tcW w:w="992" w:type="dxa"/>
          </w:tcPr>
          <w:p w14:paraId="2E896656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827C5E9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8E05F3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2B1F6E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3B1D83D4" w14:textId="77777777" w:rsidTr="001418BE">
        <w:tc>
          <w:tcPr>
            <w:tcW w:w="534" w:type="dxa"/>
          </w:tcPr>
          <w:p w14:paraId="474C8162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D0C5B0D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</w:t>
            </w:r>
          </w:p>
          <w:p w14:paraId="3E0DE261" w14:textId="77777777" w:rsidR="0056117C" w:rsidRPr="00D31F4B" w:rsidRDefault="0056117C" w:rsidP="0056117C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zewnętrzna</w:t>
            </w:r>
          </w:p>
          <w:p w14:paraId="35B28937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(zasil. jedn. z pkt. 10-13)</w:t>
            </w:r>
          </w:p>
        </w:tc>
        <w:tc>
          <w:tcPr>
            <w:tcW w:w="708" w:type="dxa"/>
          </w:tcPr>
          <w:p w14:paraId="1D46E4F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3CB87D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40,0kW</w:t>
            </w:r>
          </w:p>
          <w:p w14:paraId="72280DD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05A7C1C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0FC2C771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E69F818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25F737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2DE0975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0FFB630A" w14:textId="77777777" w:rsidTr="001418BE">
        <w:tc>
          <w:tcPr>
            <w:tcW w:w="534" w:type="dxa"/>
          </w:tcPr>
          <w:p w14:paraId="765740F1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C63511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M5CK040A</w:t>
            </w:r>
          </w:p>
          <w:p w14:paraId="592ABCCA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57997EA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69BB9E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11,4 kW</w:t>
            </w:r>
          </w:p>
        </w:tc>
        <w:tc>
          <w:tcPr>
            <w:tcW w:w="1418" w:type="dxa"/>
            <w:gridSpan w:val="2"/>
          </w:tcPr>
          <w:p w14:paraId="0F36F350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(203)</w:t>
            </w:r>
          </w:p>
        </w:tc>
        <w:tc>
          <w:tcPr>
            <w:tcW w:w="992" w:type="dxa"/>
          </w:tcPr>
          <w:p w14:paraId="4A21003B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F12ABCD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A55C58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78838E5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6FC2D2F1" w14:textId="77777777" w:rsidTr="001418BE">
        <w:tc>
          <w:tcPr>
            <w:tcW w:w="534" w:type="dxa"/>
          </w:tcPr>
          <w:p w14:paraId="3A1332CD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D90B6D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M5CK040AR</w:t>
            </w:r>
          </w:p>
          <w:p w14:paraId="03C3442E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751B45AA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24C8A5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11,4 kW</w:t>
            </w:r>
          </w:p>
        </w:tc>
        <w:tc>
          <w:tcPr>
            <w:tcW w:w="1418" w:type="dxa"/>
            <w:gridSpan w:val="2"/>
          </w:tcPr>
          <w:p w14:paraId="3D64D22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(207)</w:t>
            </w:r>
          </w:p>
        </w:tc>
        <w:tc>
          <w:tcPr>
            <w:tcW w:w="992" w:type="dxa"/>
          </w:tcPr>
          <w:p w14:paraId="5FDED6C4" w14:textId="77777777" w:rsidR="007B0855" w:rsidRDefault="007B0855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2E20AAD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7B08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4C050C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0E802D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6C0B92F0" w14:textId="77777777" w:rsidTr="001418BE">
        <w:tc>
          <w:tcPr>
            <w:tcW w:w="534" w:type="dxa"/>
          </w:tcPr>
          <w:p w14:paraId="20234EA8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58D341D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M5CK030A </w:t>
            </w:r>
          </w:p>
          <w:p w14:paraId="1514EF0A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5F23167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020D5A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8,2 kW</w:t>
            </w:r>
          </w:p>
        </w:tc>
        <w:tc>
          <w:tcPr>
            <w:tcW w:w="1418" w:type="dxa"/>
            <w:gridSpan w:val="2"/>
          </w:tcPr>
          <w:p w14:paraId="66B13105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(208)</w:t>
            </w:r>
          </w:p>
        </w:tc>
        <w:tc>
          <w:tcPr>
            <w:tcW w:w="992" w:type="dxa"/>
          </w:tcPr>
          <w:p w14:paraId="36B2865A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9D8F5FF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362268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76D02A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7AD2E562" w14:textId="77777777" w:rsidTr="001418BE">
        <w:tc>
          <w:tcPr>
            <w:tcW w:w="534" w:type="dxa"/>
          </w:tcPr>
          <w:p w14:paraId="1310EBF7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B39101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M5CK030A</w:t>
            </w:r>
          </w:p>
          <w:p w14:paraId="272A0B8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13093275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2E1620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8,2 kW</w:t>
            </w:r>
          </w:p>
        </w:tc>
        <w:tc>
          <w:tcPr>
            <w:tcW w:w="1418" w:type="dxa"/>
            <w:gridSpan w:val="2"/>
          </w:tcPr>
          <w:p w14:paraId="7B79C6B5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(209)</w:t>
            </w:r>
          </w:p>
        </w:tc>
        <w:tc>
          <w:tcPr>
            <w:tcW w:w="992" w:type="dxa"/>
          </w:tcPr>
          <w:p w14:paraId="09C901BF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F54B6C1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FF3F70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D59D87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764B3517" w14:textId="77777777" w:rsidTr="001418BE">
        <w:tc>
          <w:tcPr>
            <w:tcW w:w="534" w:type="dxa"/>
          </w:tcPr>
          <w:p w14:paraId="07B6E6CD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EC1063D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M5CM025E 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stojąca</w:t>
            </w:r>
          </w:p>
        </w:tc>
        <w:tc>
          <w:tcPr>
            <w:tcW w:w="708" w:type="dxa"/>
          </w:tcPr>
          <w:p w14:paraId="1E191BB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44A09B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7,6 kW</w:t>
            </w:r>
          </w:p>
        </w:tc>
        <w:tc>
          <w:tcPr>
            <w:tcW w:w="1418" w:type="dxa"/>
            <w:gridSpan w:val="2"/>
          </w:tcPr>
          <w:p w14:paraId="6764569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(103)</w:t>
            </w:r>
          </w:p>
        </w:tc>
        <w:tc>
          <w:tcPr>
            <w:tcW w:w="992" w:type="dxa"/>
          </w:tcPr>
          <w:p w14:paraId="0F5B1B9A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53EABA0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04AFA4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77172B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2A5E504A" w14:textId="77777777" w:rsidTr="001418BE">
        <w:tc>
          <w:tcPr>
            <w:tcW w:w="534" w:type="dxa"/>
          </w:tcPr>
          <w:p w14:paraId="3E40A64C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1387DA9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MCM0200</w:t>
            </w:r>
          </w:p>
          <w:p w14:paraId="7F39A43E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stojąca</w:t>
            </w:r>
          </w:p>
        </w:tc>
        <w:tc>
          <w:tcPr>
            <w:tcW w:w="708" w:type="dxa"/>
          </w:tcPr>
          <w:p w14:paraId="615ED54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E29279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5,2 kW</w:t>
            </w:r>
          </w:p>
        </w:tc>
        <w:tc>
          <w:tcPr>
            <w:tcW w:w="1418" w:type="dxa"/>
            <w:gridSpan w:val="2"/>
          </w:tcPr>
          <w:p w14:paraId="5BE1808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(104)</w:t>
            </w:r>
          </w:p>
        </w:tc>
        <w:tc>
          <w:tcPr>
            <w:tcW w:w="992" w:type="dxa"/>
          </w:tcPr>
          <w:p w14:paraId="750DD592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EC74A43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E78A88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5E5579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76715849" w14:textId="77777777" w:rsidTr="001418BE">
        <w:tc>
          <w:tcPr>
            <w:tcW w:w="534" w:type="dxa"/>
          </w:tcPr>
          <w:p w14:paraId="7F3AFA33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49D7622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AUYG 24 L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LA</w:t>
            </w:r>
          </w:p>
          <w:p w14:paraId="77C9B6B6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1073657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6078DA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8,0 kW</w:t>
            </w:r>
          </w:p>
        </w:tc>
        <w:tc>
          <w:tcPr>
            <w:tcW w:w="1418" w:type="dxa"/>
            <w:gridSpan w:val="2"/>
          </w:tcPr>
          <w:p w14:paraId="5AD2CF5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III p. (308)</w:t>
            </w:r>
          </w:p>
        </w:tc>
        <w:tc>
          <w:tcPr>
            <w:tcW w:w="992" w:type="dxa"/>
          </w:tcPr>
          <w:p w14:paraId="6469C806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92B7295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2D7A74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6383C6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24007C58" w14:textId="77777777" w:rsidTr="001418BE">
        <w:tc>
          <w:tcPr>
            <w:tcW w:w="534" w:type="dxa"/>
          </w:tcPr>
          <w:p w14:paraId="7554DCCE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3A7C77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DAIKIN - FT 60 + R 60</w:t>
            </w:r>
          </w:p>
        </w:tc>
        <w:tc>
          <w:tcPr>
            <w:tcW w:w="708" w:type="dxa"/>
          </w:tcPr>
          <w:p w14:paraId="669B169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66BE5ED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418" w:type="dxa"/>
            <w:gridSpan w:val="2"/>
          </w:tcPr>
          <w:p w14:paraId="304962F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(417,418)</w:t>
            </w:r>
          </w:p>
        </w:tc>
        <w:tc>
          <w:tcPr>
            <w:tcW w:w="992" w:type="dxa"/>
          </w:tcPr>
          <w:p w14:paraId="0A66065B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70E9120" w14:textId="77777777" w:rsidR="0056117C" w:rsidRPr="00BB6155" w:rsidRDefault="0056117C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4E237B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5803F13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445035BF" w14:textId="77777777" w:rsidTr="001418BE">
        <w:tc>
          <w:tcPr>
            <w:tcW w:w="534" w:type="dxa"/>
          </w:tcPr>
          <w:p w14:paraId="41AEF789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05B2C1E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DAIKIN - FTYN 25</w:t>
            </w:r>
          </w:p>
        </w:tc>
        <w:tc>
          <w:tcPr>
            <w:tcW w:w="708" w:type="dxa"/>
          </w:tcPr>
          <w:p w14:paraId="74B86392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0D0CEC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2,0 kW</w:t>
            </w:r>
          </w:p>
        </w:tc>
        <w:tc>
          <w:tcPr>
            <w:tcW w:w="1418" w:type="dxa"/>
            <w:gridSpan w:val="2"/>
          </w:tcPr>
          <w:p w14:paraId="459A6491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(404)</w:t>
            </w:r>
          </w:p>
        </w:tc>
        <w:tc>
          <w:tcPr>
            <w:tcW w:w="992" w:type="dxa"/>
          </w:tcPr>
          <w:p w14:paraId="4F10DD33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502D527" w14:textId="77777777" w:rsidR="0056117C" w:rsidRPr="00BB6155" w:rsidRDefault="00F31887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8B81B0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9F1978F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5026848D" w14:textId="77777777" w:rsidTr="001418BE">
        <w:tc>
          <w:tcPr>
            <w:tcW w:w="534" w:type="dxa"/>
          </w:tcPr>
          <w:p w14:paraId="542AB056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4BBA5D1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G09</w:t>
            </w:r>
          </w:p>
          <w:p w14:paraId="2DD4FCD9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lastRenderedPageBreak/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ścienna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708" w:type="dxa"/>
          </w:tcPr>
          <w:p w14:paraId="5EF4D3F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134" w:type="dxa"/>
          </w:tcPr>
          <w:p w14:paraId="7174A15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pl-PL"/>
              </w:rPr>
              <w:t>b.d</w:t>
            </w:r>
            <w:proofErr w:type="spellEnd"/>
          </w:p>
        </w:tc>
        <w:tc>
          <w:tcPr>
            <w:tcW w:w="1418" w:type="dxa"/>
            <w:gridSpan w:val="2"/>
          </w:tcPr>
          <w:p w14:paraId="225E750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(213)</w:t>
            </w:r>
          </w:p>
        </w:tc>
        <w:tc>
          <w:tcPr>
            <w:tcW w:w="992" w:type="dxa"/>
          </w:tcPr>
          <w:p w14:paraId="1CBD43AC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3D9F00F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ADB295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4CEE4A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46060AE3" w14:textId="77777777" w:rsidTr="001418BE">
        <w:tc>
          <w:tcPr>
            <w:tcW w:w="534" w:type="dxa"/>
          </w:tcPr>
          <w:p w14:paraId="70B803AA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E7186EB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LG CT24</w:t>
            </w:r>
          </w:p>
          <w:p w14:paraId="4451D072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11B66E8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EBBAF21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b.d.</w:t>
            </w:r>
          </w:p>
        </w:tc>
        <w:tc>
          <w:tcPr>
            <w:tcW w:w="1418" w:type="dxa"/>
            <w:gridSpan w:val="2"/>
          </w:tcPr>
          <w:p w14:paraId="213A364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III p. (304)</w:t>
            </w:r>
          </w:p>
        </w:tc>
        <w:tc>
          <w:tcPr>
            <w:tcW w:w="992" w:type="dxa"/>
          </w:tcPr>
          <w:p w14:paraId="5141A2A7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E09BE7A" w14:textId="77777777" w:rsidR="0056117C" w:rsidRPr="00BB6155" w:rsidRDefault="0056117C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6DD380C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FBBE326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71BAAADA" w14:textId="77777777" w:rsidTr="001418BE">
        <w:tc>
          <w:tcPr>
            <w:tcW w:w="534" w:type="dxa"/>
          </w:tcPr>
          <w:p w14:paraId="70DC7762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4DCF166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18</w:t>
            </w:r>
          </w:p>
        </w:tc>
        <w:tc>
          <w:tcPr>
            <w:tcW w:w="708" w:type="dxa"/>
          </w:tcPr>
          <w:p w14:paraId="3B25A73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E8C44DE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418" w:type="dxa"/>
            <w:gridSpan w:val="2"/>
          </w:tcPr>
          <w:p w14:paraId="563ABD5B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parter 08</w:t>
            </w:r>
          </w:p>
        </w:tc>
        <w:tc>
          <w:tcPr>
            <w:tcW w:w="992" w:type="dxa"/>
          </w:tcPr>
          <w:p w14:paraId="267F3B8E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A1C74D9" w14:textId="77777777" w:rsidR="0056117C" w:rsidRPr="00BB6155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0BBA6DD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9FD33D8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6117C" w:rsidRPr="00BB6155" w14:paraId="1080D234" w14:textId="77777777" w:rsidTr="001418BE">
        <w:tc>
          <w:tcPr>
            <w:tcW w:w="534" w:type="dxa"/>
          </w:tcPr>
          <w:p w14:paraId="21394EAE" w14:textId="77777777" w:rsidR="0056117C" w:rsidRPr="00BB6155" w:rsidRDefault="0056117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E8C28D4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TORELL</w:t>
            </w:r>
          </w:p>
          <w:p w14:paraId="520708A8" w14:textId="77777777" w:rsidR="0056117C" w:rsidRPr="00D31F4B" w:rsidRDefault="0056117C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FGA-1372/ELEGANT-FGA38</w:t>
            </w:r>
          </w:p>
        </w:tc>
        <w:tc>
          <w:tcPr>
            <w:tcW w:w="708" w:type="dxa"/>
          </w:tcPr>
          <w:p w14:paraId="72E4055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0AE0BE3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3,8 kW</w:t>
            </w:r>
          </w:p>
        </w:tc>
        <w:tc>
          <w:tcPr>
            <w:tcW w:w="1418" w:type="dxa"/>
            <w:gridSpan w:val="2"/>
          </w:tcPr>
          <w:p w14:paraId="200AD451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parter </w:t>
            </w:r>
          </w:p>
          <w:p w14:paraId="5A7FDA87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pom. SSP</w:t>
            </w:r>
          </w:p>
        </w:tc>
        <w:tc>
          <w:tcPr>
            <w:tcW w:w="992" w:type="dxa"/>
          </w:tcPr>
          <w:p w14:paraId="75EF423C" w14:textId="77777777" w:rsidR="0056117C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6CCE5CA" w14:textId="77777777" w:rsidR="0056117C" w:rsidRDefault="00F31887" w:rsidP="007B0855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 w:rsidR="008133A4"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="0056117C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D986919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B04C184" w14:textId="77777777" w:rsidR="0056117C" w:rsidRPr="00BB6155" w:rsidRDefault="0056117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117CBC" w:rsidRPr="00BB6155" w14:paraId="63A5ACCF" w14:textId="77777777" w:rsidTr="001418BE">
        <w:tc>
          <w:tcPr>
            <w:tcW w:w="534" w:type="dxa"/>
          </w:tcPr>
          <w:p w14:paraId="390CC1EC" w14:textId="77777777" w:rsidR="00117CBC" w:rsidRPr="00BB6155" w:rsidRDefault="00117CB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9785AF1" w14:textId="77777777" w:rsidR="00D633F0" w:rsidRDefault="00D633F0" w:rsidP="00D633F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5945B215" w14:textId="77777777" w:rsidR="00117CBC" w:rsidRPr="00D31F4B" w:rsidRDefault="00D633F0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Wew. Kasetonowa </w:t>
            </w:r>
          </w:p>
        </w:tc>
        <w:tc>
          <w:tcPr>
            <w:tcW w:w="708" w:type="dxa"/>
          </w:tcPr>
          <w:p w14:paraId="61CDA3FF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9195BB5" w14:textId="77777777" w:rsidR="00117CBC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CE00213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48BC6C24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F8D87B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739CE4ED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50749C3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117CBC" w:rsidRPr="00BB6155" w14:paraId="5AE93716" w14:textId="77777777" w:rsidTr="001418BE">
        <w:tc>
          <w:tcPr>
            <w:tcW w:w="534" w:type="dxa"/>
          </w:tcPr>
          <w:p w14:paraId="65E35B69" w14:textId="77777777" w:rsidR="00117CBC" w:rsidRPr="00BB6155" w:rsidRDefault="00117CB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E36BFA8" w14:textId="77777777" w:rsidR="00D633F0" w:rsidRDefault="00D633F0" w:rsidP="00D633F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75637B2D" w14:textId="77777777" w:rsidR="00117CBC" w:rsidRPr="00D31F4B" w:rsidRDefault="00D633F0" w:rsidP="00D633F0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Wew. Kasetonowa </w:t>
            </w:r>
          </w:p>
        </w:tc>
        <w:tc>
          <w:tcPr>
            <w:tcW w:w="708" w:type="dxa"/>
          </w:tcPr>
          <w:p w14:paraId="047963D0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FF6DCC8" w14:textId="77777777" w:rsidR="00117CBC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7C80C3A9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72DF36E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8496C1E" w14:textId="77777777" w:rsidR="00117CBC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33C5AA05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11843AE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117CBC" w:rsidRPr="00BB6155" w14:paraId="7EC9A672" w14:textId="77777777" w:rsidTr="001418BE">
        <w:tc>
          <w:tcPr>
            <w:tcW w:w="534" w:type="dxa"/>
          </w:tcPr>
          <w:p w14:paraId="3FF32EC5" w14:textId="77777777" w:rsidR="00117CBC" w:rsidRPr="00BB6155" w:rsidRDefault="00117CB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F5604FE" w14:textId="77777777" w:rsidR="00D633F0" w:rsidRDefault="00D633F0" w:rsidP="00D633F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520A84C6" w14:textId="77777777" w:rsidR="00117CBC" w:rsidRPr="00D31F4B" w:rsidRDefault="00D633F0" w:rsidP="00D633F0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Wew. Kasetonowa</w:t>
            </w:r>
          </w:p>
        </w:tc>
        <w:tc>
          <w:tcPr>
            <w:tcW w:w="708" w:type="dxa"/>
          </w:tcPr>
          <w:p w14:paraId="78948D8C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6072A18" w14:textId="77777777" w:rsidR="00117CBC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0BE6CCD7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304CF9CC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417C89A" w14:textId="77777777" w:rsidR="00117CBC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F7765FA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2902433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117CBC" w:rsidRPr="00BB6155" w14:paraId="0AD6D6EA" w14:textId="77777777" w:rsidTr="001418BE">
        <w:tc>
          <w:tcPr>
            <w:tcW w:w="534" w:type="dxa"/>
          </w:tcPr>
          <w:p w14:paraId="19034F2A" w14:textId="77777777" w:rsidR="00117CBC" w:rsidRPr="00BB6155" w:rsidRDefault="00117CB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F00B987" w14:textId="77777777" w:rsidR="00117CBC" w:rsidRPr="00D31F4B" w:rsidRDefault="00D633F0" w:rsidP="00D633F0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MDVO-V8M140V2R8E,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zewnętrzna</w:t>
            </w:r>
            <w:proofErr w:type="spellEnd"/>
          </w:p>
        </w:tc>
        <w:tc>
          <w:tcPr>
            <w:tcW w:w="708" w:type="dxa"/>
          </w:tcPr>
          <w:p w14:paraId="49DA3D85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476EA1C" w14:textId="77777777" w:rsidR="00117CBC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7100295B" w14:textId="77777777" w:rsidR="00117CBC" w:rsidRDefault="00D633F0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Dach budynek A Skrzydło</w:t>
            </w:r>
          </w:p>
        </w:tc>
        <w:tc>
          <w:tcPr>
            <w:tcW w:w="992" w:type="dxa"/>
          </w:tcPr>
          <w:p w14:paraId="2E3F8B8F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6D9BE65" w14:textId="77777777" w:rsidR="00117CBC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7A6A1389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27C6FB8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117CBC" w:rsidRPr="00BB6155" w14:paraId="7C5F8670" w14:textId="77777777" w:rsidTr="001418BE">
        <w:tc>
          <w:tcPr>
            <w:tcW w:w="534" w:type="dxa"/>
          </w:tcPr>
          <w:p w14:paraId="6EFF8627" w14:textId="77777777" w:rsidR="00117CBC" w:rsidRPr="00BB6155" w:rsidRDefault="00117CBC" w:rsidP="0056117C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BCA7A61" w14:textId="77777777" w:rsidR="00607E34" w:rsidRDefault="00607E34" w:rsidP="00607E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MDVI3A-22WMVR12E</w:t>
            </w:r>
          </w:p>
          <w:p w14:paraId="01C5D0F4" w14:textId="77777777" w:rsidR="00117CBC" w:rsidRPr="00D31F4B" w:rsidRDefault="00607E34" w:rsidP="0056117C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1CEDE1D5" w14:textId="77777777" w:rsidR="00117CBC" w:rsidRDefault="00607E34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CFD5CE7" w14:textId="77777777" w:rsidR="00117CBC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EE2076C" w14:textId="77777777" w:rsidR="00117CBC" w:rsidRDefault="00607E34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(211)</w:t>
            </w:r>
          </w:p>
        </w:tc>
        <w:tc>
          <w:tcPr>
            <w:tcW w:w="992" w:type="dxa"/>
          </w:tcPr>
          <w:p w14:paraId="50439DA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D045E05" w14:textId="77777777" w:rsidR="00117CBC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3B97C8CC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8FF11ED" w14:textId="77777777" w:rsidR="00117CBC" w:rsidRPr="00BB6155" w:rsidRDefault="00117CBC" w:rsidP="0056117C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B7DFB88" w14:textId="77777777" w:rsidTr="001418BE">
        <w:tc>
          <w:tcPr>
            <w:tcW w:w="534" w:type="dxa"/>
          </w:tcPr>
          <w:p w14:paraId="77B5729E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6FB0206" w14:textId="77777777" w:rsidR="00607E34" w:rsidRDefault="00607E34" w:rsidP="00607E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MDVI3A-22WMVR12E</w:t>
            </w:r>
          </w:p>
          <w:p w14:paraId="668965F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40188626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7DF311B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186B8F5C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(212)</w:t>
            </w:r>
          </w:p>
        </w:tc>
        <w:tc>
          <w:tcPr>
            <w:tcW w:w="992" w:type="dxa"/>
          </w:tcPr>
          <w:p w14:paraId="716778E3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9958CB6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943D97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AFB732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E623340" w14:textId="77777777" w:rsidTr="001418BE">
        <w:tc>
          <w:tcPr>
            <w:tcW w:w="534" w:type="dxa"/>
          </w:tcPr>
          <w:p w14:paraId="3B277230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35476D9" w14:textId="77777777" w:rsidR="00607E34" w:rsidRDefault="00607E34" w:rsidP="00607E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MDVI3A-28WMVR12E</w:t>
            </w:r>
          </w:p>
          <w:p w14:paraId="0A6053C1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2C79BC66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53D721D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314FB34E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(212)</w:t>
            </w:r>
          </w:p>
        </w:tc>
        <w:tc>
          <w:tcPr>
            <w:tcW w:w="992" w:type="dxa"/>
          </w:tcPr>
          <w:p w14:paraId="599E78F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F93C6CB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533E278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27F07F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B2D48B4" w14:textId="77777777" w:rsidTr="001418BE">
        <w:tc>
          <w:tcPr>
            <w:tcW w:w="534" w:type="dxa"/>
          </w:tcPr>
          <w:p w14:paraId="0854FCE3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F7653C0" w14:textId="77777777" w:rsidR="00607E34" w:rsidRDefault="00607E34" w:rsidP="00607E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MDVI3A-71WMVR12E</w:t>
            </w:r>
          </w:p>
          <w:p w14:paraId="3977CAF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43B11907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C19F216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0A69405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(213)</w:t>
            </w:r>
          </w:p>
        </w:tc>
        <w:tc>
          <w:tcPr>
            <w:tcW w:w="992" w:type="dxa"/>
          </w:tcPr>
          <w:p w14:paraId="02D4FC88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FE89B1D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599379B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9B1F5B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5BAD4E3" w14:textId="77777777" w:rsidTr="001418BE">
        <w:tc>
          <w:tcPr>
            <w:tcW w:w="534" w:type="dxa"/>
          </w:tcPr>
          <w:p w14:paraId="634ACA3A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73CECAF" w14:textId="77777777" w:rsidR="00607E34" w:rsidRDefault="00607E34" w:rsidP="00607E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MDVI3A-71WMVR12E</w:t>
            </w:r>
          </w:p>
          <w:p w14:paraId="0750D8B5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43965725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999F38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2220F1D1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(213)</w:t>
            </w:r>
          </w:p>
        </w:tc>
        <w:tc>
          <w:tcPr>
            <w:tcW w:w="992" w:type="dxa"/>
          </w:tcPr>
          <w:p w14:paraId="64E99BFE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1123A8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35C7CB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E2AA9A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D124BF0" w14:textId="77777777" w:rsidTr="001418BE">
        <w:tc>
          <w:tcPr>
            <w:tcW w:w="534" w:type="dxa"/>
          </w:tcPr>
          <w:p w14:paraId="1B860047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EC56859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607E34">
              <w:rPr>
                <w:rFonts w:ascii="Calibri" w:hAnsi="Calibri" w:cs="Arial"/>
                <w:sz w:val="20"/>
                <w:szCs w:val="20"/>
                <w:lang w:val="pl-PL"/>
              </w:rPr>
              <w:t>MVi-224WV2RN1A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jedn. Zewnętrzna 1</w:t>
            </w:r>
          </w:p>
        </w:tc>
        <w:tc>
          <w:tcPr>
            <w:tcW w:w="708" w:type="dxa"/>
          </w:tcPr>
          <w:p w14:paraId="7641264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C655245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161205FF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Dach budynek A Skrzydło</w:t>
            </w:r>
          </w:p>
        </w:tc>
        <w:tc>
          <w:tcPr>
            <w:tcW w:w="992" w:type="dxa"/>
          </w:tcPr>
          <w:p w14:paraId="4C7CD4D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BFD0CD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5E2C02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6F200B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AE9CE51" w14:textId="77777777" w:rsidTr="001418BE">
        <w:tc>
          <w:tcPr>
            <w:tcW w:w="534" w:type="dxa"/>
          </w:tcPr>
          <w:p w14:paraId="51F81FC3" w14:textId="77777777" w:rsidR="00607E34" w:rsidRPr="00D31F4B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36E7530F" w14:textId="77777777" w:rsidR="00607E34" w:rsidRPr="00D31F4B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</w:t>
            </w:r>
            <w:r w:rsidR="000C1591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636A2A6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3E0CAAB" w14:textId="77777777" w:rsidTr="001418BE">
        <w:tc>
          <w:tcPr>
            <w:tcW w:w="534" w:type="dxa"/>
          </w:tcPr>
          <w:p w14:paraId="769CE0E6" w14:textId="77777777" w:rsidR="00607E34" w:rsidRPr="00D31F4B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7B6CD1E9" w14:textId="77777777" w:rsidR="00607E34" w:rsidRPr="00D31F4B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A</w:t>
            </w:r>
            <w:r w:rsidR="000C1591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18BDC95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232F079" w14:textId="77777777" w:rsidTr="00080249">
        <w:tc>
          <w:tcPr>
            <w:tcW w:w="9747" w:type="dxa"/>
            <w:gridSpan w:val="9"/>
          </w:tcPr>
          <w:p w14:paraId="21CBDC56" w14:textId="77777777" w:rsidR="00607E34" w:rsidRPr="00D31F4B" w:rsidRDefault="00607E34" w:rsidP="00607E3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24D09D65" w14:textId="77777777" w:rsidR="00607E34" w:rsidRPr="001418BE" w:rsidRDefault="00607E34" w:rsidP="00607E34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lang w:val="pl-PL"/>
              </w:rPr>
              <w:t>Poznań, al. Niepodległości 12</w:t>
            </w:r>
          </w:p>
        </w:tc>
      </w:tr>
      <w:tr w:rsidR="00607E34" w:rsidRPr="00BB6155" w14:paraId="3390DAD7" w14:textId="77777777" w:rsidTr="001418BE">
        <w:tc>
          <w:tcPr>
            <w:tcW w:w="534" w:type="dxa"/>
          </w:tcPr>
          <w:p w14:paraId="2740486C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8271174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AIRWELL – HHF018</w:t>
            </w:r>
          </w:p>
        </w:tc>
        <w:tc>
          <w:tcPr>
            <w:tcW w:w="708" w:type="dxa"/>
          </w:tcPr>
          <w:p w14:paraId="3DD56E2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FEF8DE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5,3 kW</w:t>
            </w:r>
          </w:p>
        </w:tc>
        <w:tc>
          <w:tcPr>
            <w:tcW w:w="1418" w:type="dxa"/>
            <w:gridSpan w:val="2"/>
          </w:tcPr>
          <w:p w14:paraId="6424D36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Centrala Tel.</w:t>
            </w:r>
          </w:p>
        </w:tc>
        <w:tc>
          <w:tcPr>
            <w:tcW w:w="992" w:type="dxa"/>
          </w:tcPr>
          <w:p w14:paraId="73CEFE7E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7060D1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E3081E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5F5036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6ADA8A28" w14:textId="77777777" w:rsidTr="001418BE">
        <w:tc>
          <w:tcPr>
            <w:tcW w:w="534" w:type="dxa"/>
            <w:shd w:val="clear" w:color="auto" w:fill="FFC000"/>
            <w:vAlign w:val="center"/>
          </w:tcPr>
          <w:p w14:paraId="57284212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3E7B8FD2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2549389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050DCA4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D151D0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(103)</w:t>
            </w:r>
          </w:p>
        </w:tc>
        <w:tc>
          <w:tcPr>
            <w:tcW w:w="992" w:type="dxa"/>
          </w:tcPr>
          <w:p w14:paraId="2E080B6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5A9871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53B06B0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207A891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30D1A3D" w14:textId="77777777" w:rsidTr="001418BE">
        <w:tc>
          <w:tcPr>
            <w:tcW w:w="534" w:type="dxa"/>
            <w:shd w:val="clear" w:color="auto" w:fill="FFC000"/>
            <w:vAlign w:val="center"/>
          </w:tcPr>
          <w:p w14:paraId="5CF3054F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721F8D6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3F7F885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1A9F7EF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3D6135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76B082A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C91850D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25AA471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075676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5038C0DC" w14:textId="77777777" w:rsidTr="001418BE">
        <w:tc>
          <w:tcPr>
            <w:tcW w:w="534" w:type="dxa"/>
            <w:shd w:val="clear" w:color="auto" w:fill="FFC000"/>
            <w:vAlign w:val="center"/>
          </w:tcPr>
          <w:p w14:paraId="28B449A3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2779C3E4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055CCBD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54057C1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175FE3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(102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56A60328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9D3EF85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1298A0E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462754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A8E40E9" w14:textId="77777777" w:rsidTr="001418BE">
        <w:tc>
          <w:tcPr>
            <w:tcW w:w="534" w:type="dxa"/>
            <w:vAlign w:val="center"/>
          </w:tcPr>
          <w:p w14:paraId="2C4BA2FF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CB8D9C4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12</w:t>
            </w:r>
          </w:p>
        </w:tc>
        <w:tc>
          <w:tcPr>
            <w:tcW w:w="708" w:type="dxa"/>
          </w:tcPr>
          <w:p w14:paraId="0A8718D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BD07B1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 kW</w:t>
            </w:r>
          </w:p>
        </w:tc>
        <w:tc>
          <w:tcPr>
            <w:tcW w:w="1418" w:type="dxa"/>
            <w:gridSpan w:val="2"/>
          </w:tcPr>
          <w:p w14:paraId="081022A4" w14:textId="77777777" w:rsidR="00607E34" w:rsidRPr="00BB6155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(21)</w:t>
            </w:r>
          </w:p>
        </w:tc>
        <w:tc>
          <w:tcPr>
            <w:tcW w:w="992" w:type="dxa"/>
          </w:tcPr>
          <w:p w14:paraId="6E0DA10D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BE867C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DE1570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8D4109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BACA0EF" w14:textId="77777777" w:rsidTr="001418BE">
        <w:tc>
          <w:tcPr>
            <w:tcW w:w="534" w:type="dxa"/>
            <w:vAlign w:val="center"/>
          </w:tcPr>
          <w:p w14:paraId="4E5CF75F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F8AD159" w14:textId="77777777" w:rsidR="00607E34" w:rsidRPr="00D31F4B" w:rsidRDefault="00607E34" w:rsidP="00607E34">
            <w:pPr>
              <w:tabs>
                <w:tab w:val="center" w:pos="1119"/>
              </w:tabs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LG LS-R 126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ab/>
              <w:t xml:space="preserve"> </w:t>
            </w:r>
          </w:p>
        </w:tc>
        <w:tc>
          <w:tcPr>
            <w:tcW w:w="708" w:type="dxa"/>
          </w:tcPr>
          <w:p w14:paraId="6B8E3B5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A885E8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6C9FA26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(18)</w:t>
            </w:r>
          </w:p>
        </w:tc>
        <w:tc>
          <w:tcPr>
            <w:tcW w:w="992" w:type="dxa"/>
          </w:tcPr>
          <w:p w14:paraId="43274F0C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610473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988EA3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48EF72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704D7EA" w14:textId="77777777" w:rsidTr="001418BE">
        <w:tc>
          <w:tcPr>
            <w:tcW w:w="534" w:type="dxa"/>
            <w:vAlign w:val="center"/>
          </w:tcPr>
          <w:p w14:paraId="48A6BDC6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FCB43AD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12</w:t>
            </w:r>
          </w:p>
        </w:tc>
        <w:tc>
          <w:tcPr>
            <w:tcW w:w="708" w:type="dxa"/>
          </w:tcPr>
          <w:p w14:paraId="73F0092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A9C1E0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9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 kW</w:t>
            </w:r>
          </w:p>
        </w:tc>
        <w:tc>
          <w:tcPr>
            <w:tcW w:w="1418" w:type="dxa"/>
            <w:gridSpan w:val="2"/>
          </w:tcPr>
          <w:p w14:paraId="3239760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(17)</w:t>
            </w:r>
          </w:p>
        </w:tc>
        <w:tc>
          <w:tcPr>
            <w:tcW w:w="992" w:type="dxa"/>
          </w:tcPr>
          <w:p w14:paraId="6171787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927D84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8A1149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69F441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6989F599" w14:textId="77777777" w:rsidTr="001418BE">
        <w:tc>
          <w:tcPr>
            <w:tcW w:w="534" w:type="dxa"/>
            <w:vAlign w:val="center"/>
          </w:tcPr>
          <w:p w14:paraId="7FDBFB81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54C795A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ASYG 18</w:t>
            </w:r>
          </w:p>
        </w:tc>
        <w:tc>
          <w:tcPr>
            <w:tcW w:w="708" w:type="dxa"/>
          </w:tcPr>
          <w:p w14:paraId="51D8445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0C2A4D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63B4AE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(13)</w:t>
            </w:r>
          </w:p>
        </w:tc>
        <w:tc>
          <w:tcPr>
            <w:tcW w:w="992" w:type="dxa"/>
          </w:tcPr>
          <w:p w14:paraId="5BB6A9E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9A0351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220B19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B4963E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6367AB79" w14:textId="77777777" w:rsidTr="001418BE">
        <w:tc>
          <w:tcPr>
            <w:tcW w:w="534" w:type="dxa"/>
            <w:vAlign w:val="center"/>
          </w:tcPr>
          <w:p w14:paraId="6C9FCB44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945E3FE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– ASG 17               </w:t>
            </w:r>
          </w:p>
        </w:tc>
        <w:tc>
          <w:tcPr>
            <w:tcW w:w="708" w:type="dxa"/>
          </w:tcPr>
          <w:p w14:paraId="19485D8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8386D6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4,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9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7CA5AE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(11)</w:t>
            </w:r>
          </w:p>
        </w:tc>
        <w:tc>
          <w:tcPr>
            <w:tcW w:w="992" w:type="dxa"/>
          </w:tcPr>
          <w:p w14:paraId="290DBF6F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F75E0A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8389D5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EF90CA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3A86C41" w14:textId="77777777" w:rsidTr="001418BE">
        <w:tc>
          <w:tcPr>
            <w:tcW w:w="534" w:type="dxa"/>
            <w:vAlign w:val="center"/>
          </w:tcPr>
          <w:p w14:paraId="1B2A395F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DE7A104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ASY 24</w:t>
            </w:r>
          </w:p>
        </w:tc>
        <w:tc>
          <w:tcPr>
            <w:tcW w:w="708" w:type="dxa"/>
          </w:tcPr>
          <w:p w14:paraId="7A18F66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AB2F451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6,7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2E5381C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(10)</w:t>
            </w:r>
          </w:p>
        </w:tc>
        <w:tc>
          <w:tcPr>
            <w:tcW w:w="992" w:type="dxa"/>
          </w:tcPr>
          <w:p w14:paraId="54A735B1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DC3A53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5A4ECC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31BFC3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DED6336" w14:textId="77777777" w:rsidTr="001418BE">
        <w:tc>
          <w:tcPr>
            <w:tcW w:w="534" w:type="dxa"/>
            <w:vAlign w:val="center"/>
          </w:tcPr>
          <w:p w14:paraId="2F4DC704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5D8B048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- ASY 30  </w:t>
            </w:r>
          </w:p>
        </w:tc>
        <w:tc>
          <w:tcPr>
            <w:tcW w:w="708" w:type="dxa"/>
          </w:tcPr>
          <w:p w14:paraId="74EF8D1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504FB3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8,2 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4B25F54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hol (15, 22</w:t>
            </w:r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, 22a)</w:t>
            </w:r>
          </w:p>
        </w:tc>
        <w:tc>
          <w:tcPr>
            <w:tcW w:w="992" w:type="dxa"/>
          </w:tcPr>
          <w:p w14:paraId="0A4044AC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E9728B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801D11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8BF4CA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3361C9E2" w14:textId="77777777" w:rsidTr="001418BE">
        <w:tc>
          <w:tcPr>
            <w:tcW w:w="534" w:type="dxa"/>
            <w:vAlign w:val="center"/>
          </w:tcPr>
          <w:p w14:paraId="2703EAB5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C4FDE4B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DAIKIN FTY 353</w:t>
            </w:r>
          </w:p>
        </w:tc>
        <w:tc>
          <w:tcPr>
            <w:tcW w:w="708" w:type="dxa"/>
          </w:tcPr>
          <w:p w14:paraId="7F0FDA7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E3C93F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2,5 kW</w:t>
            </w:r>
          </w:p>
        </w:tc>
        <w:tc>
          <w:tcPr>
            <w:tcW w:w="1418" w:type="dxa"/>
            <w:gridSpan w:val="2"/>
          </w:tcPr>
          <w:p w14:paraId="15056671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przyziemie (032)</w:t>
            </w:r>
          </w:p>
        </w:tc>
        <w:tc>
          <w:tcPr>
            <w:tcW w:w="992" w:type="dxa"/>
          </w:tcPr>
          <w:p w14:paraId="0B37AC4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1D8241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BED3E1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7744AA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12B90BE" w14:textId="77777777" w:rsidTr="001418BE">
        <w:tc>
          <w:tcPr>
            <w:tcW w:w="534" w:type="dxa"/>
            <w:vAlign w:val="center"/>
          </w:tcPr>
          <w:p w14:paraId="498AA051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6352CA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TORELL TC-1272</w:t>
            </w:r>
          </w:p>
        </w:tc>
        <w:tc>
          <w:tcPr>
            <w:tcW w:w="708" w:type="dxa"/>
          </w:tcPr>
          <w:p w14:paraId="20FDD0D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4286D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473C277F" w14:textId="77777777" w:rsidR="00607E34" w:rsidRPr="0023197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31975">
              <w:rPr>
                <w:rFonts w:ascii="Calibri" w:hAnsi="Calibri" w:cs="Arial"/>
                <w:sz w:val="20"/>
                <w:szCs w:val="20"/>
                <w:lang w:val="pl-PL"/>
              </w:rPr>
              <w:t>III p. (318)</w:t>
            </w:r>
          </w:p>
        </w:tc>
        <w:tc>
          <w:tcPr>
            <w:tcW w:w="992" w:type="dxa"/>
          </w:tcPr>
          <w:p w14:paraId="69C405DB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02190C8" w14:textId="77777777" w:rsidR="00607E34" w:rsidRPr="0023197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2BC038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1E1093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61948A06" w14:textId="77777777" w:rsidTr="001418BE">
        <w:tc>
          <w:tcPr>
            <w:tcW w:w="534" w:type="dxa"/>
            <w:shd w:val="clear" w:color="auto" w:fill="FFC000"/>
            <w:vAlign w:val="center"/>
          </w:tcPr>
          <w:p w14:paraId="2F5CBC57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13B21E1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MIDEA - MSMAAU-09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3338181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A0100C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3,2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38689C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rzyziemie (020)</w:t>
            </w:r>
          </w:p>
        </w:tc>
        <w:tc>
          <w:tcPr>
            <w:tcW w:w="992" w:type="dxa"/>
            <w:shd w:val="clear" w:color="auto" w:fill="auto"/>
          </w:tcPr>
          <w:p w14:paraId="3B60BB2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8F8F741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232268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8FD899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607E34" w:rsidRPr="00BB6155" w14:paraId="6703F89F" w14:textId="77777777" w:rsidTr="001418BE">
        <w:tc>
          <w:tcPr>
            <w:tcW w:w="534" w:type="dxa"/>
            <w:shd w:val="clear" w:color="auto" w:fill="auto"/>
            <w:vAlign w:val="center"/>
          </w:tcPr>
          <w:p w14:paraId="1A7FE10C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6E94D2C" w14:textId="77777777" w:rsidR="00607E34" w:rsidRPr="006A426D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SAUNIER DU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AL</w:t>
            </w:r>
          </w:p>
          <w:p w14:paraId="2F425339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17-065 NWO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7F7B1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0E7F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6,45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6F079DB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Serwerownia (029)</w:t>
            </w:r>
          </w:p>
        </w:tc>
        <w:tc>
          <w:tcPr>
            <w:tcW w:w="992" w:type="dxa"/>
            <w:shd w:val="clear" w:color="auto" w:fill="auto"/>
          </w:tcPr>
          <w:p w14:paraId="527F68B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CE17AD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131763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190471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607E34" w:rsidRPr="00BB6155" w14:paraId="0BC8AFF3" w14:textId="77777777" w:rsidTr="00236999">
        <w:tc>
          <w:tcPr>
            <w:tcW w:w="534" w:type="dxa"/>
            <w:shd w:val="clear" w:color="auto" w:fill="FFC000"/>
            <w:vAlign w:val="center"/>
          </w:tcPr>
          <w:p w14:paraId="1E65DF9A" w14:textId="77777777" w:rsidR="00607E34" w:rsidRPr="00236999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453FE9BE" w14:textId="77777777" w:rsidR="00607E34" w:rsidRPr="00236999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3,4 kW ASYG12KMCC – </w:t>
            </w:r>
            <w:proofErr w:type="spellStart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>na</w:t>
            </w:r>
            <w:proofErr w:type="spellEnd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>gwarancji</w:t>
            </w:r>
            <w:proofErr w:type="spellEnd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3FF6ECD9" w14:textId="77777777" w:rsidR="00607E34" w:rsidRPr="0023699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36999">
              <w:rPr>
                <w:rFonts w:ascii="Calibri" w:hAnsi="Calibri" w:cs="Arial"/>
                <w:sz w:val="20"/>
                <w:szCs w:val="20"/>
              </w:rPr>
              <w:t>3+1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EE91DF7" w14:textId="77777777" w:rsidR="00607E34" w:rsidRPr="0023699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36999">
              <w:rPr>
                <w:rFonts w:ascii="Calibri" w:hAnsi="Calibri" w:cs="Arial"/>
                <w:sz w:val="20"/>
                <w:szCs w:val="20"/>
                <w:lang w:val="pl-PL"/>
              </w:rPr>
              <w:t>3,4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02F8477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(104,105, 109)</w:t>
            </w:r>
          </w:p>
        </w:tc>
        <w:tc>
          <w:tcPr>
            <w:tcW w:w="992" w:type="dxa"/>
            <w:shd w:val="clear" w:color="auto" w:fill="auto"/>
          </w:tcPr>
          <w:p w14:paraId="49F9AD4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A78A9A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  <w:p w14:paraId="52102123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48" w:type="dxa"/>
            <w:shd w:val="clear" w:color="auto" w:fill="auto"/>
          </w:tcPr>
          <w:p w14:paraId="4FD4168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6711894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607E34" w:rsidRPr="00BB6155" w14:paraId="63E0451E" w14:textId="77777777" w:rsidTr="001418BE">
        <w:tc>
          <w:tcPr>
            <w:tcW w:w="534" w:type="dxa"/>
            <w:vAlign w:val="center"/>
          </w:tcPr>
          <w:p w14:paraId="2D12AA03" w14:textId="77777777" w:rsidR="00607E34" w:rsidRPr="00D44BC1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vAlign w:val="center"/>
          </w:tcPr>
          <w:p w14:paraId="4010F96D" w14:textId="2FD2EC76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highlight w:val="yellow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B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  <w:vAlign w:val="center"/>
          </w:tcPr>
          <w:p w14:paraId="663D973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="00607E34" w:rsidRPr="00BB6155" w14:paraId="37017129" w14:textId="77777777" w:rsidTr="001418BE">
        <w:tc>
          <w:tcPr>
            <w:tcW w:w="534" w:type="dxa"/>
          </w:tcPr>
          <w:p w14:paraId="2DC88C0E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01B1CE1B" w14:textId="55F3492D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B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1D3C8D3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710AEE0" w14:textId="77777777" w:rsidTr="00080249">
        <w:tc>
          <w:tcPr>
            <w:tcW w:w="9747" w:type="dxa"/>
            <w:gridSpan w:val="9"/>
          </w:tcPr>
          <w:p w14:paraId="4D5F1300" w14:textId="77777777" w:rsidR="00607E34" w:rsidRPr="0015550F" w:rsidRDefault="00607E34" w:rsidP="00607E34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5368D06C" w14:textId="77777777" w:rsidR="00607E34" w:rsidRPr="001418BE" w:rsidRDefault="00607E34" w:rsidP="00607E34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>Budynek C</w:t>
            </w:r>
            <w:r w:rsidRPr="0015550F">
              <w:rPr>
                <w:rFonts w:ascii="Calibri" w:hAnsi="Calibri" w:cs="Arial"/>
                <w:u w:val="single"/>
                <w:lang w:val="pl-PL"/>
              </w:rPr>
              <w:t xml:space="preserve"> </w:t>
            </w:r>
            <w:r w:rsidRPr="0015550F">
              <w:rPr>
                <w:rFonts w:ascii="Calibri" w:hAnsi="Calibri" w:cs="Arial"/>
                <w:u w:val="single"/>
                <w:lang w:val="pl-PL"/>
              </w:rPr>
              <w:br/>
            </w:r>
            <w:r w:rsidRPr="0015550F">
              <w:rPr>
                <w:rFonts w:ascii="Calibri" w:hAnsi="Calibri" w:cs="Arial"/>
                <w:lang w:val="pl-PL"/>
              </w:rPr>
              <w:t>Poznań, ul. Towarowa 53</w:t>
            </w:r>
          </w:p>
        </w:tc>
      </w:tr>
      <w:tr w:rsidR="00607E34" w:rsidRPr="00BB6155" w14:paraId="7399D95B" w14:textId="77777777" w:rsidTr="001418BE">
        <w:tc>
          <w:tcPr>
            <w:tcW w:w="534" w:type="dxa"/>
          </w:tcPr>
          <w:p w14:paraId="5611B9F0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117220E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TORELL – TC T014R   </w:t>
            </w:r>
          </w:p>
        </w:tc>
        <w:tc>
          <w:tcPr>
            <w:tcW w:w="708" w:type="dxa"/>
          </w:tcPr>
          <w:p w14:paraId="6F821BD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D73267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2,5 kW</w:t>
            </w:r>
          </w:p>
        </w:tc>
        <w:tc>
          <w:tcPr>
            <w:tcW w:w="1418" w:type="dxa"/>
            <w:gridSpan w:val="2"/>
          </w:tcPr>
          <w:p w14:paraId="7598092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( 08 )</w:t>
            </w:r>
          </w:p>
        </w:tc>
        <w:tc>
          <w:tcPr>
            <w:tcW w:w="992" w:type="dxa"/>
          </w:tcPr>
          <w:p w14:paraId="64A53B72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1E6697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F69E1E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C0B968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26F8437" w14:textId="77777777" w:rsidTr="001418BE">
        <w:tc>
          <w:tcPr>
            <w:tcW w:w="534" w:type="dxa"/>
          </w:tcPr>
          <w:p w14:paraId="703479FB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838913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– ABY 36</w:t>
            </w:r>
          </w:p>
        </w:tc>
        <w:tc>
          <w:tcPr>
            <w:tcW w:w="708" w:type="dxa"/>
          </w:tcPr>
          <w:p w14:paraId="1D26B3C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0CBD53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10,5 kW</w:t>
            </w:r>
          </w:p>
        </w:tc>
        <w:tc>
          <w:tcPr>
            <w:tcW w:w="1418" w:type="dxa"/>
            <w:gridSpan w:val="2"/>
          </w:tcPr>
          <w:p w14:paraId="56BFD62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 p. (103)</w:t>
            </w:r>
          </w:p>
        </w:tc>
        <w:tc>
          <w:tcPr>
            <w:tcW w:w="992" w:type="dxa"/>
          </w:tcPr>
          <w:p w14:paraId="188880E6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7C5B76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7196E3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5A6FE1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F431933" w14:textId="77777777" w:rsidTr="001418BE">
        <w:tc>
          <w:tcPr>
            <w:tcW w:w="534" w:type="dxa"/>
          </w:tcPr>
          <w:p w14:paraId="2B2FF831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A512AD8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AIRWELL – HZD 12 DUAL</w:t>
            </w:r>
          </w:p>
        </w:tc>
        <w:tc>
          <w:tcPr>
            <w:tcW w:w="708" w:type="dxa"/>
          </w:tcPr>
          <w:p w14:paraId="46E57F6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6D55719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3,5 kW</w:t>
            </w:r>
          </w:p>
        </w:tc>
        <w:tc>
          <w:tcPr>
            <w:tcW w:w="1418" w:type="dxa"/>
            <w:gridSpan w:val="2"/>
          </w:tcPr>
          <w:p w14:paraId="01F3087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 p. (106, 107)</w:t>
            </w:r>
          </w:p>
        </w:tc>
        <w:tc>
          <w:tcPr>
            <w:tcW w:w="992" w:type="dxa"/>
          </w:tcPr>
          <w:p w14:paraId="6398A501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1FF072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FC27AA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2E8FD1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015E22A2" w14:textId="77777777" w:rsidTr="001418BE">
        <w:tc>
          <w:tcPr>
            <w:tcW w:w="534" w:type="dxa"/>
            <w:shd w:val="clear" w:color="auto" w:fill="FFC000"/>
          </w:tcPr>
          <w:p w14:paraId="4C2AA74C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1B60EC7F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ASYG 18</w:t>
            </w:r>
          </w:p>
        </w:tc>
        <w:tc>
          <w:tcPr>
            <w:tcW w:w="708" w:type="dxa"/>
            <w:shd w:val="clear" w:color="auto" w:fill="FFC000"/>
          </w:tcPr>
          <w:p w14:paraId="705D8E7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502F4C4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5,2 kW</w:t>
            </w:r>
          </w:p>
        </w:tc>
        <w:tc>
          <w:tcPr>
            <w:tcW w:w="1418" w:type="dxa"/>
            <w:gridSpan w:val="2"/>
          </w:tcPr>
          <w:p w14:paraId="418D88D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II p. (219)</w:t>
            </w:r>
          </w:p>
        </w:tc>
        <w:tc>
          <w:tcPr>
            <w:tcW w:w="992" w:type="dxa"/>
          </w:tcPr>
          <w:p w14:paraId="6DC8A761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5CA224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7693041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0110ECE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1D7FF7B4" w14:textId="77777777" w:rsidTr="001418BE">
        <w:tc>
          <w:tcPr>
            <w:tcW w:w="534" w:type="dxa"/>
          </w:tcPr>
          <w:p w14:paraId="13634EDD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3D52120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MWM015G TRIO</w:t>
            </w:r>
          </w:p>
        </w:tc>
        <w:tc>
          <w:tcPr>
            <w:tcW w:w="708" w:type="dxa"/>
          </w:tcPr>
          <w:p w14:paraId="0264B9F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3+1</w:t>
            </w:r>
          </w:p>
        </w:tc>
        <w:tc>
          <w:tcPr>
            <w:tcW w:w="1134" w:type="dxa"/>
          </w:tcPr>
          <w:p w14:paraId="6D3EA865" w14:textId="77777777" w:rsidR="00607E34" w:rsidRPr="00BB6155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 x 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17CF13F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III p. (ser. 318, 318a)</w:t>
            </w:r>
          </w:p>
        </w:tc>
        <w:tc>
          <w:tcPr>
            <w:tcW w:w="992" w:type="dxa"/>
          </w:tcPr>
          <w:p w14:paraId="7E3DE370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74B316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AB4189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3A20F5B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3362D1EE" w14:textId="77777777" w:rsidTr="001418BE">
        <w:tc>
          <w:tcPr>
            <w:tcW w:w="534" w:type="dxa"/>
          </w:tcPr>
          <w:p w14:paraId="514E7607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A12C8E1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DAIKIN - FTYN 25</w:t>
            </w:r>
          </w:p>
        </w:tc>
        <w:tc>
          <w:tcPr>
            <w:tcW w:w="708" w:type="dxa"/>
          </w:tcPr>
          <w:p w14:paraId="4DB12D8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14:paraId="212BE94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2,0 kW</w:t>
            </w:r>
          </w:p>
        </w:tc>
        <w:tc>
          <w:tcPr>
            <w:tcW w:w="1418" w:type="dxa"/>
            <w:gridSpan w:val="2"/>
          </w:tcPr>
          <w:p w14:paraId="2CA06DA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(409 )</w:t>
            </w:r>
          </w:p>
        </w:tc>
        <w:tc>
          <w:tcPr>
            <w:tcW w:w="992" w:type="dxa"/>
          </w:tcPr>
          <w:p w14:paraId="219C8AD9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D876A1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br/>
            </w:r>
          </w:p>
        </w:tc>
        <w:tc>
          <w:tcPr>
            <w:tcW w:w="948" w:type="dxa"/>
          </w:tcPr>
          <w:p w14:paraId="1EFEDF1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32C10ED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33FC56DC" w14:textId="77777777" w:rsidTr="001418BE">
        <w:tc>
          <w:tcPr>
            <w:tcW w:w="534" w:type="dxa"/>
          </w:tcPr>
          <w:p w14:paraId="711C550D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6F7B966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- ASY 18</w:t>
            </w:r>
          </w:p>
        </w:tc>
        <w:tc>
          <w:tcPr>
            <w:tcW w:w="708" w:type="dxa"/>
          </w:tcPr>
          <w:p w14:paraId="48906AA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67575D8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2 x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5,4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1DAC095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serwer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. (409a)</w:t>
            </w:r>
          </w:p>
        </w:tc>
        <w:tc>
          <w:tcPr>
            <w:tcW w:w="992" w:type="dxa"/>
          </w:tcPr>
          <w:p w14:paraId="6BEF2DC3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1BB85E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220CD6B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6195341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30571044" w14:textId="77777777" w:rsidTr="001418BE">
        <w:tc>
          <w:tcPr>
            <w:tcW w:w="534" w:type="dxa"/>
          </w:tcPr>
          <w:p w14:paraId="729CFD1A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BA6BDB8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MWMS010G TRIO</w:t>
            </w:r>
          </w:p>
        </w:tc>
        <w:tc>
          <w:tcPr>
            <w:tcW w:w="708" w:type="dxa"/>
          </w:tcPr>
          <w:p w14:paraId="16C8E54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3+1</w:t>
            </w:r>
          </w:p>
        </w:tc>
        <w:tc>
          <w:tcPr>
            <w:tcW w:w="1134" w:type="dxa"/>
          </w:tcPr>
          <w:p w14:paraId="3410BFC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 3 x 2,7 kW</w:t>
            </w:r>
          </w:p>
        </w:tc>
        <w:tc>
          <w:tcPr>
            <w:tcW w:w="1418" w:type="dxa"/>
            <w:gridSpan w:val="2"/>
          </w:tcPr>
          <w:p w14:paraId="019A90E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p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. </w:t>
            </w:r>
          </w:p>
          <w:p w14:paraId="21B5FD0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(407,408,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411)</w:t>
            </w:r>
          </w:p>
        </w:tc>
        <w:tc>
          <w:tcPr>
            <w:tcW w:w="992" w:type="dxa"/>
          </w:tcPr>
          <w:p w14:paraId="5DB8F333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B56C1F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A5BAEA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A48A7B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5BE3B301" w14:textId="77777777" w:rsidTr="001418BE">
        <w:tc>
          <w:tcPr>
            <w:tcW w:w="534" w:type="dxa"/>
          </w:tcPr>
          <w:p w14:paraId="1717D30D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808651B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– ASY 24</w:t>
            </w:r>
          </w:p>
        </w:tc>
        <w:tc>
          <w:tcPr>
            <w:tcW w:w="708" w:type="dxa"/>
          </w:tcPr>
          <w:p w14:paraId="451B65F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4722C40A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 x 6,8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1BC7864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(419)</w:t>
            </w:r>
          </w:p>
        </w:tc>
        <w:tc>
          <w:tcPr>
            <w:tcW w:w="992" w:type="dxa"/>
          </w:tcPr>
          <w:p w14:paraId="5077390B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8D44061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1B6737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F79BA0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30E881D" w14:textId="77777777" w:rsidTr="001418BE">
        <w:tc>
          <w:tcPr>
            <w:tcW w:w="534" w:type="dxa"/>
          </w:tcPr>
          <w:p w14:paraId="49571A3C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D9646B7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12</w:t>
            </w:r>
          </w:p>
          <w:p w14:paraId="7923A8ED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14:paraId="6814931E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</w:tcPr>
          <w:p w14:paraId="785CCC0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1B0BF22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3,2 kW</w:t>
            </w:r>
          </w:p>
        </w:tc>
        <w:tc>
          <w:tcPr>
            <w:tcW w:w="1418" w:type="dxa"/>
            <w:gridSpan w:val="2"/>
          </w:tcPr>
          <w:p w14:paraId="3454777D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(419a, 425)</w:t>
            </w:r>
          </w:p>
        </w:tc>
        <w:tc>
          <w:tcPr>
            <w:tcW w:w="992" w:type="dxa"/>
          </w:tcPr>
          <w:p w14:paraId="2778C34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EE8AF4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1F99C00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86919C5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3DF28D4" w14:textId="77777777" w:rsidTr="001418BE">
        <w:tc>
          <w:tcPr>
            <w:tcW w:w="534" w:type="dxa"/>
          </w:tcPr>
          <w:p w14:paraId="7F888970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40D83C7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AX STYLE – ACP 12PT35AEH</w:t>
            </w:r>
          </w:p>
          <w:p w14:paraId="058526F6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klimatyzator przenośny </w:t>
            </w:r>
          </w:p>
        </w:tc>
        <w:tc>
          <w:tcPr>
            <w:tcW w:w="708" w:type="dxa"/>
          </w:tcPr>
          <w:p w14:paraId="603471A6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6F8D5A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232A4F0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piwnica – rozdzielnia gł. prądu</w:t>
            </w:r>
          </w:p>
        </w:tc>
        <w:tc>
          <w:tcPr>
            <w:tcW w:w="992" w:type="dxa"/>
          </w:tcPr>
          <w:p w14:paraId="292678B7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3F1CEA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2E91FC7E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190321C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3968B35" w14:textId="77777777" w:rsidTr="001418BE">
        <w:tc>
          <w:tcPr>
            <w:tcW w:w="534" w:type="dxa"/>
          </w:tcPr>
          <w:p w14:paraId="232DF986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35CA5F79" w14:textId="6A43E541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C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FBD7DF9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72B47E5" w14:textId="77777777" w:rsidTr="001418BE">
        <w:tc>
          <w:tcPr>
            <w:tcW w:w="534" w:type="dxa"/>
          </w:tcPr>
          <w:p w14:paraId="11672A40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3DCCA35B" w14:textId="38D1C828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C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6EA3A62F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192A4FF" w14:textId="77777777" w:rsidTr="00080249">
        <w:tc>
          <w:tcPr>
            <w:tcW w:w="9747" w:type="dxa"/>
            <w:gridSpan w:val="9"/>
          </w:tcPr>
          <w:p w14:paraId="7271E88A" w14:textId="77777777" w:rsidR="00607E34" w:rsidRPr="0015550F" w:rsidRDefault="00607E34" w:rsidP="00607E34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16F2F9DC" w14:textId="77777777" w:rsidR="00607E34" w:rsidRPr="0015550F" w:rsidRDefault="00607E34" w:rsidP="00607E34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>Hala Sportowa</w:t>
            </w:r>
          </w:p>
          <w:p w14:paraId="02682CFD" w14:textId="77777777" w:rsidR="00607E34" w:rsidRPr="001418BE" w:rsidRDefault="00607E34" w:rsidP="00607E34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lang w:val="pl-PL"/>
              </w:rPr>
              <w:t>Poznań, ul. Dożynkowa 9</w:t>
            </w:r>
          </w:p>
        </w:tc>
      </w:tr>
      <w:tr w:rsidR="00607E34" w:rsidRPr="00BB6155" w14:paraId="142DEED7" w14:textId="77777777" w:rsidTr="001418BE">
        <w:tc>
          <w:tcPr>
            <w:tcW w:w="534" w:type="dxa"/>
          </w:tcPr>
          <w:p w14:paraId="21D0C898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1AC46A9" w14:textId="77777777" w:rsidR="00607E34" w:rsidRPr="00BB6155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708" w:type="dxa"/>
          </w:tcPr>
          <w:p w14:paraId="291F9A4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1134" w:type="dxa"/>
          </w:tcPr>
          <w:p w14:paraId="3C6DC02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1418" w:type="dxa"/>
            <w:gridSpan w:val="2"/>
          </w:tcPr>
          <w:p w14:paraId="59715A67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992" w:type="dxa"/>
          </w:tcPr>
          <w:p w14:paraId="6CA61122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948" w:type="dxa"/>
          </w:tcPr>
          <w:p w14:paraId="39EC3EE3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373555EB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607E34" w:rsidRPr="00BB6155" w14:paraId="5DC4EB41" w14:textId="77777777" w:rsidTr="001418BE">
        <w:tc>
          <w:tcPr>
            <w:tcW w:w="534" w:type="dxa"/>
          </w:tcPr>
          <w:p w14:paraId="4130791C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7BA2FA30" w14:textId="706D64AF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Hali Sportowej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36650D88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60601ADA" w14:textId="77777777" w:rsidTr="001418BE">
        <w:tc>
          <w:tcPr>
            <w:tcW w:w="534" w:type="dxa"/>
          </w:tcPr>
          <w:p w14:paraId="6681F613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22CA3276" w14:textId="6DC0723F" w:rsidR="00607E34" w:rsidRPr="00BB6155" w:rsidRDefault="00607E34" w:rsidP="00607E3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Hali Sportowej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41FEA080" w14:textId="77777777" w:rsidR="00607E34" w:rsidRPr="00BB6155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3458D04F" w14:textId="77777777" w:rsidTr="00080249">
        <w:tc>
          <w:tcPr>
            <w:tcW w:w="9747" w:type="dxa"/>
            <w:gridSpan w:val="9"/>
          </w:tcPr>
          <w:p w14:paraId="61F2FA8E" w14:textId="77777777" w:rsidR="00607E34" w:rsidRPr="0015550F" w:rsidRDefault="00607E34" w:rsidP="00607E34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4182FFDD" w14:textId="77777777" w:rsidR="00607E34" w:rsidRPr="0015550F" w:rsidRDefault="00607E34" w:rsidP="00607E34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 xml:space="preserve">Collegium </w:t>
            </w:r>
            <w:proofErr w:type="spellStart"/>
            <w:r w:rsidRPr="0015550F">
              <w:rPr>
                <w:rFonts w:ascii="Calibri" w:hAnsi="Calibri" w:cs="Arial"/>
                <w:b/>
                <w:lang w:val="pl-PL"/>
              </w:rPr>
              <w:t>Altum</w:t>
            </w:r>
            <w:proofErr w:type="spellEnd"/>
          </w:p>
          <w:p w14:paraId="599E98CD" w14:textId="77777777" w:rsidR="00607E34" w:rsidRPr="001418BE" w:rsidRDefault="00607E34" w:rsidP="00607E34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lang w:val="pl-PL"/>
              </w:rPr>
              <w:t>Poznań, ul. Powstańców Wlkp. 16</w:t>
            </w:r>
          </w:p>
        </w:tc>
      </w:tr>
      <w:tr w:rsidR="00607E34" w:rsidRPr="00BB6155" w14:paraId="2FF05658" w14:textId="77777777" w:rsidTr="001418BE">
        <w:tc>
          <w:tcPr>
            <w:tcW w:w="534" w:type="dxa"/>
            <w:shd w:val="clear" w:color="auto" w:fill="FFC000"/>
          </w:tcPr>
          <w:p w14:paraId="4E3C2663" w14:textId="77777777" w:rsidR="00607E34" w:rsidRPr="00734673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74998CF0" w14:textId="77777777" w:rsidR="00607E34" w:rsidRPr="00734673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MITSUBISHI – HR50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F</w:t>
            </w:r>
          </w:p>
        </w:tc>
        <w:tc>
          <w:tcPr>
            <w:tcW w:w="708" w:type="dxa"/>
            <w:shd w:val="clear" w:color="auto" w:fill="FFC000"/>
          </w:tcPr>
          <w:p w14:paraId="41C0BF62" w14:textId="77777777" w:rsidR="00607E34" w:rsidRPr="00734673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A7AF788" w14:textId="77777777" w:rsidR="00607E34" w:rsidRPr="00734673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5,3  kW</w:t>
            </w:r>
          </w:p>
        </w:tc>
        <w:tc>
          <w:tcPr>
            <w:tcW w:w="1238" w:type="dxa"/>
          </w:tcPr>
          <w:p w14:paraId="7A76E994" w14:textId="77777777" w:rsidR="00607E34" w:rsidRPr="00734673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przyziemie centrala tel.</w:t>
            </w:r>
          </w:p>
        </w:tc>
        <w:tc>
          <w:tcPr>
            <w:tcW w:w="992" w:type="dxa"/>
          </w:tcPr>
          <w:p w14:paraId="3EEBD66A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88D7FE3" w14:textId="77777777" w:rsidR="00607E34" w:rsidRPr="00734673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6770306F" w14:textId="77777777" w:rsidR="00607E34" w:rsidRPr="00734673" w:rsidRDefault="00607E34" w:rsidP="00607E34">
            <w:pPr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5FEEDA9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33FFF410" w14:textId="77777777" w:rsidTr="001418BE">
        <w:tc>
          <w:tcPr>
            <w:tcW w:w="534" w:type="dxa"/>
          </w:tcPr>
          <w:p w14:paraId="322D41AA" w14:textId="77777777" w:rsidR="00607E34" w:rsidRPr="00BB6155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D3CEC7B" w14:textId="77777777" w:rsidR="00607E34" w:rsidRPr="00D31F4B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– ASY 7USB</w:t>
            </w:r>
          </w:p>
        </w:tc>
        <w:tc>
          <w:tcPr>
            <w:tcW w:w="708" w:type="dxa"/>
          </w:tcPr>
          <w:p w14:paraId="7548D65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0654AA05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2,2  kW</w:t>
            </w:r>
          </w:p>
        </w:tc>
        <w:tc>
          <w:tcPr>
            <w:tcW w:w="1238" w:type="dxa"/>
          </w:tcPr>
          <w:p w14:paraId="790B3B95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przyziemie serwer. </w:t>
            </w: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bibliot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992" w:type="dxa"/>
          </w:tcPr>
          <w:p w14:paraId="3EF9C50E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F0982B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7AE8EED6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51F7CB4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6552FAB" w14:textId="77777777" w:rsidTr="001418BE">
        <w:tc>
          <w:tcPr>
            <w:tcW w:w="534" w:type="dxa"/>
          </w:tcPr>
          <w:p w14:paraId="7D42C826" w14:textId="77777777" w:rsidR="00607E34" w:rsidRPr="0013581C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6055ECE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– ASY A18L</w:t>
            </w:r>
          </w:p>
        </w:tc>
        <w:tc>
          <w:tcPr>
            <w:tcW w:w="708" w:type="dxa"/>
          </w:tcPr>
          <w:p w14:paraId="1712C833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46970B51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5,4  kW</w:t>
            </w:r>
          </w:p>
        </w:tc>
        <w:tc>
          <w:tcPr>
            <w:tcW w:w="1238" w:type="dxa"/>
          </w:tcPr>
          <w:p w14:paraId="2B9A0482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 p. (131)</w:t>
            </w:r>
          </w:p>
        </w:tc>
        <w:tc>
          <w:tcPr>
            <w:tcW w:w="992" w:type="dxa"/>
          </w:tcPr>
          <w:p w14:paraId="4EABC026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DF7523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41ABF3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12728CE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5987BFFB" w14:textId="77777777" w:rsidTr="001418BE">
        <w:tc>
          <w:tcPr>
            <w:tcW w:w="534" w:type="dxa"/>
            <w:shd w:val="clear" w:color="auto" w:fill="auto"/>
          </w:tcPr>
          <w:p w14:paraId="2D127BE1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9272887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Daikin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FTYN35</w:t>
            </w:r>
          </w:p>
        </w:tc>
        <w:tc>
          <w:tcPr>
            <w:tcW w:w="708" w:type="dxa"/>
            <w:shd w:val="clear" w:color="auto" w:fill="auto"/>
          </w:tcPr>
          <w:p w14:paraId="2E4A88F4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C74BE2C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25B08D68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(521)</w:t>
            </w:r>
          </w:p>
        </w:tc>
        <w:tc>
          <w:tcPr>
            <w:tcW w:w="992" w:type="dxa"/>
            <w:shd w:val="clear" w:color="auto" w:fill="auto"/>
          </w:tcPr>
          <w:p w14:paraId="012D8628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A8068EC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  <w:shd w:val="clear" w:color="auto" w:fill="auto"/>
          </w:tcPr>
          <w:p w14:paraId="3B460F03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9BAACE7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8105A34" w14:textId="77777777" w:rsidTr="001418BE">
        <w:tc>
          <w:tcPr>
            <w:tcW w:w="534" w:type="dxa"/>
            <w:shd w:val="clear" w:color="auto" w:fill="auto"/>
          </w:tcPr>
          <w:p w14:paraId="47DCE483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003757C0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Daikin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FT45</w:t>
            </w:r>
          </w:p>
        </w:tc>
        <w:tc>
          <w:tcPr>
            <w:tcW w:w="708" w:type="dxa"/>
            <w:shd w:val="clear" w:color="auto" w:fill="auto"/>
          </w:tcPr>
          <w:p w14:paraId="662E1247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0800A1C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1B108DA5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XII p. (1211)</w:t>
            </w:r>
          </w:p>
        </w:tc>
        <w:tc>
          <w:tcPr>
            <w:tcW w:w="992" w:type="dxa"/>
            <w:shd w:val="clear" w:color="auto" w:fill="auto"/>
          </w:tcPr>
          <w:p w14:paraId="6516B2A1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2CFB377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  <w:shd w:val="clear" w:color="auto" w:fill="auto"/>
          </w:tcPr>
          <w:p w14:paraId="6524A210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96A24BE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0F457CF" w14:textId="77777777" w:rsidTr="001418BE">
        <w:tc>
          <w:tcPr>
            <w:tcW w:w="534" w:type="dxa"/>
          </w:tcPr>
          <w:p w14:paraId="766133CF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A0D91E0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FUJITSU – ASY A24L</w:t>
            </w:r>
          </w:p>
        </w:tc>
        <w:tc>
          <w:tcPr>
            <w:tcW w:w="708" w:type="dxa"/>
          </w:tcPr>
          <w:p w14:paraId="45A1F3A6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</w:tcPr>
          <w:p w14:paraId="710D06C3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 x 7,1  kW</w:t>
            </w:r>
          </w:p>
        </w:tc>
        <w:tc>
          <w:tcPr>
            <w:tcW w:w="1238" w:type="dxa"/>
          </w:tcPr>
          <w:p w14:paraId="1BC9506B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III p. (811)</w:t>
            </w:r>
          </w:p>
        </w:tc>
        <w:tc>
          <w:tcPr>
            <w:tcW w:w="992" w:type="dxa"/>
          </w:tcPr>
          <w:p w14:paraId="151EC9C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9308866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35EDA379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8A51A71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6390468" w14:textId="77777777" w:rsidTr="001418BE">
        <w:tc>
          <w:tcPr>
            <w:tcW w:w="534" w:type="dxa"/>
          </w:tcPr>
          <w:p w14:paraId="68D99CA7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F5BA7A1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 xml:space="preserve"> – HKD012/YKD012</w:t>
            </w:r>
          </w:p>
          <w:p w14:paraId="7A3ABA14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</w:tcPr>
          <w:p w14:paraId="3A01955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14" w:type="dxa"/>
            <w:gridSpan w:val="2"/>
          </w:tcPr>
          <w:p w14:paraId="69CBF39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3,2 kW</w:t>
            </w:r>
          </w:p>
        </w:tc>
        <w:tc>
          <w:tcPr>
            <w:tcW w:w="1238" w:type="dxa"/>
          </w:tcPr>
          <w:p w14:paraId="504DBE47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 p. (728)</w:t>
            </w:r>
          </w:p>
        </w:tc>
        <w:tc>
          <w:tcPr>
            <w:tcW w:w="992" w:type="dxa"/>
          </w:tcPr>
          <w:p w14:paraId="51898761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41B690F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4A9A2F9A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82107E8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9479CC7" w14:textId="77777777" w:rsidTr="001418BE">
        <w:tc>
          <w:tcPr>
            <w:tcW w:w="534" w:type="dxa"/>
          </w:tcPr>
          <w:p w14:paraId="146ADB4E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26C0AC9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 xml:space="preserve"> – HKD018/YKD018</w:t>
            </w:r>
          </w:p>
          <w:p w14:paraId="65E6BDD9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</w:tcPr>
          <w:p w14:paraId="600E1F32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14" w:type="dxa"/>
            <w:gridSpan w:val="2"/>
          </w:tcPr>
          <w:p w14:paraId="18CFBA8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5,0 kW</w:t>
            </w:r>
          </w:p>
        </w:tc>
        <w:tc>
          <w:tcPr>
            <w:tcW w:w="1238" w:type="dxa"/>
          </w:tcPr>
          <w:p w14:paraId="74347096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 p. (730)</w:t>
            </w:r>
          </w:p>
        </w:tc>
        <w:tc>
          <w:tcPr>
            <w:tcW w:w="992" w:type="dxa"/>
          </w:tcPr>
          <w:p w14:paraId="1AD021A1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DA6F022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8572F9A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3CA0C53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8BAB655" w14:textId="77777777" w:rsidTr="001418BE">
        <w:tc>
          <w:tcPr>
            <w:tcW w:w="534" w:type="dxa"/>
          </w:tcPr>
          <w:p w14:paraId="1B5642DB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74F86C0" w14:textId="77777777" w:rsidR="00607E34" w:rsidRPr="00373648" w:rsidRDefault="00607E34" w:rsidP="00607E34">
            <w:pPr>
              <w:rPr>
                <w:rFonts w:ascii="Calibri" w:hAnsi="Calibri" w:cs="Arial"/>
                <w:sz w:val="20"/>
                <w:szCs w:val="20"/>
              </w:rPr>
            </w:pPr>
            <w:r w:rsidRPr="00373648">
              <w:rPr>
                <w:rFonts w:ascii="Calibri" w:hAnsi="Calibri" w:cs="Arial"/>
                <w:sz w:val="20"/>
                <w:szCs w:val="20"/>
              </w:rPr>
              <w:t>FUJITSU ASYG-14</w:t>
            </w:r>
          </w:p>
        </w:tc>
        <w:tc>
          <w:tcPr>
            <w:tcW w:w="708" w:type="dxa"/>
          </w:tcPr>
          <w:p w14:paraId="20F1609F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</w:tcPr>
          <w:p w14:paraId="67148AA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 x 4,0 kW</w:t>
            </w:r>
          </w:p>
        </w:tc>
        <w:tc>
          <w:tcPr>
            <w:tcW w:w="1238" w:type="dxa"/>
          </w:tcPr>
          <w:p w14:paraId="1A1903AA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(511)</w:t>
            </w:r>
          </w:p>
        </w:tc>
        <w:tc>
          <w:tcPr>
            <w:tcW w:w="992" w:type="dxa"/>
          </w:tcPr>
          <w:p w14:paraId="4CAE4B0D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58217B3" w14:textId="77777777" w:rsidR="00607E34" w:rsidRPr="00373648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7AD41008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477F33A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3DFEC605" w14:textId="77777777" w:rsidTr="00373648">
        <w:tc>
          <w:tcPr>
            <w:tcW w:w="534" w:type="dxa"/>
            <w:shd w:val="clear" w:color="auto" w:fill="auto"/>
          </w:tcPr>
          <w:p w14:paraId="2DF1D8E9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21B2A34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 xml:space="preserve">FUJITSU - AJY-162 LALBH </w:t>
            </w:r>
          </w:p>
          <w:p w14:paraId="572ED246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Jedn. zewn. VIIRF zasilająca</w:t>
            </w:r>
          </w:p>
          <w:p w14:paraId="3A45A8E9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jednostki: 60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,61,64,67</w:t>
            </w:r>
          </w:p>
          <w:p w14:paraId="1D6DD88D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(2 układy po 3 jednostki)</w:t>
            </w:r>
          </w:p>
        </w:tc>
        <w:tc>
          <w:tcPr>
            <w:tcW w:w="708" w:type="dxa"/>
            <w:shd w:val="clear" w:color="auto" w:fill="auto"/>
          </w:tcPr>
          <w:p w14:paraId="1A194DE6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7CE3EA1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</w:t>
            </w:r>
          </w:p>
          <w:p w14:paraId="1E458AAB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3x50,0 kW</w:t>
            </w:r>
          </w:p>
        </w:tc>
        <w:tc>
          <w:tcPr>
            <w:tcW w:w="1238" w:type="dxa"/>
            <w:shd w:val="clear" w:color="auto" w:fill="auto"/>
          </w:tcPr>
          <w:p w14:paraId="6CE59657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Dach </w:t>
            </w:r>
          </w:p>
          <w:p w14:paraId="3EC567B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IVIIp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  <w:p w14:paraId="3629994C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4EAD811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06FEDB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100B60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3548EFF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0239C414" w14:textId="77777777" w:rsidTr="00373648">
        <w:tc>
          <w:tcPr>
            <w:tcW w:w="534" w:type="dxa"/>
            <w:shd w:val="clear" w:color="auto" w:fill="auto"/>
          </w:tcPr>
          <w:p w14:paraId="71FF918B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747F78A1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AUXA-54 GALH</w:t>
            </w:r>
          </w:p>
          <w:p w14:paraId="5943B17F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14FD3C77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2056736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8x14,0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3455757C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4D88DAFB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645AD39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A13159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930DA77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3F13029" w14:textId="77777777" w:rsidTr="00373648">
        <w:tc>
          <w:tcPr>
            <w:tcW w:w="534" w:type="dxa"/>
            <w:shd w:val="clear" w:color="auto" w:fill="auto"/>
          </w:tcPr>
          <w:p w14:paraId="7D23D342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626C7A52" w14:textId="77777777" w:rsidR="00607E34" w:rsidRPr="00525B59" w:rsidRDefault="00607E34" w:rsidP="00607E34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- AUXA-36 GALH</w:t>
            </w: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br/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769D898E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4B310C3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11,2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3496CC3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1824A5A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0F4E64B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E339C2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CFAFE0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19101C1" w14:textId="77777777" w:rsidTr="00373648">
        <w:tc>
          <w:tcPr>
            <w:tcW w:w="534" w:type="dxa"/>
            <w:shd w:val="clear" w:color="auto" w:fill="auto"/>
          </w:tcPr>
          <w:p w14:paraId="16D15D0E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78EB927D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AUXA-30 GALH</w:t>
            </w:r>
          </w:p>
          <w:p w14:paraId="005FAC4A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7161557E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E19AEF9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9,0 kW</w:t>
            </w:r>
          </w:p>
        </w:tc>
        <w:tc>
          <w:tcPr>
            <w:tcW w:w="1238" w:type="dxa"/>
            <w:shd w:val="clear" w:color="auto" w:fill="auto"/>
          </w:tcPr>
          <w:p w14:paraId="7A5A5368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763EAB86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D471F80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C905A07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8DA80EF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71A931F" w14:textId="77777777" w:rsidTr="00373648">
        <w:tc>
          <w:tcPr>
            <w:tcW w:w="534" w:type="dxa"/>
            <w:shd w:val="clear" w:color="auto" w:fill="auto"/>
          </w:tcPr>
          <w:p w14:paraId="02FD140C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1F6B60C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 - 45 GALH</w:t>
            </w:r>
          </w:p>
          <w:p w14:paraId="30B2D237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5737490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EF911C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4x12,5 kW</w:t>
            </w:r>
          </w:p>
        </w:tc>
        <w:tc>
          <w:tcPr>
            <w:tcW w:w="1238" w:type="dxa"/>
            <w:shd w:val="clear" w:color="auto" w:fill="auto"/>
          </w:tcPr>
          <w:p w14:paraId="342B7AF3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031881B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E35F1B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6880E2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947A0A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5B4B8FA" w14:textId="77777777" w:rsidTr="00373648">
        <w:tc>
          <w:tcPr>
            <w:tcW w:w="534" w:type="dxa"/>
            <w:shd w:val="clear" w:color="auto" w:fill="auto"/>
          </w:tcPr>
          <w:p w14:paraId="418ADCA9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740156A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UTG - UFYC - W</w:t>
            </w:r>
          </w:p>
          <w:p w14:paraId="40824B11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6186908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2649F6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2x2,8 kW</w:t>
            </w:r>
          </w:p>
        </w:tc>
        <w:tc>
          <w:tcPr>
            <w:tcW w:w="1238" w:type="dxa"/>
            <w:shd w:val="clear" w:color="auto" w:fill="auto"/>
          </w:tcPr>
          <w:p w14:paraId="694524DC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1CA40D5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CA00E3B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34EC88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07077E8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B1D7B42" w14:textId="77777777" w:rsidTr="00373648">
        <w:tc>
          <w:tcPr>
            <w:tcW w:w="534" w:type="dxa"/>
            <w:shd w:val="clear" w:color="auto" w:fill="auto"/>
          </w:tcPr>
          <w:p w14:paraId="31293A6A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15B2B506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- AUXA-54 GALH</w:t>
            </w:r>
          </w:p>
          <w:p w14:paraId="03D769B8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79FF76B5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879E6C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4x14,0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579839C9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05EDC2C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D559E8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8AEE21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824E978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BE010E3" w14:textId="77777777" w:rsidTr="00373648">
        <w:tc>
          <w:tcPr>
            <w:tcW w:w="534" w:type="dxa"/>
            <w:shd w:val="clear" w:color="auto" w:fill="auto"/>
          </w:tcPr>
          <w:p w14:paraId="550E6493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4352DD3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</w:t>
            </w: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 - AUXA-45 GALH</w:t>
            </w:r>
          </w:p>
          <w:p w14:paraId="272BCA00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55F12D60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066B1B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10x12,5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1EBD6EC9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644FE7AA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8774C02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3ABCE1B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10EB26F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7BD813F0" w14:textId="77777777" w:rsidTr="00373648">
        <w:tc>
          <w:tcPr>
            <w:tcW w:w="534" w:type="dxa"/>
            <w:shd w:val="clear" w:color="auto" w:fill="auto"/>
          </w:tcPr>
          <w:p w14:paraId="7DF48FA8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A380CE7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AUXD-24 GALH</w:t>
            </w:r>
          </w:p>
          <w:p w14:paraId="4353D0E9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01825011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F465258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2x7,1 kW</w:t>
            </w:r>
          </w:p>
        </w:tc>
        <w:tc>
          <w:tcPr>
            <w:tcW w:w="1238" w:type="dxa"/>
            <w:shd w:val="clear" w:color="auto" w:fill="auto"/>
          </w:tcPr>
          <w:p w14:paraId="47D206A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5F575199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3E2353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821837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8BDFE79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2F4432E7" w14:textId="77777777" w:rsidTr="00373648">
        <w:tc>
          <w:tcPr>
            <w:tcW w:w="534" w:type="dxa"/>
            <w:shd w:val="clear" w:color="auto" w:fill="auto"/>
          </w:tcPr>
          <w:p w14:paraId="2B81CFEE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E12AD1C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UTG – UFYC</w:t>
            </w:r>
          </w:p>
          <w:p w14:paraId="1D87E83C" w14:textId="77777777" w:rsidR="00607E34" w:rsidRPr="00525B59" w:rsidRDefault="00607E34" w:rsidP="00607E3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01E5103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BAB5C87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2x5,6 kW</w:t>
            </w:r>
          </w:p>
        </w:tc>
        <w:tc>
          <w:tcPr>
            <w:tcW w:w="1238" w:type="dxa"/>
            <w:shd w:val="clear" w:color="auto" w:fill="auto"/>
          </w:tcPr>
          <w:p w14:paraId="08098562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704EBF0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802E20F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1A7189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2681D98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1BADD4AC" w14:textId="77777777" w:rsidTr="00945F5B">
        <w:tc>
          <w:tcPr>
            <w:tcW w:w="534" w:type="dxa"/>
            <w:shd w:val="clear" w:color="auto" w:fill="FFC000"/>
          </w:tcPr>
          <w:p w14:paraId="666183DC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460C74C0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 Electronics</w:t>
            </w:r>
          </w:p>
          <w:p w14:paraId="66E7BDD1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US30F</w:t>
            </w:r>
          </w:p>
          <w:p w14:paraId="6369F37C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UUC1.U40</w:t>
            </w:r>
          </w:p>
          <w:p w14:paraId="72AEBFD9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  <w:shd w:val="clear" w:color="auto" w:fill="FFC000"/>
          </w:tcPr>
          <w:p w14:paraId="3502E5F0" w14:textId="77777777" w:rsidR="00607E34" w:rsidRPr="008C5691" w:rsidRDefault="00607E34" w:rsidP="00607E34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4B3BF6A3" w14:textId="77777777" w:rsidR="00607E34" w:rsidRPr="008C5691" w:rsidRDefault="00607E34" w:rsidP="00607E3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1x9,0kW</w:t>
            </w:r>
          </w:p>
        </w:tc>
        <w:tc>
          <w:tcPr>
            <w:tcW w:w="1238" w:type="dxa"/>
            <w:shd w:val="clear" w:color="auto" w:fill="auto"/>
          </w:tcPr>
          <w:p w14:paraId="5671ABDF" w14:textId="77777777" w:rsidR="00607E34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Akumulator-</w:t>
            </w:r>
            <w:proofErr w:type="spellStart"/>
            <w:r>
              <w:rPr>
                <w:rFonts w:ascii="Calibri" w:hAnsi="Calibri" w:cs="Arial"/>
                <w:sz w:val="20"/>
                <w:szCs w:val="20"/>
                <w:lang w:val="pl-PL"/>
              </w:rPr>
              <w:t>ownia</w:t>
            </w:r>
            <w:proofErr w:type="spellEnd"/>
          </w:p>
          <w:p w14:paraId="61DB6FF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Parter</w:t>
            </w:r>
          </w:p>
        </w:tc>
        <w:tc>
          <w:tcPr>
            <w:tcW w:w="992" w:type="dxa"/>
            <w:shd w:val="clear" w:color="auto" w:fill="auto"/>
          </w:tcPr>
          <w:p w14:paraId="3A641EEB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E02E75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0713FB5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3A5D373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07E34" w:rsidRPr="00BB6155" w14:paraId="4C6363C4" w14:textId="77777777" w:rsidTr="00945F5B">
        <w:tc>
          <w:tcPr>
            <w:tcW w:w="534" w:type="dxa"/>
            <w:shd w:val="clear" w:color="auto" w:fill="FFC000"/>
          </w:tcPr>
          <w:p w14:paraId="76C4818E" w14:textId="77777777" w:rsidR="00607E34" w:rsidRPr="00373648" w:rsidRDefault="00607E34" w:rsidP="00607E3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6BAB11D4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 Electronics</w:t>
            </w:r>
          </w:p>
          <w:p w14:paraId="1CD7EBED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PC18SK.NSK</w:t>
            </w:r>
          </w:p>
          <w:p w14:paraId="2282AAF5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PC18SK.UL2</w:t>
            </w:r>
          </w:p>
          <w:p w14:paraId="09E533E7" w14:textId="77777777" w:rsidR="00607E34" w:rsidRPr="008C5691" w:rsidRDefault="00607E34" w:rsidP="00607E3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  <w:shd w:val="clear" w:color="auto" w:fill="FFC000"/>
          </w:tcPr>
          <w:p w14:paraId="3904CF8E" w14:textId="77777777" w:rsidR="00607E34" w:rsidRPr="008C5691" w:rsidRDefault="00607E34" w:rsidP="00607E34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089B3BA1" w14:textId="77777777" w:rsidR="00607E34" w:rsidRPr="008C5691" w:rsidRDefault="00607E34" w:rsidP="00607E3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1x5,5kW</w:t>
            </w:r>
          </w:p>
        </w:tc>
        <w:tc>
          <w:tcPr>
            <w:tcW w:w="1238" w:type="dxa"/>
            <w:shd w:val="clear" w:color="auto" w:fill="auto"/>
          </w:tcPr>
          <w:p w14:paraId="464B3614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Pom. SSP</w:t>
            </w:r>
          </w:p>
        </w:tc>
        <w:tc>
          <w:tcPr>
            <w:tcW w:w="992" w:type="dxa"/>
            <w:shd w:val="clear" w:color="auto" w:fill="auto"/>
          </w:tcPr>
          <w:p w14:paraId="4E6665A5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956569D" w14:textId="77777777" w:rsidR="00607E34" w:rsidRPr="00525B59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0459F8D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A06A7E2" w14:textId="77777777" w:rsidR="00607E34" w:rsidRPr="00D31F4B" w:rsidRDefault="00607E34" w:rsidP="00607E3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493F7EB2" w14:textId="77777777" w:rsidTr="00924F9D">
        <w:tc>
          <w:tcPr>
            <w:tcW w:w="534" w:type="dxa"/>
            <w:shd w:val="clear" w:color="auto" w:fill="FFC000"/>
          </w:tcPr>
          <w:p w14:paraId="1BF727CD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73BEB5E4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7654E489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ARNU30GT                     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kasetonowa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31D04D96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F3D4A09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0D4E0D3F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65ED26D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EBB5D56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IX)2</w:t>
            </w:r>
          </w:p>
        </w:tc>
        <w:tc>
          <w:tcPr>
            <w:tcW w:w="948" w:type="dxa"/>
            <w:shd w:val="clear" w:color="auto" w:fill="auto"/>
          </w:tcPr>
          <w:p w14:paraId="74F89FDB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11978E4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39929EE6" w14:textId="77777777" w:rsidTr="00924F9D">
        <w:tc>
          <w:tcPr>
            <w:tcW w:w="534" w:type="dxa"/>
            <w:shd w:val="clear" w:color="auto" w:fill="FFC000"/>
          </w:tcPr>
          <w:p w14:paraId="23EC5187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C006556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763C5E0B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ARNU30GT                     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kasetonowa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04F0C8FB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245AF7C3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50DFBE9E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2A097E1" w14:textId="77777777" w:rsidR="008F614B" w:rsidRPr="00924F9D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5EF5C77" w14:textId="77777777" w:rsidR="00230F71" w:rsidRPr="00924F9D" w:rsidRDefault="008F614B" w:rsidP="008F614B">
            <w:pPr>
              <w:jc w:val="center"/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IX)2</w:t>
            </w:r>
          </w:p>
        </w:tc>
        <w:tc>
          <w:tcPr>
            <w:tcW w:w="948" w:type="dxa"/>
            <w:shd w:val="clear" w:color="auto" w:fill="auto"/>
          </w:tcPr>
          <w:p w14:paraId="5ABB373E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B432295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0260E9D6" w14:textId="77777777" w:rsidTr="00924F9D">
        <w:tc>
          <w:tcPr>
            <w:tcW w:w="534" w:type="dxa"/>
            <w:shd w:val="clear" w:color="auto" w:fill="FFC000"/>
          </w:tcPr>
          <w:p w14:paraId="48E69F31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5275F922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12E3817E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3CEB8714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2A9EEF8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3C417EBB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7A78F38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322E3588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1C8623F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F6DDB6F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  <w:r w:rsidRPr="00F73A77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64881547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3A52A9F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0C74E329" w14:textId="77777777" w:rsidTr="00924F9D">
        <w:tc>
          <w:tcPr>
            <w:tcW w:w="534" w:type="dxa"/>
            <w:shd w:val="clear" w:color="auto" w:fill="FFC000"/>
          </w:tcPr>
          <w:p w14:paraId="5AF76293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5F8D8535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533C30FF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4730924F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D69BB37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4C3FF0A4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4BFF9E3E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2866821F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F9AB1AE" w14:textId="77777777" w:rsidR="008F614B" w:rsidRPr="00525B59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C9F58EB" w14:textId="77777777" w:rsidR="00230F71" w:rsidRPr="00525B59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  <w:r w:rsidRPr="00F73A77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38232130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6BD04FB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3A076972" w14:textId="77777777" w:rsidTr="00924F9D">
        <w:tc>
          <w:tcPr>
            <w:tcW w:w="534" w:type="dxa"/>
            <w:shd w:val="clear" w:color="auto" w:fill="FFC000"/>
          </w:tcPr>
          <w:p w14:paraId="7B3B446D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2BBD1411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0FB79D6E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121F42DB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4548062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48CE0B9D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23A061F9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5ADB626D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2D5BC8B0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52EE0A7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26D42E7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4AC88C3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4E6B43FF" w14:textId="77777777" w:rsidTr="00924F9D">
        <w:tc>
          <w:tcPr>
            <w:tcW w:w="534" w:type="dxa"/>
            <w:shd w:val="clear" w:color="auto" w:fill="FFC000"/>
          </w:tcPr>
          <w:p w14:paraId="496514A1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45D532A3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1F04825D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0B09F9E3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8C4339D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39FCBFB7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053935E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1149465B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431CD64B" w14:textId="77777777" w:rsidR="008F614B" w:rsidRPr="00525B59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455CECB" w14:textId="77777777" w:rsidR="00230F71" w:rsidRPr="00525B59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AEB0987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5D95A56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1C3FBB1C" w14:textId="77777777" w:rsidTr="00924F9D">
        <w:tc>
          <w:tcPr>
            <w:tcW w:w="534" w:type="dxa"/>
            <w:shd w:val="clear" w:color="auto" w:fill="FFC000"/>
          </w:tcPr>
          <w:p w14:paraId="041C74AB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52B46E3B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  <w:p w14:paraId="6EF5AA6B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C000"/>
          </w:tcPr>
          <w:p w14:paraId="6197B4AB" w14:textId="77777777" w:rsidR="00230F71" w:rsidRPr="008C5691" w:rsidRDefault="008F614B" w:rsidP="00230F71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3FAF03F" w14:textId="77777777" w:rsidR="00230F71" w:rsidRPr="008C5691" w:rsidRDefault="00230F71" w:rsidP="00230F71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1CDF587C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F525E58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5FA32E1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A7EC491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C47DEEA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6A0792DA" w14:textId="77777777" w:rsidTr="00924F9D">
        <w:tc>
          <w:tcPr>
            <w:tcW w:w="534" w:type="dxa"/>
            <w:shd w:val="clear" w:color="auto" w:fill="FFC000"/>
          </w:tcPr>
          <w:p w14:paraId="53F9DDA3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3B8A675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4DD6B417" w14:textId="77777777" w:rsidR="00230F71" w:rsidRDefault="008F614B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40C7AB2D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46FEA880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2931775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FF7BEFE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E66E7CB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CD7488F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7C776609" w14:textId="77777777" w:rsidTr="00924F9D">
        <w:tc>
          <w:tcPr>
            <w:tcW w:w="534" w:type="dxa"/>
            <w:shd w:val="clear" w:color="auto" w:fill="FFC000"/>
          </w:tcPr>
          <w:p w14:paraId="3F99AD9B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05A5E92E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48EF4355" w14:textId="77777777" w:rsidR="00230F71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DF6E182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2335F299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67A89E2A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AC88F25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B2848C6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37C8E9A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17D401A4" w14:textId="77777777" w:rsidTr="00924F9D">
        <w:tc>
          <w:tcPr>
            <w:tcW w:w="534" w:type="dxa"/>
            <w:shd w:val="clear" w:color="auto" w:fill="FFC000"/>
          </w:tcPr>
          <w:p w14:paraId="0B925B0A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08BB342D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10CD55E7" w14:textId="77777777" w:rsidR="00230F71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0653132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351D206F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97210ED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8001C54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74BA040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B4F9A01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5B15CC7A" w14:textId="77777777" w:rsidTr="00924F9D">
        <w:tc>
          <w:tcPr>
            <w:tcW w:w="534" w:type="dxa"/>
            <w:shd w:val="clear" w:color="auto" w:fill="FFC000"/>
          </w:tcPr>
          <w:p w14:paraId="3B4FABEC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7A83512D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ARUM200.LTE6 / xxx</w:t>
            </w:r>
          </w:p>
        </w:tc>
        <w:tc>
          <w:tcPr>
            <w:tcW w:w="708" w:type="dxa"/>
            <w:shd w:val="clear" w:color="auto" w:fill="FFC000"/>
          </w:tcPr>
          <w:p w14:paraId="1ACE2063" w14:textId="77777777" w:rsidR="00230F71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70BD4550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56 kW</w:t>
            </w:r>
          </w:p>
        </w:tc>
        <w:tc>
          <w:tcPr>
            <w:tcW w:w="1238" w:type="dxa"/>
            <w:shd w:val="clear" w:color="auto" w:fill="auto"/>
          </w:tcPr>
          <w:p w14:paraId="2818F59D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60936312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14C9DFB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3556400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DEA2838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6FB820FB" w14:textId="77777777" w:rsidTr="00924F9D">
        <w:tc>
          <w:tcPr>
            <w:tcW w:w="534" w:type="dxa"/>
            <w:shd w:val="clear" w:color="auto" w:fill="FFC000"/>
          </w:tcPr>
          <w:p w14:paraId="6E523FE1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64699997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ARUM120.LTE6 / xxx</w:t>
            </w:r>
          </w:p>
        </w:tc>
        <w:tc>
          <w:tcPr>
            <w:tcW w:w="708" w:type="dxa"/>
            <w:shd w:val="clear" w:color="auto" w:fill="FFC000"/>
          </w:tcPr>
          <w:p w14:paraId="423623A0" w14:textId="77777777" w:rsidR="00230F71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2018EF0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33 kW</w:t>
            </w:r>
          </w:p>
        </w:tc>
        <w:tc>
          <w:tcPr>
            <w:tcW w:w="1238" w:type="dxa"/>
            <w:shd w:val="clear" w:color="auto" w:fill="auto"/>
          </w:tcPr>
          <w:p w14:paraId="00D5508D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127FF004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127852C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42CC568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49E15D2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78D61362" w14:textId="77777777" w:rsidTr="00924F9D">
        <w:tc>
          <w:tcPr>
            <w:tcW w:w="534" w:type="dxa"/>
            <w:shd w:val="clear" w:color="auto" w:fill="FFC000"/>
          </w:tcPr>
          <w:p w14:paraId="05D63B97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06B8D3D2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FUJITSU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ASEH07KMCG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Naścienna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7BA2C919" w14:textId="77777777" w:rsidR="00230F71" w:rsidRDefault="008F614B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2F09AB8F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210760F2" w14:textId="77777777" w:rsidR="00230F71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31EEF25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4C92001" w14:textId="77777777" w:rsidR="00230F71" w:rsidRPr="00525B59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2DD9DBA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AF8E0D5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30F71" w:rsidRPr="00BB6155" w14:paraId="3DDCCB20" w14:textId="77777777" w:rsidTr="00924F9D">
        <w:tc>
          <w:tcPr>
            <w:tcW w:w="534" w:type="dxa"/>
            <w:shd w:val="clear" w:color="auto" w:fill="FFC000"/>
          </w:tcPr>
          <w:p w14:paraId="47B285CC" w14:textId="77777777" w:rsidR="00230F71" w:rsidRPr="00373648" w:rsidRDefault="00230F71" w:rsidP="00230F71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26C3ABDE" w14:textId="77777777" w:rsidR="00230F71" w:rsidRPr="008C5691" w:rsidRDefault="00230F71" w:rsidP="00230F7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FUJITSU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AOEH07KMCG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grzałka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ZPC INV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KLIMATHERM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chłodzenie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całoroczne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FFC000"/>
          </w:tcPr>
          <w:p w14:paraId="3BA52570" w14:textId="77777777" w:rsidR="00230F71" w:rsidRPr="00924F9D" w:rsidRDefault="008F614B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4999FF98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238" w:type="dxa"/>
            <w:shd w:val="clear" w:color="auto" w:fill="auto"/>
          </w:tcPr>
          <w:p w14:paraId="33EF561E" w14:textId="77777777" w:rsidR="00230F71" w:rsidRPr="00924F9D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FC785F3" w14:textId="77777777" w:rsidR="008F614B" w:rsidRPr="00924F9D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46ABF4E" w14:textId="77777777" w:rsidR="00230F71" w:rsidRPr="00924F9D" w:rsidRDefault="008F614B" w:rsidP="008F614B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E39C8E9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9DD679C" w14:textId="77777777" w:rsidR="00230F71" w:rsidRPr="00D31F4B" w:rsidRDefault="00230F71" w:rsidP="00230F71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4A1C716" w14:textId="77777777" w:rsidTr="001418BE">
        <w:tc>
          <w:tcPr>
            <w:tcW w:w="534" w:type="dxa"/>
          </w:tcPr>
          <w:p w14:paraId="5A69636A" w14:textId="77777777" w:rsidR="00214697" w:rsidRPr="00D31F4B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1817BCB7" w14:textId="14078147" w:rsidR="00214697" w:rsidRPr="00D31F4B" w:rsidRDefault="00214697" w:rsidP="00214697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61AF7ED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7A3AAF3E" w14:textId="77777777" w:rsidTr="001418BE">
        <w:tc>
          <w:tcPr>
            <w:tcW w:w="534" w:type="dxa"/>
          </w:tcPr>
          <w:p w14:paraId="6D5F6DAF" w14:textId="77777777" w:rsidR="00214697" w:rsidRPr="00D31F4B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00FFB27D" w14:textId="6CF628BA" w:rsidR="00214697" w:rsidRPr="00D31F4B" w:rsidRDefault="00214697" w:rsidP="00214697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CA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6C6F05B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65722997" w14:textId="77777777" w:rsidTr="00080249">
        <w:tc>
          <w:tcPr>
            <w:tcW w:w="9747" w:type="dxa"/>
            <w:gridSpan w:val="9"/>
          </w:tcPr>
          <w:p w14:paraId="3861D5A2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1C4D8849" w14:textId="77777777" w:rsidR="00214697" w:rsidRPr="001418BE" w:rsidRDefault="00214697" w:rsidP="00214697">
            <w:pPr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Budynek CEUE</w:t>
            </w:r>
            <w:r w:rsidRPr="00D31F4B">
              <w:rPr>
                <w:rFonts w:ascii="Calibri" w:hAnsi="Calibri" w:cs="Arial"/>
                <w:u w:val="single"/>
                <w:lang w:val="pl-PL"/>
              </w:rPr>
              <w:br/>
            </w:r>
            <w:r w:rsidRPr="00D31F4B">
              <w:rPr>
                <w:rFonts w:ascii="Calibri" w:hAnsi="Calibri" w:cs="Arial"/>
                <w:lang w:val="pl-PL"/>
              </w:rPr>
              <w:t>Poznań, ul. Towarowa 55</w:t>
            </w:r>
          </w:p>
        </w:tc>
      </w:tr>
      <w:tr w:rsidR="00214697" w:rsidRPr="00BB6155" w14:paraId="25107039" w14:textId="77777777" w:rsidTr="001418BE">
        <w:tc>
          <w:tcPr>
            <w:tcW w:w="534" w:type="dxa"/>
            <w:shd w:val="clear" w:color="auto" w:fill="auto"/>
          </w:tcPr>
          <w:p w14:paraId="67B27439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4219DE7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SP803AT-E 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KL1 i KL2</w:t>
            </w:r>
          </w:p>
        </w:tc>
        <w:tc>
          <w:tcPr>
            <w:tcW w:w="708" w:type="dxa"/>
            <w:shd w:val="clear" w:color="auto" w:fill="auto"/>
          </w:tcPr>
          <w:p w14:paraId="58B36FAC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6D001A2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6 kW</w:t>
            </w:r>
          </w:p>
        </w:tc>
        <w:tc>
          <w:tcPr>
            <w:tcW w:w="1238" w:type="dxa"/>
            <w:shd w:val="clear" w:color="auto" w:fill="auto"/>
          </w:tcPr>
          <w:p w14:paraId="24DB902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p. -1, pom. UPS</w:t>
            </w:r>
          </w:p>
        </w:tc>
        <w:tc>
          <w:tcPr>
            <w:tcW w:w="992" w:type="dxa"/>
            <w:shd w:val="clear" w:color="auto" w:fill="auto"/>
          </w:tcPr>
          <w:p w14:paraId="1634E13C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5B18AD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072773D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F93682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3EFDDAC" w14:textId="77777777" w:rsidTr="001418BE">
        <w:tc>
          <w:tcPr>
            <w:tcW w:w="534" w:type="dxa"/>
            <w:shd w:val="clear" w:color="auto" w:fill="auto"/>
          </w:tcPr>
          <w:p w14:paraId="02AE0770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9600729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SM2242DT-E KL3 i KL4</w:t>
            </w:r>
          </w:p>
        </w:tc>
        <w:tc>
          <w:tcPr>
            <w:tcW w:w="708" w:type="dxa"/>
            <w:shd w:val="clear" w:color="auto" w:fill="auto"/>
          </w:tcPr>
          <w:p w14:paraId="23FFA7EF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1DA45D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20 kW</w:t>
            </w:r>
          </w:p>
          <w:p w14:paraId="4DB6A7B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734D0A6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 parter (013)</w:t>
            </w:r>
          </w:p>
        </w:tc>
        <w:tc>
          <w:tcPr>
            <w:tcW w:w="992" w:type="dxa"/>
            <w:shd w:val="clear" w:color="auto" w:fill="auto"/>
          </w:tcPr>
          <w:p w14:paraId="6D959D22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FBA21B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2ABD61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5406F0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6FB767E1" w14:textId="77777777" w:rsidTr="001418BE">
        <w:tc>
          <w:tcPr>
            <w:tcW w:w="534" w:type="dxa"/>
            <w:shd w:val="clear" w:color="auto" w:fill="auto"/>
          </w:tcPr>
          <w:p w14:paraId="4417D491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142AAA5" w14:textId="77777777" w:rsidR="00214697" w:rsidRPr="00B0167C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TOSHIBA</w:t>
            </w:r>
          </w:p>
          <w:p w14:paraId="55997254" w14:textId="77777777" w:rsidR="00214697" w:rsidRPr="0019233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-SM802KRT-E</w:t>
            </w:r>
          </w:p>
        </w:tc>
        <w:tc>
          <w:tcPr>
            <w:tcW w:w="708" w:type="dxa"/>
            <w:shd w:val="clear" w:color="auto" w:fill="auto"/>
          </w:tcPr>
          <w:p w14:paraId="7AC3DA0D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691273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499B85E9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 p.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20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6E6D164E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9FDA64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2E1841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095D91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3353E080" w14:textId="77777777" w:rsidTr="001418BE">
        <w:tc>
          <w:tcPr>
            <w:tcW w:w="534" w:type="dxa"/>
            <w:shd w:val="clear" w:color="auto" w:fill="auto"/>
          </w:tcPr>
          <w:p w14:paraId="6A1918F9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5FDFFA92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SM1107CTP-E KL5 i KL6</w:t>
            </w:r>
          </w:p>
        </w:tc>
        <w:tc>
          <w:tcPr>
            <w:tcW w:w="708" w:type="dxa"/>
            <w:shd w:val="clear" w:color="auto" w:fill="auto"/>
          </w:tcPr>
          <w:p w14:paraId="2E9CA562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A815B1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10 kW</w:t>
            </w:r>
          </w:p>
        </w:tc>
        <w:tc>
          <w:tcPr>
            <w:tcW w:w="1238" w:type="dxa"/>
            <w:shd w:val="clear" w:color="auto" w:fill="auto"/>
          </w:tcPr>
          <w:p w14:paraId="5F9188C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 p. (2.18)</w:t>
            </w:r>
          </w:p>
        </w:tc>
        <w:tc>
          <w:tcPr>
            <w:tcW w:w="992" w:type="dxa"/>
            <w:shd w:val="clear" w:color="auto" w:fill="auto"/>
          </w:tcPr>
          <w:p w14:paraId="6D39364C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6E4F30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584D13D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FFFCC7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FD11AFA" w14:textId="77777777" w:rsidTr="001418BE">
        <w:tc>
          <w:tcPr>
            <w:tcW w:w="534" w:type="dxa"/>
            <w:shd w:val="clear" w:color="auto" w:fill="auto"/>
          </w:tcPr>
          <w:p w14:paraId="33D85E3A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0EA394BD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-SM1107CTP KL7</w:t>
            </w:r>
          </w:p>
        </w:tc>
        <w:tc>
          <w:tcPr>
            <w:tcW w:w="708" w:type="dxa"/>
            <w:shd w:val="clear" w:color="auto" w:fill="auto"/>
          </w:tcPr>
          <w:p w14:paraId="348DDCF2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161F1E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 x 10 kW</w:t>
            </w:r>
          </w:p>
        </w:tc>
        <w:tc>
          <w:tcPr>
            <w:tcW w:w="1238" w:type="dxa"/>
            <w:shd w:val="clear" w:color="auto" w:fill="auto"/>
          </w:tcPr>
          <w:p w14:paraId="658AEBE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III p. (3.20)</w:t>
            </w:r>
          </w:p>
        </w:tc>
        <w:tc>
          <w:tcPr>
            <w:tcW w:w="992" w:type="dxa"/>
            <w:shd w:val="clear" w:color="auto" w:fill="auto"/>
          </w:tcPr>
          <w:p w14:paraId="1D89292E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1FD93E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681F64E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76F9C6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B779E0F" w14:textId="77777777" w:rsidTr="001418BE">
        <w:tc>
          <w:tcPr>
            <w:tcW w:w="534" w:type="dxa"/>
            <w:shd w:val="clear" w:color="auto" w:fill="auto"/>
          </w:tcPr>
          <w:p w14:paraId="0404BBB2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4A14B18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T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OSHIBA </w:t>
            </w: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-SM802KRT-E</w:t>
            </w:r>
          </w:p>
        </w:tc>
        <w:tc>
          <w:tcPr>
            <w:tcW w:w="708" w:type="dxa"/>
            <w:shd w:val="clear" w:color="auto" w:fill="auto"/>
          </w:tcPr>
          <w:p w14:paraId="7ACAB0BB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CEAEE0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6BBAFC6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III p. (3.20)</w:t>
            </w:r>
          </w:p>
        </w:tc>
        <w:tc>
          <w:tcPr>
            <w:tcW w:w="992" w:type="dxa"/>
            <w:shd w:val="clear" w:color="auto" w:fill="auto"/>
          </w:tcPr>
          <w:p w14:paraId="7F72D908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3FCF66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A868A7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679D89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55F83DB6" w14:textId="77777777" w:rsidTr="001418BE">
        <w:tc>
          <w:tcPr>
            <w:tcW w:w="534" w:type="dxa"/>
            <w:shd w:val="clear" w:color="auto" w:fill="auto"/>
          </w:tcPr>
          <w:p w14:paraId="26F76092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B408093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 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-SM1107CTP-E KL8</w:t>
            </w:r>
          </w:p>
        </w:tc>
        <w:tc>
          <w:tcPr>
            <w:tcW w:w="708" w:type="dxa"/>
            <w:shd w:val="clear" w:color="auto" w:fill="auto"/>
          </w:tcPr>
          <w:p w14:paraId="749188CD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E3A14F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 x 10 kW</w:t>
            </w:r>
          </w:p>
        </w:tc>
        <w:tc>
          <w:tcPr>
            <w:tcW w:w="1238" w:type="dxa"/>
            <w:shd w:val="clear" w:color="auto" w:fill="auto"/>
          </w:tcPr>
          <w:p w14:paraId="6543F2C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(4.13)</w:t>
            </w:r>
          </w:p>
        </w:tc>
        <w:tc>
          <w:tcPr>
            <w:tcW w:w="992" w:type="dxa"/>
            <w:shd w:val="clear" w:color="auto" w:fill="auto"/>
          </w:tcPr>
          <w:p w14:paraId="7AC546A1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D33913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3E57A9A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414331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7D549875" w14:textId="77777777" w:rsidTr="001418BE">
        <w:tc>
          <w:tcPr>
            <w:tcW w:w="534" w:type="dxa"/>
            <w:shd w:val="clear" w:color="auto" w:fill="auto"/>
          </w:tcPr>
          <w:p w14:paraId="2F6458D8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7B11542" w14:textId="77777777" w:rsidR="00214697" w:rsidRPr="0019233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1F89670F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10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5437B5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38E0CBF2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FCD410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86038C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E6F621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212FBDA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568786DD" w14:textId="77777777" w:rsidTr="001418BE">
        <w:tc>
          <w:tcPr>
            <w:tcW w:w="534" w:type="dxa"/>
            <w:shd w:val="clear" w:color="auto" w:fill="auto"/>
          </w:tcPr>
          <w:p w14:paraId="3169BE89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0BF5554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TOSHIBA-MMU-APO244-HP-E</w:t>
            </w:r>
          </w:p>
        </w:tc>
        <w:tc>
          <w:tcPr>
            <w:tcW w:w="708" w:type="dxa"/>
            <w:shd w:val="clear" w:color="auto" w:fill="auto"/>
          </w:tcPr>
          <w:p w14:paraId="07393CE7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9E2250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7,1 kW</w:t>
            </w:r>
          </w:p>
        </w:tc>
        <w:tc>
          <w:tcPr>
            <w:tcW w:w="1238" w:type="dxa"/>
            <w:shd w:val="clear" w:color="auto" w:fill="auto"/>
          </w:tcPr>
          <w:p w14:paraId="33B3B02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0F7A6307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535AB41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6F7C0C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9ABFFF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EA69DB6" w14:textId="77777777" w:rsidTr="001418BE">
        <w:tc>
          <w:tcPr>
            <w:tcW w:w="534" w:type="dxa"/>
            <w:shd w:val="clear" w:color="auto" w:fill="auto"/>
          </w:tcPr>
          <w:p w14:paraId="284DA7ED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62FE831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36EB8960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501FF1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7 x 3,6 kW</w:t>
            </w:r>
          </w:p>
        </w:tc>
        <w:tc>
          <w:tcPr>
            <w:tcW w:w="1238" w:type="dxa"/>
            <w:shd w:val="clear" w:color="auto" w:fill="auto"/>
          </w:tcPr>
          <w:p w14:paraId="38A3FFA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06948663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AF4451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80AE42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4E0C9B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56B3723D" w14:textId="77777777" w:rsidTr="001418BE">
        <w:tc>
          <w:tcPr>
            <w:tcW w:w="534" w:type="dxa"/>
            <w:shd w:val="clear" w:color="auto" w:fill="auto"/>
          </w:tcPr>
          <w:p w14:paraId="48FD261C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2ABD597" w14:textId="77777777" w:rsidR="00214697" w:rsidRPr="0019233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052DDE65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BB988A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27BD59B3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2626DD61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C07924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984796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A332231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16356006" w14:textId="77777777" w:rsidTr="001418BE">
        <w:tc>
          <w:tcPr>
            <w:tcW w:w="534" w:type="dxa"/>
            <w:shd w:val="clear" w:color="auto" w:fill="auto"/>
          </w:tcPr>
          <w:p w14:paraId="3D327018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53030BB4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094H</w:t>
            </w:r>
          </w:p>
        </w:tc>
        <w:tc>
          <w:tcPr>
            <w:tcW w:w="708" w:type="dxa"/>
            <w:shd w:val="clear" w:color="auto" w:fill="auto"/>
          </w:tcPr>
          <w:p w14:paraId="36E4E111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59B1981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1kW</w:t>
            </w:r>
          </w:p>
        </w:tc>
        <w:tc>
          <w:tcPr>
            <w:tcW w:w="1238" w:type="dxa"/>
            <w:shd w:val="clear" w:color="auto" w:fill="auto"/>
          </w:tcPr>
          <w:p w14:paraId="2A2E128D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448A76E6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F0040E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7C7A91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1AF1E9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AFE4BAB" w14:textId="77777777" w:rsidTr="001418BE">
        <w:tc>
          <w:tcPr>
            <w:tcW w:w="534" w:type="dxa"/>
            <w:shd w:val="clear" w:color="auto" w:fill="auto"/>
          </w:tcPr>
          <w:p w14:paraId="18B17F81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C75299D" w14:textId="77777777" w:rsidR="00214697" w:rsidRPr="00B0167C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TOSHIBA</w:t>
            </w:r>
          </w:p>
          <w:p w14:paraId="65CA5D40" w14:textId="77777777" w:rsidR="00214697" w:rsidRPr="00B0167C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-SM80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4UT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-E</w:t>
            </w:r>
          </w:p>
        </w:tc>
        <w:tc>
          <w:tcPr>
            <w:tcW w:w="708" w:type="dxa"/>
            <w:shd w:val="clear" w:color="auto" w:fill="auto"/>
          </w:tcPr>
          <w:p w14:paraId="1F684BC6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F2FB781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649FC221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I p.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29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5FE745FA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674676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AB0B81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6893D92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4BAC1AF6" w14:textId="77777777" w:rsidTr="001418BE">
        <w:tc>
          <w:tcPr>
            <w:tcW w:w="534" w:type="dxa"/>
            <w:shd w:val="clear" w:color="auto" w:fill="auto"/>
          </w:tcPr>
          <w:p w14:paraId="58A98FD3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BFF6E09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MMU-APO244 HP-E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br/>
            </w:r>
          </w:p>
        </w:tc>
        <w:tc>
          <w:tcPr>
            <w:tcW w:w="708" w:type="dxa"/>
            <w:shd w:val="clear" w:color="auto" w:fill="auto"/>
          </w:tcPr>
          <w:p w14:paraId="112D4E0D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218091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7,1 kW</w:t>
            </w:r>
          </w:p>
        </w:tc>
        <w:tc>
          <w:tcPr>
            <w:tcW w:w="1238" w:type="dxa"/>
            <w:shd w:val="clear" w:color="auto" w:fill="auto"/>
          </w:tcPr>
          <w:p w14:paraId="3F216BF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00375D1D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6FBE37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8526CC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D24E68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4365EE64" w14:textId="77777777" w:rsidTr="001418BE">
        <w:tc>
          <w:tcPr>
            <w:tcW w:w="534" w:type="dxa"/>
            <w:shd w:val="clear" w:color="auto" w:fill="auto"/>
          </w:tcPr>
          <w:p w14:paraId="2493345F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E4CF4A8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2952AA33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3581FD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5 x 3,6 kW</w:t>
            </w:r>
          </w:p>
        </w:tc>
        <w:tc>
          <w:tcPr>
            <w:tcW w:w="1238" w:type="dxa"/>
            <w:shd w:val="clear" w:color="auto" w:fill="auto"/>
          </w:tcPr>
          <w:p w14:paraId="46CA9FF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6666F821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749F57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B598F4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5DB26A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664ED068" w14:textId="77777777" w:rsidTr="001418BE">
        <w:tc>
          <w:tcPr>
            <w:tcW w:w="534" w:type="dxa"/>
            <w:shd w:val="clear" w:color="auto" w:fill="auto"/>
          </w:tcPr>
          <w:p w14:paraId="38774E7E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540AFB48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4456EC3F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5B206BA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29B8DF3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345926EA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B36AD3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BA0A28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88C73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53FD513" w14:textId="77777777" w:rsidTr="001418BE">
        <w:tc>
          <w:tcPr>
            <w:tcW w:w="534" w:type="dxa"/>
            <w:shd w:val="clear" w:color="auto" w:fill="auto"/>
          </w:tcPr>
          <w:p w14:paraId="789E20A9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</w:tcPr>
          <w:p w14:paraId="6557EF66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MMU-APO094 HP-E</w:t>
            </w:r>
          </w:p>
        </w:tc>
        <w:tc>
          <w:tcPr>
            <w:tcW w:w="708" w:type="dxa"/>
            <w:shd w:val="clear" w:color="auto" w:fill="auto"/>
          </w:tcPr>
          <w:p w14:paraId="79880D91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37D7AF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x 2,8 kW</w:t>
            </w:r>
          </w:p>
        </w:tc>
        <w:tc>
          <w:tcPr>
            <w:tcW w:w="1238" w:type="dxa"/>
            <w:shd w:val="clear" w:color="auto" w:fill="auto"/>
          </w:tcPr>
          <w:p w14:paraId="2FE4644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67E7B0F6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E7CBDE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28E66B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084B5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1117803D" w14:textId="77777777" w:rsidTr="001418BE">
        <w:tc>
          <w:tcPr>
            <w:tcW w:w="534" w:type="dxa"/>
            <w:shd w:val="clear" w:color="auto" w:fill="auto"/>
          </w:tcPr>
          <w:p w14:paraId="1CDE0CC7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0D9CDDBA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55F2DB39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0D0EB7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3,6 kW</w:t>
            </w:r>
          </w:p>
        </w:tc>
        <w:tc>
          <w:tcPr>
            <w:tcW w:w="1238" w:type="dxa"/>
            <w:shd w:val="clear" w:color="auto" w:fill="auto"/>
          </w:tcPr>
          <w:p w14:paraId="49E5A18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0971759C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0B9876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88D9C2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BAC03B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DE5F91D" w14:textId="77777777" w:rsidTr="001418BE">
        <w:tc>
          <w:tcPr>
            <w:tcW w:w="534" w:type="dxa"/>
            <w:shd w:val="clear" w:color="auto" w:fill="auto"/>
          </w:tcPr>
          <w:p w14:paraId="4D9F6845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76FFD2C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1E508695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247D6E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690B138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68FA3A06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290F9A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EC6771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ED2F3F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14F19864" w14:textId="77777777" w:rsidTr="001418BE">
        <w:tc>
          <w:tcPr>
            <w:tcW w:w="534" w:type="dxa"/>
            <w:shd w:val="clear" w:color="auto" w:fill="auto"/>
          </w:tcPr>
          <w:p w14:paraId="4A9291B8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3ED24EB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MMU-APO094 HP-E</w:t>
            </w:r>
          </w:p>
        </w:tc>
        <w:tc>
          <w:tcPr>
            <w:tcW w:w="708" w:type="dxa"/>
            <w:shd w:val="clear" w:color="auto" w:fill="auto"/>
          </w:tcPr>
          <w:p w14:paraId="6BAE4CD8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8C6F5E1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2,8 kW</w:t>
            </w:r>
          </w:p>
        </w:tc>
        <w:tc>
          <w:tcPr>
            <w:tcW w:w="1238" w:type="dxa"/>
            <w:shd w:val="clear" w:color="auto" w:fill="auto"/>
          </w:tcPr>
          <w:p w14:paraId="23D3728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01DCC0CB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CDCDDE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038A1B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7A08A9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733321C0" w14:textId="77777777" w:rsidTr="001418BE">
        <w:tc>
          <w:tcPr>
            <w:tcW w:w="534" w:type="dxa"/>
            <w:shd w:val="clear" w:color="auto" w:fill="auto"/>
          </w:tcPr>
          <w:p w14:paraId="136FE1BD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633C5FC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4B3F2279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01A523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x 3,6 kW</w:t>
            </w:r>
          </w:p>
        </w:tc>
        <w:tc>
          <w:tcPr>
            <w:tcW w:w="1238" w:type="dxa"/>
            <w:shd w:val="clear" w:color="auto" w:fill="auto"/>
          </w:tcPr>
          <w:p w14:paraId="1CD04AF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7DD9AB4A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28D3ED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FB10C8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63AA75A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DC4F7FB" w14:textId="77777777" w:rsidTr="001418BE">
        <w:tc>
          <w:tcPr>
            <w:tcW w:w="534" w:type="dxa"/>
            <w:shd w:val="clear" w:color="auto" w:fill="auto"/>
          </w:tcPr>
          <w:p w14:paraId="0BA2BED6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D7FC36C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304H</w:t>
            </w:r>
          </w:p>
        </w:tc>
        <w:tc>
          <w:tcPr>
            <w:tcW w:w="708" w:type="dxa"/>
            <w:shd w:val="clear" w:color="auto" w:fill="auto"/>
          </w:tcPr>
          <w:p w14:paraId="29790278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2606F5E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689D1E58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6EA214D2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B05A9F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356FF6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B9066C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7F7DBA7" w14:textId="77777777" w:rsidTr="001418BE">
        <w:tc>
          <w:tcPr>
            <w:tcW w:w="534" w:type="dxa"/>
            <w:shd w:val="clear" w:color="auto" w:fill="auto"/>
          </w:tcPr>
          <w:p w14:paraId="786A176C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9116FC4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MMU-APO244 HP-E</w:t>
            </w:r>
          </w:p>
        </w:tc>
        <w:tc>
          <w:tcPr>
            <w:tcW w:w="708" w:type="dxa"/>
            <w:shd w:val="clear" w:color="auto" w:fill="auto"/>
          </w:tcPr>
          <w:p w14:paraId="4CF96A79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7768D9C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3A23517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77FA34F9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4CF2B5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ABF992E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3643FF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83B1D62" w14:textId="77777777" w:rsidTr="001418BE">
        <w:tc>
          <w:tcPr>
            <w:tcW w:w="534" w:type="dxa"/>
            <w:shd w:val="clear" w:color="auto" w:fill="auto"/>
          </w:tcPr>
          <w:p w14:paraId="4AB24A1E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4D2406F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TOSHIBA - MMU-APO272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H</w:t>
            </w:r>
          </w:p>
        </w:tc>
        <w:tc>
          <w:tcPr>
            <w:tcW w:w="708" w:type="dxa"/>
            <w:shd w:val="clear" w:color="auto" w:fill="auto"/>
          </w:tcPr>
          <w:p w14:paraId="00FEAC82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52CA3F5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5C9AD8B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3B784982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0A8CB1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3683A9B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412971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7DDF955" w14:textId="77777777" w:rsidTr="001418BE">
        <w:tc>
          <w:tcPr>
            <w:tcW w:w="534" w:type="dxa"/>
            <w:shd w:val="clear" w:color="auto" w:fill="auto"/>
          </w:tcPr>
          <w:p w14:paraId="5EE2EBC7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27C0D74" w14:textId="77777777" w:rsidR="00214697" w:rsidRPr="0019233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Agregat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wody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lodowej</w:t>
            </w:r>
            <w:proofErr w:type="spellEnd"/>
          </w:p>
          <w:p w14:paraId="2C1D0504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CLIMA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ENETA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typ NECS-W 1104</w:t>
            </w:r>
          </w:p>
        </w:tc>
        <w:tc>
          <w:tcPr>
            <w:tcW w:w="708" w:type="dxa"/>
            <w:shd w:val="clear" w:color="auto" w:fill="auto"/>
          </w:tcPr>
          <w:p w14:paraId="7056372D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68FB98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42CE27F8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wentylatorownia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</w:p>
          <w:p w14:paraId="79E0357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pom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>. -2.15</w:t>
            </w:r>
          </w:p>
        </w:tc>
        <w:tc>
          <w:tcPr>
            <w:tcW w:w="992" w:type="dxa"/>
            <w:shd w:val="clear" w:color="auto" w:fill="auto"/>
          </w:tcPr>
          <w:p w14:paraId="296F6D3F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2BED61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E27FFC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F8C63D0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043454E9" w14:textId="77777777" w:rsidTr="001418BE">
        <w:tc>
          <w:tcPr>
            <w:tcW w:w="534" w:type="dxa"/>
            <w:shd w:val="clear" w:color="auto" w:fill="auto"/>
          </w:tcPr>
          <w:p w14:paraId="69B2F264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109CF3B" w14:textId="77777777" w:rsidR="00214697" w:rsidRPr="0019233B" w:rsidRDefault="00214697" w:rsidP="00214697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Drycooler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REFRION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typ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EA3D 2490.6/2 QRA</w:t>
            </w:r>
          </w:p>
        </w:tc>
        <w:tc>
          <w:tcPr>
            <w:tcW w:w="708" w:type="dxa"/>
            <w:shd w:val="clear" w:color="auto" w:fill="auto"/>
          </w:tcPr>
          <w:p w14:paraId="405FC94C" w14:textId="77777777" w:rsidR="00214697" w:rsidRPr="00F42E89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5BA51A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47DB8D32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dach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C497F9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D06F902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F8B9B7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9D8FB7B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78BC209E" w14:textId="77777777" w:rsidTr="001418BE">
        <w:tc>
          <w:tcPr>
            <w:tcW w:w="534" w:type="dxa"/>
          </w:tcPr>
          <w:p w14:paraId="66AA1D19" w14:textId="77777777" w:rsidR="00214697" w:rsidRPr="00D31F4B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272B399A" w14:textId="28F6BF2E" w:rsidR="00214697" w:rsidRPr="00D31F4B" w:rsidRDefault="00214697" w:rsidP="00214697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CEUE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404D838A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7D24941" w14:textId="77777777" w:rsidTr="001418BE">
        <w:tc>
          <w:tcPr>
            <w:tcW w:w="534" w:type="dxa"/>
          </w:tcPr>
          <w:p w14:paraId="643C4548" w14:textId="77777777" w:rsidR="00214697" w:rsidRPr="00D31F4B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773ACCF8" w14:textId="3474D914" w:rsidR="00214697" w:rsidRPr="00D31F4B" w:rsidRDefault="00214697" w:rsidP="00214697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CEUE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5D642E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74AC550" w14:textId="77777777" w:rsidTr="00924F9D">
        <w:tc>
          <w:tcPr>
            <w:tcW w:w="534" w:type="dxa"/>
            <w:vAlign w:val="center"/>
          </w:tcPr>
          <w:p w14:paraId="4950FD35" w14:textId="77777777" w:rsidR="00214697" w:rsidRPr="00D44BC1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430EB5BE" w14:textId="22C5CCF6" w:rsidR="00214697" w:rsidRDefault="00214697" w:rsidP="00214697">
            <w:pPr>
              <w:jc w:val="right"/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</w:pP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 konserwacji i przeglądów w budynkach dydaktycznych UEP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(suma pozycji </w:t>
            </w:r>
            <w:r w:rsidR="008F614B">
              <w:rPr>
                <w:rFonts w:ascii="Calibri" w:hAnsi="Calibri" w:cs="Arial"/>
                <w:b/>
                <w:sz w:val="19"/>
                <w:szCs w:val="19"/>
                <w:lang w:val="pl-PL"/>
              </w:rPr>
              <w:t>3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3, 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>5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1, 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>6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4,104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>, 132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D40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2025</w:t>
            </w: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  <w:r w:rsidR="00230F71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</w:tcPr>
          <w:p w14:paraId="265F0B8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6ED981DB" w14:textId="77777777" w:rsidTr="00924F9D">
        <w:tc>
          <w:tcPr>
            <w:tcW w:w="534" w:type="dxa"/>
            <w:vAlign w:val="center"/>
          </w:tcPr>
          <w:p w14:paraId="7A806487" w14:textId="77777777" w:rsidR="00214697" w:rsidRPr="00D44BC1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2A9D8069" w14:textId="6155192F" w:rsidR="00214697" w:rsidRPr="00DA7129" w:rsidRDefault="00214697" w:rsidP="00214697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brutto rocznej konserwacji i przeglądów w budynkach dydaktycznych UEP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(suma pozycji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34, 52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,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>6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5,105</w:t>
            </w:r>
            <w:r w:rsidR="00924F9D">
              <w:rPr>
                <w:rFonts w:ascii="Calibri" w:hAnsi="Calibri" w:cs="Arial"/>
                <w:b/>
                <w:sz w:val="19"/>
                <w:szCs w:val="19"/>
                <w:lang w:val="pl-PL"/>
              </w:rPr>
              <w:t>, 133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D40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2025</w:t>
            </w: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  <w:r w:rsidR="00230F71"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</w:tcPr>
          <w:p w14:paraId="77540F3D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21DE575A" w14:textId="77777777" w:rsidTr="00080249">
        <w:tc>
          <w:tcPr>
            <w:tcW w:w="9747" w:type="dxa"/>
            <w:gridSpan w:val="9"/>
            <w:vAlign w:val="center"/>
          </w:tcPr>
          <w:p w14:paraId="2957A193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44BC1">
              <w:rPr>
                <w:rFonts w:ascii="Calibri" w:hAnsi="Calibri" w:cs="Arial"/>
                <w:b/>
                <w:sz w:val="20"/>
                <w:szCs w:val="20"/>
                <w:lang w:val="pl-PL"/>
              </w:rPr>
              <w:t>DOM STUDENCKI</w:t>
            </w:r>
          </w:p>
        </w:tc>
      </w:tr>
      <w:tr w:rsidR="00214697" w:rsidRPr="00BB6155" w14:paraId="4CD2B103" w14:textId="77777777" w:rsidTr="00080249">
        <w:tc>
          <w:tcPr>
            <w:tcW w:w="9747" w:type="dxa"/>
            <w:gridSpan w:val="9"/>
          </w:tcPr>
          <w:p w14:paraId="69C9CE17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7DF4439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D.S. Atol</w:t>
            </w:r>
          </w:p>
          <w:p w14:paraId="1ED2B029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lang w:val="pl-PL"/>
              </w:rPr>
              <w:t>Poznań, ul. Andrzejewskiego 11</w:t>
            </w:r>
          </w:p>
          <w:p w14:paraId="13BCCB5F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</w:tc>
      </w:tr>
      <w:tr w:rsidR="00214697" w:rsidRPr="00BB6155" w14:paraId="3EC99AC6" w14:textId="77777777" w:rsidTr="001418BE">
        <w:tc>
          <w:tcPr>
            <w:tcW w:w="534" w:type="dxa"/>
          </w:tcPr>
          <w:p w14:paraId="49DD8E17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3A0E591" w14:textId="77777777" w:rsidR="00214697" w:rsidRPr="00D31F4B" w:rsidRDefault="00214697" w:rsidP="0021469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– HHF018</w:t>
            </w:r>
          </w:p>
        </w:tc>
        <w:tc>
          <w:tcPr>
            <w:tcW w:w="708" w:type="dxa"/>
          </w:tcPr>
          <w:p w14:paraId="5E93C404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65D3AD3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3,3 kW</w:t>
            </w:r>
          </w:p>
        </w:tc>
        <w:tc>
          <w:tcPr>
            <w:tcW w:w="1238" w:type="dxa"/>
          </w:tcPr>
          <w:p w14:paraId="04A8CFB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992" w:type="dxa"/>
          </w:tcPr>
          <w:p w14:paraId="5B34F31F" w14:textId="77777777" w:rsidR="00214697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95FD816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CF18615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8B18F0C" w14:textId="77777777" w:rsidR="00214697" w:rsidRPr="00D31F4B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129F9116" w14:textId="77777777" w:rsidTr="001418BE">
        <w:tc>
          <w:tcPr>
            <w:tcW w:w="534" w:type="dxa"/>
          </w:tcPr>
          <w:p w14:paraId="5743687B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500C2C9F" w14:textId="77777777" w:rsidR="00214697" w:rsidRPr="00DA7129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Suma kosztów rocznych netto konserwacji i przeglądów dla budynku D.S. Atol:</w:t>
            </w:r>
          </w:p>
        </w:tc>
        <w:tc>
          <w:tcPr>
            <w:tcW w:w="1559" w:type="dxa"/>
          </w:tcPr>
          <w:p w14:paraId="7E18A5DA" w14:textId="77777777" w:rsidR="00214697" w:rsidRPr="00BB6155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7370FF53" w14:textId="77777777" w:rsidTr="001418BE">
        <w:tc>
          <w:tcPr>
            <w:tcW w:w="534" w:type="dxa"/>
          </w:tcPr>
          <w:p w14:paraId="0E8DBA42" w14:textId="77777777" w:rsidR="00214697" w:rsidRPr="00BB6155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6E2F3178" w14:textId="77777777" w:rsidR="00214697" w:rsidRPr="00DA7129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VII</w:t>
            </w: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AT: 8%) konserwacji i przeglądów dla budynku D.S. Atol:</w:t>
            </w:r>
          </w:p>
        </w:tc>
        <w:tc>
          <w:tcPr>
            <w:tcW w:w="1559" w:type="dxa"/>
          </w:tcPr>
          <w:p w14:paraId="2389AAFA" w14:textId="77777777" w:rsidR="00214697" w:rsidRPr="00BB6155" w:rsidRDefault="00214697" w:rsidP="00214697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214697" w:rsidRPr="00BB6155" w14:paraId="31AD7C79" w14:textId="77777777" w:rsidTr="00924F9D">
        <w:trPr>
          <w:trHeight w:val="416"/>
        </w:trPr>
        <w:tc>
          <w:tcPr>
            <w:tcW w:w="534" w:type="dxa"/>
            <w:vAlign w:val="center"/>
          </w:tcPr>
          <w:p w14:paraId="5100106F" w14:textId="77777777" w:rsidR="00214697" w:rsidRPr="00DA7129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0A8340C7" w14:textId="77777777" w:rsidR="00214697" w:rsidRPr="00BB6155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netto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rocznej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261F4F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(za rok 2025)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konserwacji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we 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wszystkich budynk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ach UEP (suma pozycji 1</w:t>
            </w:r>
            <w:r w:rsidR="00924F9D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37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1</w:t>
            </w:r>
            <w:r w:rsidR="00EB139D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34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  <w:r w:rsidR="00230F71"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858CC96" w14:textId="77777777" w:rsidR="00214697" w:rsidRPr="00BB6155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214697" w:rsidRPr="00BB6155" w14:paraId="560780DE" w14:textId="77777777" w:rsidTr="00924F9D">
        <w:trPr>
          <w:trHeight w:val="416"/>
        </w:trPr>
        <w:tc>
          <w:tcPr>
            <w:tcW w:w="534" w:type="dxa"/>
            <w:vAlign w:val="center"/>
          </w:tcPr>
          <w:p w14:paraId="678CE999" w14:textId="77777777" w:rsidR="00214697" w:rsidRPr="00DA7129" w:rsidRDefault="00214697" w:rsidP="00214697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23EA82E7" w14:textId="77777777" w:rsidR="00214697" w:rsidRPr="00BB6155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brutto rocznej</w:t>
            </w:r>
            <w:r w:rsidR="00261F4F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(za rok 2026)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we wszystkich budynkach UEP (suma pozycji 1</w:t>
            </w:r>
            <w:r w:rsidR="00924F9D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38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1</w:t>
            </w:r>
            <w:r w:rsidR="00EB139D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35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  <w:r w:rsidR="00230F71"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6AC961B" w14:textId="77777777" w:rsidR="00214697" w:rsidRPr="00BB6155" w:rsidRDefault="00214697" w:rsidP="00214697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78E7B69C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C558970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88676D0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988DD68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2A2C270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90A0C7E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18E1463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2B11944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F2336EC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4FEC0E4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C3ADDC5" w14:textId="77777777" w:rsidR="00D8440A" w:rsidRPr="00BB6155" w:rsidRDefault="00D8440A" w:rsidP="00D8440A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BB6155">
        <w:rPr>
          <w:rFonts w:ascii="Calibri" w:hAnsi="Calibri" w:cs="Arial"/>
          <w:sz w:val="26"/>
          <w:szCs w:val="26"/>
          <w:lang w:val="pl-PL"/>
        </w:rPr>
        <w:t>Zestawienie klimatyzatorów podlegających konserwacji</w:t>
      </w:r>
      <w:r>
        <w:rPr>
          <w:rFonts w:ascii="Calibri" w:hAnsi="Calibri" w:cs="Arial"/>
          <w:sz w:val="26"/>
          <w:szCs w:val="26"/>
          <w:lang w:val="pl-PL"/>
        </w:rPr>
        <w:t xml:space="preserve"> i przeglądom</w:t>
      </w:r>
      <w:r w:rsidRPr="00BB6155">
        <w:rPr>
          <w:rFonts w:ascii="Calibri" w:hAnsi="Calibri" w:cs="Arial"/>
          <w:sz w:val="26"/>
          <w:szCs w:val="26"/>
          <w:lang w:val="pl-PL"/>
        </w:rPr>
        <w:t xml:space="preserve"> w </w:t>
      </w:r>
      <w:r>
        <w:rPr>
          <w:rFonts w:ascii="Calibri" w:hAnsi="Calibri" w:cs="Arial"/>
          <w:sz w:val="26"/>
          <w:szCs w:val="26"/>
          <w:lang w:val="pl-PL"/>
        </w:rPr>
        <w:t>2026</w:t>
      </w:r>
      <w:r w:rsidRPr="00BB6155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095A9A79" w14:textId="77777777" w:rsidR="00D8440A" w:rsidRPr="000A10BE" w:rsidRDefault="00D8440A" w:rsidP="00D8440A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54"/>
        <w:gridCol w:w="708"/>
        <w:gridCol w:w="1134"/>
        <w:gridCol w:w="180"/>
        <w:gridCol w:w="1238"/>
        <w:gridCol w:w="992"/>
        <w:gridCol w:w="948"/>
        <w:gridCol w:w="1559"/>
      </w:tblGrid>
      <w:tr w:rsidR="00D8440A" w:rsidRPr="00BB6155" w14:paraId="6CD1CE96" w14:textId="77777777" w:rsidTr="00B51D42">
        <w:tc>
          <w:tcPr>
            <w:tcW w:w="534" w:type="dxa"/>
          </w:tcPr>
          <w:p w14:paraId="73E4C781" w14:textId="77777777" w:rsidR="00D8440A" w:rsidRPr="00BB6155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454" w:type="dxa"/>
          </w:tcPr>
          <w:p w14:paraId="2AC69ED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708" w:type="dxa"/>
          </w:tcPr>
          <w:p w14:paraId="20C97FF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134" w:type="dxa"/>
          </w:tcPr>
          <w:p w14:paraId="6D4008D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418" w:type="dxa"/>
            <w:gridSpan w:val="2"/>
          </w:tcPr>
          <w:p w14:paraId="4CA00A9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992" w:type="dxa"/>
          </w:tcPr>
          <w:p w14:paraId="32C2ADF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948" w:type="dxa"/>
          </w:tcPr>
          <w:p w14:paraId="7198297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7</w:t>
            </w:r>
          </w:p>
        </w:tc>
        <w:tc>
          <w:tcPr>
            <w:tcW w:w="1559" w:type="dxa"/>
          </w:tcPr>
          <w:p w14:paraId="757C243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8 </w:t>
            </w:r>
          </w:p>
          <w:p w14:paraId="3686CF7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(3 x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6 x 7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</w:p>
        </w:tc>
      </w:tr>
      <w:tr w:rsidR="00D8440A" w:rsidRPr="00BB6155" w14:paraId="00B8A903" w14:textId="77777777" w:rsidTr="00B51D42">
        <w:tc>
          <w:tcPr>
            <w:tcW w:w="534" w:type="dxa"/>
            <w:vAlign w:val="center"/>
          </w:tcPr>
          <w:p w14:paraId="47EF3FD6" w14:textId="77777777" w:rsidR="00D8440A" w:rsidRPr="00BB6155" w:rsidRDefault="00D8440A" w:rsidP="00B51D42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454" w:type="dxa"/>
            <w:vAlign w:val="center"/>
          </w:tcPr>
          <w:p w14:paraId="4070CB9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Nazwa klimatyzatora</w:t>
            </w:r>
          </w:p>
        </w:tc>
        <w:tc>
          <w:tcPr>
            <w:tcW w:w="708" w:type="dxa"/>
            <w:vAlign w:val="center"/>
          </w:tcPr>
          <w:p w14:paraId="423F00F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134" w:type="dxa"/>
            <w:vAlign w:val="center"/>
          </w:tcPr>
          <w:p w14:paraId="0615353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Moc chłodn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icza</w:t>
            </w:r>
          </w:p>
        </w:tc>
        <w:tc>
          <w:tcPr>
            <w:tcW w:w="1418" w:type="dxa"/>
            <w:gridSpan w:val="2"/>
            <w:vAlign w:val="center"/>
          </w:tcPr>
          <w:p w14:paraId="76A8246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Miejsce</w:t>
            </w:r>
          </w:p>
          <w:p w14:paraId="2B89429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instalacji</w:t>
            </w:r>
          </w:p>
        </w:tc>
        <w:tc>
          <w:tcPr>
            <w:tcW w:w="992" w:type="dxa"/>
            <w:vAlign w:val="center"/>
          </w:tcPr>
          <w:p w14:paraId="4BCC2CC3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Ilość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72DE1E7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iesiąc </w:t>
            </w: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.)</w:t>
            </w:r>
          </w:p>
        </w:tc>
        <w:tc>
          <w:tcPr>
            <w:tcW w:w="948" w:type="dxa"/>
            <w:vAlign w:val="center"/>
          </w:tcPr>
          <w:p w14:paraId="4E447F9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34DFD07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094E6FA8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211E3981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i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przeg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-</w:t>
            </w:r>
          </w:p>
          <w:p w14:paraId="1F90C98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lądów</w:t>
            </w:r>
          </w:p>
        </w:tc>
        <w:tc>
          <w:tcPr>
            <w:tcW w:w="1559" w:type="dxa"/>
          </w:tcPr>
          <w:p w14:paraId="10910F33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2800DD5D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4438F75A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.</w:t>
            </w:r>
          </w:p>
          <w:p w14:paraId="587604DF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42A5BC4C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  <w:proofErr w:type="spellEnd"/>
          </w:p>
          <w:p w14:paraId="6B358EE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w roku</w:t>
            </w:r>
          </w:p>
        </w:tc>
      </w:tr>
      <w:tr w:rsidR="00D8440A" w:rsidRPr="00BB6155" w14:paraId="60298185" w14:textId="77777777" w:rsidTr="00B51D42">
        <w:tc>
          <w:tcPr>
            <w:tcW w:w="9747" w:type="dxa"/>
            <w:gridSpan w:val="9"/>
            <w:vAlign w:val="center"/>
          </w:tcPr>
          <w:p w14:paraId="47389143" w14:textId="77777777" w:rsidR="00D8440A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BUDYNKI DYDAKTYCZNE</w:t>
            </w:r>
          </w:p>
        </w:tc>
      </w:tr>
      <w:tr w:rsidR="00D8440A" w:rsidRPr="00BB6155" w14:paraId="205D3C9A" w14:textId="77777777" w:rsidTr="00B51D42">
        <w:tc>
          <w:tcPr>
            <w:tcW w:w="9747" w:type="dxa"/>
            <w:gridSpan w:val="9"/>
            <w:vAlign w:val="center"/>
          </w:tcPr>
          <w:p w14:paraId="335AA9E1" w14:textId="77777777" w:rsidR="00D8440A" w:rsidRPr="00BB6155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3833D90E" w14:textId="77777777" w:rsidR="00D8440A" w:rsidRPr="00BB6155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BB6155">
              <w:rPr>
                <w:rFonts w:ascii="Calibri" w:hAnsi="Calibri" w:cs="Arial"/>
                <w:b/>
                <w:lang w:val="pl-PL"/>
              </w:rPr>
              <w:t>Budynek A</w:t>
            </w:r>
          </w:p>
          <w:p w14:paraId="381AD065" w14:textId="77777777" w:rsidR="00D8440A" w:rsidRPr="00BB6155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BB6155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77B9722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D8440A" w:rsidRPr="00BB6155" w14:paraId="38DF04FB" w14:textId="77777777" w:rsidTr="00B51D42">
        <w:tc>
          <w:tcPr>
            <w:tcW w:w="534" w:type="dxa"/>
          </w:tcPr>
          <w:p w14:paraId="33EAB24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DC6B2A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AJYA54</w:t>
            </w:r>
          </w:p>
          <w:p w14:paraId="5ABF739F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zewn. </w:t>
            </w:r>
            <w: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RF</w:t>
            </w:r>
          </w:p>
          <w:p w14:paraId="7DC3903F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2)</w:t>
            </w:r>
          </w:p>
        </w:tc>
        <w:tc>
          <w:tcPr>
            <w:tcW w:w="708" w:type="dxa"/>
          </w:tcPr>
          <w:p w14:paraId="5281B9E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5C56D8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,2 kW</w:t>
            </w:r>
          </w:p>
        </w:tc>
        <w:tc>
          <w:tcPr>
            <w:tcW w:w="1418" w:type="dxa"/>
            <w:gridSpan w:val="2"/>
          </w:tcPr>
          <w:p w14:paraId="12074D4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3D2D4F7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E4EC04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E325BA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CF2C79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D8440A" w:rsidRPr="00BB6155" w14:paraId="5E0AD911" w14:textId="77777777" w:rsidTr="00B51D42">
        <w:tc>
          <w:tcPr>
            <w:tcW w:w="534" w:type="dxa"/>
          </w:tcPr>
          <w:p w14:paraId="5ECEDC09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0DC30B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AS9UFADR</w:t>
            </w:r>
          </w:p>
          <w:p w14:paraId="5A45C87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. ścienna </w:t>
            </w:r>
          </w:p>
        </w:tc>
        <w:tc>
          <w:tcPr>
            <w:tcW w:w="708" w:type="dxa"/>
          </w:tcPr>
          <w:p w14:paraId="4227DA2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134" w:type="dxa"/>
          </w:tcPr>
          <w:p w14:paraId="0DE956C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 x 2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,8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4BB3AC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pokoje Rektoratu</w:t>
            </w:r>
          </w:p>
        </w:tc>
        <w:tc>
          <w:tcPr>
            <w:tcW w:w="992" w:type="dxa"/>
          </w:tcPr>
          <w:p w14:paraId="46E4BCF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031364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AFC1BA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4BCE78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E0CAC92" w14:textId="77777777" w:rsidTr="00B51D42">
        <w:tc>
          <w:tcPr>
            <w:tcW w:w="534" w:type="dxa"/>
          </w:tcPr>
          <w:p w14:paraId="613655C3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C850BF4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</w:t>
            </w:r>
          </w:p>
          <w:p w14:paraId="172881FC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zewn. </w:t>
            </w:r>
            <w: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RF</w:t>
            </w:r>
          </w:p>
          <w:p w14:paraId="080F5B38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4,5,6)</w:t>
            </w:r>
          </w:p>
        </w:tc>
        <w:tc>
          <w:tcPr>
            <w:tcW w:w="708" w:type="dxa"/>
          </w:tcPr>
          <w:p w14:paraId="502B2F7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3C7A91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26,3 kW</w:t>
            </w:r>
          </w:p>
        </w:tc>
        <w:tc>
          <w:tcPr>
            <w:tcW w:w="1418" w:type="dxa"/>
            <w:gridSpan w:val="2"/>
          </w:tcPr>
          <w:p w14:paraId="3DAEA32F" w14:textId="77777777" w:rsidR="00D8440A" w:rsidRPr="00BB6155" w:rsidRDefault="00D8440A" w:rsidP="00B51D42">
            <w:pPr>
              <w:ind w:left="106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6FB7150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DAE3D9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07D2BD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D06844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D8440A" w:rsidRPr="00BB6155" w14:paraId="4D2958BD" w14:textId="77777777" w:rsidTr="00B51D42">
        <w:tc>
          <w:tcPr>
            <w:tcW w:w="534" w:type="dxa"/>
          </w:tcPr>
          <w:p w14:paraId="2745451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7794ED7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AU36</w:t>
            </w:r>
          </w:p>
          <w:p w14:paraId="73D257C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677D9C8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8EA7BA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10,5 kW</w:t>
            </w:r>
          </w:p>
        </w:tc>
        <w:tc>
          <w:tcPr>
            <w:tcW w:w="1418" w:type="dxa"/>
            <w:gridSpan w:val="2"/>
          </w:tcPr>
          <w:p w14:paraId="369667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II p.           </w:t>
            </w:r>
          </w:p>
          <w:p w14:paraId="4304A55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(206 serwer.)</w:t>
            </w:r>
          </w:p>
        </w:tc>
        <w:tc>
          <w:tcPr>
            <w:tcW w:w="992" w:type="dxa"/>
          </w:tcPr>
          <w:p w14:paraId="244814A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C4D5C4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ED900A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5FBEFC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33551B7" w14:textId="77777777" w:rsidTr="00B51D42">
        <w:tc>
          <w:tcPr>
            <w:tcW w:w="534" w:type="dxa"/>
          </w:tcPr>
          <w:p w14:paraId="463E2925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9BD4C27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AU30</w:t>
            </w:r>
          </w:p>
          <w:p w14:paraId="4E1F5A9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23E35EA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4B3C41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8,8 kW</w:t>
            </w:r>
          </w:p>
        </w:tc>
        <w:tc>
          <w:tcPr>
            <w:tcW w:w="1418" w:type="dxa"/>
            <w:gridSpan w:val="2"/>
          </w:tcPr>
          <w:p w14:paraId="5F75F3B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(207)</w:t>
            </w:r>
          </w:p>
        </w:tc>
        <w:tc>
          <w:tcPr>
            <w:tcW w:w="992" w:type="dxa"/>
          </w:tcPr>
          <w:p w14:paraId="4B13225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8188D2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0EB606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0DDACA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6662F56" w14:textId="77777777" w:rsidTr="00B51D42">
        <w:tc>
          <w:tcPr>
            <w:tcW w:w="534" w:type="dxa"/>
          </w:tcPr>
          <w:p w14:paraId="3F8CCB8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768A42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AU25</w:t>
            </w:r>
          </w:p>
          <w:p w14:paraId="246E492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35F946F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7245DD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7,0 kW</w:t>
            </w:r>
          </w:p>
        </w:tc>
        <w:tc>
          <w:tcPr>
            <w:tcW w:w="1418" w:type="dxa"/>
            <w:gridSpan w:val="2"/>
          </w:tcPr>
          <w:p w14:paraId="0931522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(205)</w:t>
            </w:r>
          </w:p>
        </w:tc>
        <w:tc>
          <w:tcPr>
            <w:tcW w:w="992" w:type="dxa"/>
          </w:tcPr>
          <w:p w14:paraId="442999D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AFF36E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BEB04E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228E85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C11BAC0" w14:textId="77777777" w:rsidTr="00B51D42">
        <w:tc>
          <w:tcPr>
            <w:tcW w:w="534" w:type="dxa"/>
          </w:tcPr>
          <w:p w14:paraId="4932FF5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47B6CC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M4MC125ER </w:t>
            </w:r>
          </w:p>
          <w:p w14:paraId="4E08C78A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zewnętrzna</w:t>
            </w:r>
          </w:p>
          <w:p w14:paraId="41DBCA4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(zasilanie jedn. z pkt. 8)</w:t>
            </w:r>
          </w:p>
        </w:tc>
        <w:tc>
          <w:tcPr>
            <w:tcW w:w="708" w:type="dxa"/>
          </w:tcPr>
          <w:p w14:paraId="27EBFB2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30E0C1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32,0 kW</w:t>
            </w:r>
          </w:p>
        </w:tc>
        <w:tc>
          <w:tcPr>
            <w:tcW w:w="1418" w:type="dxa"/>
            <w:gridSpan w:val="2"/>
          </w:tcPr>
          <w:p w14:paraId="6CF18AF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096C242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4B4D07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7ADC08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FBF61A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D8440A" w:rsidRPr="00BB6155" w14:paraId="681B74FA" w14:textId="77777777" w:rsidTr="00B51D42">
        <w:tc>
          <w:tcPr>
            <w:tcW w:w="534" w:type="dxa"/>
          </w:tcPr>
          <w:p w14:paraId="5F364059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F4F860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M5CM062CR </w:t>
            </w:r>
          </w:p>
          <w:p w14:paraId="68D673E4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wewnętrzne</w:t>
            </w:r>
          </w:p>
        </w:tc>
        <w:tc>
          <w:tcPr>
            <w:tcW w:w="708" w:type="dxa"/>
          </w:tcPr>
          <w:p w14:paraId="0628E38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69AC47A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16,0 kW</w:t>
            </w:r>
          </w:p>
        </w:tc>
        <w:tc>
          <w:tcPr>
            <w:tcW w:w="1418" w:type="dxa"/>
            <w:gridSpan w:val="2"/>
          </w:tcPr>
          <w:p w14:paraId="11463E5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III p. (301)</w:t>
            </w:r>
          </w:p>
        </w:tc>
        <w:tc>
          <w:tcPr>
            <w:tcW w:w="992" w:type="dxa"/>
          </w:tcPr>
          <w:p w14:paraId="4ED36E6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03FE9A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EF3329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2E78D0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AABFDAD" w14:textId="77777777" w:rsidTr="00B51D42">
        <w:tc>
          <w:tcPr>
            <w:tcW w:w="534" w:type="dxa"/>
          </w:tcPr>
          <w:p w14:paraId="006396A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7984E5B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</w:t>
            </w:r>
          </w:p>
          <w:p w14:paraId="7902B4ED" w14:textId="77777777" w:rsidR="00D8440A" w:rsidRPr="00D31F4B" w:rsidRDefault="00D8440A" w:rsidP="00B51D42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Jedn. zewnętrzna</w:t>
            </w:r>
          </w:p>
          <w:p w14:paraId="77E3D55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(zasil. jedn. z pkt. 10-13)</w:t>
            </w:r>
          </w:p>
        </w:tc>
        <w:tc>
          <w:tcPr>
            <w:tcW w:w="708" w:type="dxa"/>
          </w:tcPr>
          <w:p w14:paraId="7A7C088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35F02A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40,0kW</w:t>
            </w:r>
          </w:p>
          <w:p w14:paraId="6EF46BC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31D8496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dach III p.</w:t>
            </w:r>
          </w:p>
        </w:tc>
        <w:tc>
          <w:tcPr>
            <w:tcW w:w="992" w:type="dxa"/>
          </w:tcPr>
          <w:p w14:paraId="5183C0D0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688DCB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B87C9D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35839B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597B327" w14:textId="77777777" w:rsidTr="00B51D42">
        <w:tc>
          <w:tcPr>
            <w:tcW w:w="534" w:type="dxa"/>
          </w:tcPr>
          <w:p w14:paraId="532F8C9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232812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M5CK040A</w:t>
            </w:r>
          </w:p>
          <w:p w14:paraId="4690D93B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3DEA8B2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9E8D4B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11,4 kW</w:t>
            </w:r>
          </w:p>
        </w:tc>
        <w:tc>
          <w:tcPr>
            <w:tcW w:w="1418" w:type="dxa"/>
            <w:gridSpan w:val="2"/>
          </w:tcPr>
          <w:p w14:paraId="24348AB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(203)</w:t>
            </w:r>
          </w:p>
        </w:tc>
        <w:tc>
          <w:tcPr>
            <w:tcW w:w="992" w:type="dxa"/>
          </w:tcPr>
          <w:p w14:paraId="0EBAE82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368C6D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5A0A8B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F75CF2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250A8EB" w14:textId="77777777" w:rsidTr="00B51D42">
        <w:tc>
          <w:tcPr>
            <w:tcW w:w="534" w:type="dxa"/>
          </w:tcPr>
          <w:p w14:paraId="17C09F4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3AC5FC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M5CK040AR</w:t>
            </w:r>
          </w:p>
          <w:p w14:paraId="16E268F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06E0F31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EDA97C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11,4 kW</w:t>
            </w:r>
          </w:p>
        </w:tc>
        <w:tc>
          <w:tcPr>
            <w:tcW w:w="1418" w:type="dxa"/>
            <w:gridSpan w:val="2"/>
          </w:tcPr>
          <w:p w14:paraId="22FD0EF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(207)</w:t>
            </w:r>
          </w:p>
        </w:tc>
        <w:tc>
          <w:tcPr>
            <w:tcW w:w="992" w:type="dxa"/>
          </w:tcPr>
          <w:p w14:paraId="6133448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6D927D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3D953E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37533C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0A31CB8" w14:textId="77777777" w:rsidTr="00B51D42">
        <w:tc>
          <w:tcPr>
            <w:tcW w:w="534" w:type="dxa"/>
          </w:tcPr>
          <w:p w14:paraId="7B6D25B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54D08B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M5CK030A </w:t>
            </w:r>
          </w:p>
          <w:p w14:paraId="17534A17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714E1B6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C7D864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8,2 kW</w:t>
            </w:r>
          </w:p>
        </w:tc>
        <w:tc>
          <w:tcPr>
            <w:tcW w:w="1418" w:type="dxa"/>
            <w:gridSpan w:val="2"/>
          </w:tcPr>
          <w:p w14:paraId="5695E9A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(208)</w:t>
            </w:r>
          </w:p>
        </w:tc>
        <w:tc>
          <w:tcPr>
            <w:tcW w:w="992" w:type="dxa"/>
          </w:tcPr>
          <w:p w14:paraId="50316F8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39163C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BAE27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3409BB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2C67951" w14:textId="77777777" w:rsidTr="00B51D42">
        <w:tc>
          <w:tcPr>
            <w:tcW w:w="534" w:type="dxa"/>
          </w:tcPr>
          <w:p w14:paraId="5C9172E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2F2846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M5CK030A</w:t>
            </w:r>
          </w:p>
          <w:p w14:paraId="3CCF286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724D08D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0585C9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8,2 kW</w:t>
            </w:r>
          </w:p>
        </w:tc>
        <w:tc>
          <w:tcPr>
            <w:tcW w:w="1418" w:type="dxa"/>
            <w:gridSpan w:val="2"/>
          </w:tcPr>
          <w:p w14:paraId="28E51A3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 p. (209)</w:t>
            </w:r>
          </w:p>
        </w:tc>
        <w:tc>
          <w:tcPr>
            <w:tcW w:w="992" w:type="dxa"/>
          </w:tcPr>
          <w:p w14:paraId="782CB35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5E9AD6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0AE58A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B8BF1C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18C9ECC" w14:textId="77777777" w:rsidTr="00B51D42">
        <w:tc>
          <w:tcPr>
            <w:tcW w:w="534" w:type="dxa"/>
          </w:tcPr>
          <w:p w14:paraId="2328EA1A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3A99A7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M5CM025E </w:t>
            </w: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stojąca</w:t>
            </w:r>
          </w:p>
        </w:tc>
        <w:tc>
          <w:tcPr>
            <w:tcW w:w="708" w:type="dxa"/>
          </w:tcPr>
          <w:p w14:paraId="4C97E22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9CCF0D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7,6 kW</w:t>
            </w:r>
          </w:p>
        </w:tc>
        <w:tc>
          <w:tcPr>
            <w:tcW w:w="1418" w:type="dxa"/>
            <w:gridSpan w:val="2"/>
          </w:tcPr>
          <w:p w14:paraId="463FC0F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(103)</w:t>
            </w:r>
          </w:p>
        </w:tc>
        <w:tc>
          <w:tcPr>
            <w:tcW w:w="992" w:type="dxa"/>
          </w:tcPr>
          <w:p w14:paraId="16DBB14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52DDFC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BEF3C2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3E349A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1959FD2" w14:textId="77777777" w:rsidTr="00B51D42">
        <w:tc>
          <w:tcPr>
            <w:tcW w:w="534" w:type="dxa"/>
          </w:tcPr>
          <w:p w14:paraId="7AB4D4D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65743E9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MCQUAY - MCM0200</w:t>
            </w:r>
          </w:p>
          <w:p w14:paraId="5CD4ED7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stojąca</w:t>
            </w:r>
          </w:p>
        </w:tc>
        <w:tc>
          <w:tcPr>
            <w:tcW w:w="708" w:type="dxa"/>
          </w:tcPr>
          <w:p w14:paraId="6FA7451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F13B45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5,2 kW</w:t>
            </w:r>
          </w:p>
        </w:tc>
        <w:tc>
          <w:tcPr>
            <w:tcW w:w="1418" w:type="dxa"/>
            <w:gridSpan w:val="2"/>
          </w:tcPr>
          <w:p w14:paraId="31FB489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(104)</w:t>
            </w:r>
          </w:p>
        </w:tc>
        <w:tc>
          <w:tcPr>
            <w:tcW w:w="992" w:type="dxa"/>
          </w:tcPr>
          <w:p w14:paraId="101CF65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222480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831529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73B1B5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D3A40EE" w14:textId="77777777" w:rsidTr="00B51D42">
        <w:tc>
          <w:tcPr>
            <w:tcW w:w="534" w:type="dxa"/>
          </w:tcPr>
          <w:p w14:paraId="3420F762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FBF380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AUYG 24 L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LA</w:t>
            </w:r>
          </w:p>
          <w:p w14:paraId="15D44A3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0C2F0CC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408D82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8,0 kW</w:t>
            </w:r>
          </w:p>
        </w:tc>
        <w:tc>
          <w:tcPr>
            <w:tcW w:w="1418" w:type="dxa"/>
            <w:gridSpan w:val="2"/>
          </w:tcPr>
          <w:p w14:paraId="6258FEB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III p. (308)</w:t>
            </w:r>
          </w:p>
        </w:tc>
        <w:tc>
          <w:tcPr>
            <w:tcW w:w="992" w:type="dxa"/>
          </w:tcPr>
          <w:p w14:paraId="0B2FEB2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85CEDA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015887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520250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BDCA5EA" w14:textId="77777777" w:rsidTr="00B51D42">
        <w:tc>
          <w:tcPr>
            <w:tcW w:w="534" w:type="dxa"/>
          </w:tcPr>
          <w:p w14:paraId="3ED9E92A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8D2D017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DAIKIN - FT 60 + R 60</w:t>
            </w:r>
          </w:p>
        </w:tc>
        <w:tc>
          <w:tcPr>
            <w:tcW w:w="708" w:type="dxa"/>
          </w:tcPr>
          <w:p w14:paraId="5A85E86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5E31C6C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418" w:type="dxa"/>
            <w:gridSpan w:val="2"/>
          </w:tcPr>
          <w:p w14:paraId="36A2C65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(417,418)</w:t>
            </w:r>
          </w:p>
        </w:tc>
        <w:tc>
          <w:tcPr>
            <w:tcW w:w="992" w:type="dxa"/>
          </w:tcPr>
          <w:p w14:paraId="1D9EA9A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ADE52A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E16210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1FE826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4C79AA3" w14:textId="77777777" w:rsidTr="00B51D42">
        <w:tc>
          <w:tcPr>
            <w:tcW w:w="534" w:type="dxa"/>
          </w:tcPr>
          <w:p w14:paraId="5AD60AA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06474A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DAIKIN - FTYN 25</w:t>
            </w:r>
          </w:p>
        </w:tc>
        <w:tc>
          <w:tcPr>
            <w:tcW w:w="708" w:type="dxa"/>
          </w:tcPr>
          <w:p w14:paraId="08DCE4E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D46DD9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2,0 kW</w:t>
            </w:r>
          </w:p>
        </w:tc>
        <w:tc>
          <w:tcPr>
            <w:tcW w:w="1418" w:type="dxa"/>
            <w:gridSpan w:val="2"/>
          </w:tcPr>
          <w:p w14:paraId="42AEE77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(404)</w:t>
            </w:r>
          </w:p>
        </w:tc>
        <w:tc>
          <w:tcPr>
            <w:tcW w:w="992" w:type="dxa"/>
          </w:tcPr>
          <w:p w14:paraId="4AF3316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EBBF0F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B185A2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047279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C7B0CD5" w14:textId="77777777" w:rsidTr="00B51D42">
        <w:tc>
          <w:tcPr>
            <w:tcW w:w="534" w:type="dxa"/>
          </w:tcPr>
          <w:p w14:paraId="68842891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1153C3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G09</w:t>
            </w:r>
          </w:p>
          <w:p w14:paraId="16B3AEE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ścienna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708" w:type="dxa"/>
          </w:tcPr>
          <w:p w14:paraId="064A5C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DC26FF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pl-PL"/>
              </w:rPr>
              <w:t>b.d</w:t>
            </w:r>
            <w:proofErr w:type="spellEnd"/>
          </w:p>
        </w:tc>
        <w:tc>
          <w:tcPr>
            <w:tcW w:w="1418" w:type="dxa"/>
            <w:gridSpan w:val="2"/>
          </w:tcPr>
          <w:p w14:paraId="574D8F8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(213)</w:t>
            </w:r>
          </w:p>
        </w:tc>
        <w:tc>
          <w:tcPr>
            <w:tcW w:w="992" w:type="dxa"/>
          </w:tcPr>
          <w:p w14:paraId="5588D8C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DF1523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DEBCE7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A5D686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23F06BE" w14:textId="77777777" w:rsidTr="00B51D42">
        <w:tc>
          <w:tcPr>
            <w:tcW w:w="534" w:type="dxa"/>
          </w:tcPr>
          <w:p w14:paraId="17A84A4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E366C39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LG CT24</w:t>
            </w:r>
          </w:p>
          <w:p w14:paraId="78E285CB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wewn</w:t>
            </w:r>
            <w:proofErr w:type="spellEnd"/>
            <w:r w:rsidRPr="00D31F4B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</w:tcPr>
          <w:p w14:paraId="2533BAB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C8E4BE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b.d.</w:t>
            </w:r>
          </w:p>
        </w:tc>
        <w:tc>
          <w:tcPr>
            <w:tcW w:w="1418" w:type="dxa"/>
            <w:gridSpan w:val="2"/>
          </w:tcPr>
          <w:p w14:paraId="0A02C5D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III p. (304)</w:t>
            </w:r>
          </w:p>
        </w:tc>
        <w:tc>
          <w:tcPr>
            <w:tcW w:w="992" w:type="dxa"/>
          </w:tcPr>
          <w:p w14:paraId="276BC82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CEA693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7D3562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19CAA5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C98E35F" w14:textId="77777777" w:rsidTr="00B51D42">
        <w:tc>
          <w:tcPr>
            <w:tcW w:w="534" w:type="dxa"/>
          </w:tcPr>
          <w:p w14:paraId="76F2A9F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670947F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18</w:t>
            </w:r>
          </w:p>
        </w:tc>
        <w:tc>
          <w:tcPr>
            <w:tcW w:w="708" w:type="dxa"/>
          </w:tcPr>
          <w:p w14:paraId="37FDA58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8C3FA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418" w:type="dxa"/>
            <w:gridSpan w:val="2"/>
          </w:tcPr>
          <w:p w14:paraId="3164F4D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parter 08</w:t>
            </w:r>
          </w:p>
        </w:tc>
        <w:tc>
          <w:tcPr>
            <w:tcW w:w="992" w:type="dxa"/>
          </w:tcPr>
          <w:p w14:paraId="0910E84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8AB599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098A40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AD8DCB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036E693" w14:textId="77777777" w:rsidTr="00B51D42">
        <w:tc>
          <w:tcPr>
            <w:tcW w:w="534" w:type="dxa"/>
          </w:tcPr>
          <w:p w14:paraId="1057B3D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F9C04F9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TORELL</w:t>
            </w:r>
          </w:p>
          <w:p w14:paraId="6F77763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FGA-1372/ELEGANT-FGA38</w:t>
            </w:r>
          </w:p>
        </w:tc>
        <w:tc>
          <w:tcPr>
            <w:tcW w:w="708" w:type="dxa"/>
          </w:tcPr>
          <w:p w14:paraId="54FEC07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C2AA71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3,8 kW</w:t>
            </w:r>
          </w:p>
        </w:tc>
        <w:tc>
          <w:tcPr>
            <w:tcW w:w="1418" w:type="dxa"/>
            <w:gridSpan w:val="2"/>
          </w:tcPr>
          <w:p w14:paraId="1B59F67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parter </w:t>
            </w:r>
          </w:p>
          <w:p w14:paraId="6551723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pom. SSP</w:t>
            </w:r>
          </w:p>
        </w:tc>
        <w:tc>
          <w:tcPr>
            <w:tcW w:w="992" w:type="dxa"/>
          </w:tcPr>
          <w:p w14:paraId="0097CEA0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ADE826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53D7EB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332000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F2EF4D8" w14:textId="77777777" w:rsidTr="00B51D42">
        <w:tc>
          <w:tcPr>
            <w:tcW w:w="534" w:type="dxa"/>
          </w:tcPr>
          <w:p w14:paraId="053888C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4E4A318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3251B74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Wew. Kasetonowa </w:t>
            </w:r>
          </w:p>
        </w:tc>
        <w:tc>
          <w:tcPr>
            <w:tcW w:w="708" w:type="dxa"/>
          </w:tcPr>
          <w:p w14:paraId="03F0ACF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327F32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6EA7987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2E9239F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AC6C66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76B6E33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137A7D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8948902" w14:textId="77777777" w:rsidTr="00B51D42">
        <w:tc>
          <w:tcPr>
            <w:tcW w:w="534" w:type="dxa"/>
          </w:tcPr>
          <w:p w14:paraId="3773C11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EC42350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758BB39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Wew. Kasetonowa </w:t>
            </w:r>
          </w:p>
        </w:tc>
        <w:tc>
          <w:tcPr>
            <w:tcW w:w="708" w:type="dxa"/>
          </w:tcPr>
          <w:p w14:paraId="0B7587B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6E3511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9A9C2C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10A14E3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7416CB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43F57EA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C09A1E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22E3328" w14:textId="77777777" w:rsidTr="00B51D42">
        <w:tc>
          <w:tcPr>
            <w:tcW w:w="534" w:type="dxa"/>
          </w:tcPr>
          <w:p w14:paraId="5559021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2B3246B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MDVI3A-56C4VR12E</w:t>
            </w:r>
          </w:p>
          <w:p w14:paraId="3D890FD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Wew. Kasetonowa</w:t>
            </w:r>
          </w:p>
        </w:tc>
        <w:tc>
          <w:tcPr>
            <w:tcW w:w="708" w:type="dxa"/>
          </w:tcPr>
          <w:p w14:paraId="4E306A7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271312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3B77311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 , 236</w:t>
            </w:r>
          </w:p>
        </w:tc>
        <w:tc>
          <w:tcPr>
            <w:tcW w:w="992" w:type="dxa"/>
          </w:tcPr>
          <w:p w14:paraId="66A2C7E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DDB912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3B5C73C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4D1DD9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E6E9828" w14:textId="77777777" w:rsidTr="00B51D42">
        <w:tc>
          <w:tcPr>
            <w:tcW w:w="534" w:type="dxa"/>
          </w:tcPr>
          <w:p w14:paraId="216D6EC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E40B68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MDVO-V8M140V2R8E,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jedn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zewnętrzna</w:t>
            </w:r>
            <w:proofErr w:type="spellEnd"/>
          </w:p>
        </w:tc>
        <w:tc>
          <w:tcPr>
            <w:tcW w:w="708" w:type="dxa"/>
          </w:tcPr>
          <w:p w14:paraId="13A7C6F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687DA4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4CE922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Dach budynek A Skrzydło</w:t>
            </w:r>
          </w:p>
        </w:tc>
        <w:tc>
          <w:tcPr>
            <w:tcW w:w="992" w:type="dxa"/>
          </w:tcPr>
          <w:p w14:paraId="43C9449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B58788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2C154EB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87A146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30A61E3" w14:textId="77777777" w:rsidTr="00B51D42">
        <w:tc>
          <w:tcPr>
            <w:tcW w:w="534" w:type="dxa"/>
          </w:tcPr>
          <w:p w14:paraId="43CFE1F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91D8E3D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MDVI3A-22WMVR12E</w:t>
            </w:r>
          </w:p>
          <w:p w14:paraId="1DE6802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2ECED7F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03F23D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214F19D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(211)</w:t>
            </w:r>
          </w:p>
        </w:tc>
        <w:tc>
          <w:tcPr>
            <w:tcW w:w="992" w:type="dxa"/>
          </w:tcPr>
          <w:p w14:paraId="72A031E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6A7B6C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B1C936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24F30A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E2E2C7F" w14:textId="77777777" w:rsidTr="00B51D42">
        <w:tc>
          <w:tcPr>
            <w:tcW w:w="534" w:type="dxa"/>
          </w:tcPr>
          <w:p w14:paraId="705A3EE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12BB3BA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MDVI3A-22WMVR12E</w:t>
            </w:r>
          </w:p>
          <w:p w14:paraId="149ACD0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11B7381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3CEFA1F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5024A7B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(212)</w:t>
            </w:r>
          </w:p>
        </w:tc>
        <w:tc>
          <w:tcPr>
            <w:tcW w:w="992" w:type="dxa"/>
          </w:tcPr>
          <w:p w14:paraId="2942F96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9671A7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53703C7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3CBD81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1BB741A" w14:textId="77777777" w:rsidTr="00B51D42">
        <w:tc>
          <w:tcPr>
            <w:tcW w:w="534" w:type="dxa"/>
          </w:tcPr>
          <w:p w14:paraId="1C6DCFD1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BCA49EF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MDVI3A-28WMVR12E</w:t>
            </w:r>
          </w:p>
          <w:p w14:paraId="5A833AD4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7774AB2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51D71D0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482A84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(212)</w:t>
            </w:r>
          </w:p>
        </w:tc>
        <w:tc>
          <w:tcPr>
            <w:tcW w:w="992" w:type="dxa"/>
          </w:tcPr>
          <w:p w14:paraId="637EB83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F6DB23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7E5B474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EC9E0A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978BB94" w14:textId="77777777" w:rsidTr="00B51D42">
        <w:tc>
          <w:tcPr>
            <w:tcW w:w="534" w:type="dxa"/>
          </w:tcPr>
          <w:p w14:paraId="3F61EDB3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AE8C75E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MDVI3A-71WMVR12E</w:t>
            </w:r>
          </w:p>
          <w:p w14:paraId="3F3524B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74CF13F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73ECCF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4F4AFE5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(213)</w:t>
            </w:r>
          </w:p>
        </w:tc>
        <w:tc>
          <w:tcPr>
            <w:tcW w:w="992" w:type="dxa"/>
          </w:tcPr>
          <w:p w14:paraId="0B0B65A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F47BE0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0E516D1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64D278F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D48275C" w14:textId="77777777" w:rsidTr="00B51D42">
        <w:tc>
          <w:tcPr>
            <w:tcW w:w="534" w:type="dxa"/>
          </w:tcPr>
          <w:p w14:paraId="27C1210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71C60DC" w14:textId="77777777" w:rsidR="00D8440A" w:rsidRDefault="00D8440A" w:rsidP="00B51D4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MDVI3A-71WMVR12E</w:t>
            </w:r>
          </w:p>
          <w:p w14:paraId="56BC998F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Jedn. Wewnętrzna ścienna</w:t>
            </w:r>
          </w:p>
        </w:tc>
        <w:tc>
          <w:tcPr>
            <w:tcW w:w="708" w:type="dxa"/>
          </w:tcPr>
          <w:p w14:paraId="1C5BE14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0BDE7B4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712CDAE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II piętro, (213)</w:t>
            </w:r>
          </w:p>
        </w:tc>
        <w:tc>
          <w:tcPr>
            <w:tcW w:w="992" w:type="dxa"/>
          </w:tcPr>
          <w:p w14:paraId="60D727B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91B4FC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67CF626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9FEC13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3909338" w14:textId="77777777" w:rsidTr="00B51D42">
        <w:tc>
          <w:tcPr>
            <w:tcW w:w="534" w:type="dxa"/>
          </w:tcPr>
          <w:p w14:paraId="341AEB5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7C2FFD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607E34">
              <w:rPr>
                <w:rFonts w:ascii="Calibri" w:hAnsi="Calibri" w:cs="Arial"/>
                <w:sz w:val="20"/>
                <w:szCs w:val="20"/>
                <w:lang w:val="pl-PL"/>
              </w:rPr>
              <w:t>MVi-224WV2RN1A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jedn. Zewnętrzna 1</w:t>
            </w:r>
          </w:p>
        </w:tc>
        <w:tc>
          <w:tcPr>
            <w:tcW w:w="708" w:type="dxa"/>
          </w:tcPr>
          <w:p w14:paraId="5EDD740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0BA299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gridSpan w:val="2"/>
          </w:tcPr>
          <w:p w14:paraId="30DA139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Dach budynek A Skrzydło</w:t>
            </w:r>
          </w:p>
        </w:tc>
        <w:tc>
          <w:tcPr>
            <w:tcW w:w="992" w:type="dxa"/>
          </w:tcPr>
          <w:p w14:paraId="392D84C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24CB89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745245F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3529E5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DC0215E" w14:textId="77777777" w:rsidTr="00B51D42">
        <w:tc>
          <w:tcPr>
            <w:tcW w:w="534" w:type="dxa"/>
          </w:tcPr>
          <w:p w14:paraId="3C6CA69B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2F406B4A" w14:textId="40D2759F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5560CDB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309E494" w14:textId="77777777" w:rsidTr="00B51D42">
        <w:tc>
          <w:tcPr>
            <w:tcW w:w="534" w:type="dxa"/>
          </w:tcPr>
          <w:p w14:paraId="4ECD0F14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2BC85CE4" w14:textId="7AE30EAE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40A05C8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C82C90B" w14:textId="77777777" w:rsidTr="00B51D42">
        <w:tc>
          <w:tcPr>
            <w:tcW w:w="9747" w:type="dxa"/>
            <w:gridSpan w:val="9"/>
          </w:tcPr>
          <w:p w14:paraId="0D92FD8D" w14:textId="77777777" w:rsidR="00D8440A" w:rsidRPr="00D31F4B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5B15C065" w14:textId="77777777" w:rsidR="00D8440A" w:rsidRPr="001418BE" w:rsidRDefault="00D8440A" w:rsidP="00B51D42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lang w:val="pl-PL"/>
              </w:rPr>
              <w:t>Poznań, al. Niepodległości 12</w:t>
            </w:r>
          </w:p>
        </w:tc>
      </w:tr>
      <w:tr w:rsidR="00D8440A" w:rsidRPr="00BB6155" w14:paraId="08C87F85" w14:textId="77777777" w:rsidTr="00B51D42">
        <w:tc>
          <w:tcPr>
            <w:tcW w:w="534" w:type="dxa"/>
          </w:tcPr>
          <w:p w14:paraId="7067897A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F120F7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AIRWELL – HHF018</w:t>
            </w:r>
          </w:p>
        </w:tc>
        <w:tc>
          <w:tcPr>
            <w:tcW w:w="708" w:type="dxa"/>
          </w:tcPr>
          <w:p w14:paraId="02E85C1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720BA1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5,3 kW</w:t>
            </w:r>
          </w:p>
        </w:tc>
        <w:tc>
          <w:tcPr>
            <w:tcW w:w="1418" w:type="dxa"/>
            <w:gridSpan w:val="2"/>
          </w:tcPr>
          <w:p w14:paraId="2D90BE6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Centrala Tel.</w:t>
            </w:r>
          </w:p>
        </w:tc>
        <w:tc>
          <w:tcPr>
            <w:tcW w:w="992" w:type="dxa"/>
          </w:tcPr>
          <w:p w14:paraId="24E489E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E8AFD4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523FDA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0C821E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12C6FAB" w14:textId="77777777" w:rsidTr="00B51D42">
        <w:tc>
          <w:tcPr>
            <w:tcW w:w="534" w:type="dxa"/>
            <w:shd w:val="clear" w:color="auto" w:fill="FFC000"/>
            <w:vAlign w:val="center"/>
          </w:tcPr>
          <w:p w14:paraId="0ED0CF6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7BB29F0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0E8CABB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45A5286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6C0CFBB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(103)</w:t>
            </w:r>
          </w:p>
        </w:tc>
        <w:tc>
          <w:tcPr>
            <w:tcW w:w="992" w:type="dxa"/>
          </w:tcPr>
          <w:p w14:paraId="4920BF8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861164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0FA0996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F28F42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96C011F" w14:textId="77777777" w:rsidTr="00B51D42">
        <w:tc>
          <w:tcPr>
            <w:tcW w:w="534" w:type="dxa"/>
            <w:shd w:val="clear" w:color="auto" w:fill="FFC000"/>
            <w:vAlign w:val="center"/>
          </w:tcPr>
          <w:p w14:paraId="20C4964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30C5697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206B2F5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4B03F48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1C8F86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I p. (103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45EDAA3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9A78E9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3C1620C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7F5528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3E4BFBE" w14:textId="77777777" w:rsidTr="00B51D42">
        <w:tc>
          <w:tcPr>
            <w:tcW w:w="534" w:type="dxa"/>
            <w:shd w:val="clear" w:color="auto" w:fill="FFC000"/>
            <w:vAlign w:val="center"/>
          </w:tcPr>
          <w:p w14:paraId="1F73FAA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3F646E5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G14</w:t>
            </w:r>
          </w:p>
        </w:tc>
        <w:tc>
          <w:tcPr>
            <w:tcW w:w="708" w:type="dxa"/>
            <w:shd w:val="clear" w:color="auto" w:fill="FFC000"/>
          </w:tcPr>
          <w:p w14:paraId="0AEA52A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5A72AAD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4,2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C10B47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(102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27E872E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B8CE5F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(IX, X)</w:t>
            </w:r>
          </w:p>
        </w:tc>
        <w:tc>
          <w:tcPr>
            <w:tcW w:w="948" w:type="dxa"/>
          </w:tcPr>
          <w:p w14:paraId="075E99E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343321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D27C8F6" w14:textId="77777777" w:rsidTr="00B51D42">
        <w:tc>
          <w:tcPr>
            <w:tcW w:w="534" w:type="dxa"/>
            <w:vAlign w:val="center"/>
          </w:tcPr>
          <w:p w14:paraId="099CC8B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ECE105E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ASY 12</w:t>
            </w:r>
          </w:p>
        </w:tc>
        <w:tc>
          <w:tcPr>
            <w:tcW w:w="708" w:type="dxa"/>
          </w:tcPr>
          <w:p w14:paraId="2256BCD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497640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 kW</w:t>
            </w:r>
          </w:p>
        </w:tc>
        <w:tc>
          <w:tcPr>
            <w:tcW w:w="1418" w:type="dxa"/>
            <w:gridSpan w:val="2"/>
          </w:tcPr>
          <w:p w14:paraId="6EE4B41C" w14:textId="77777777" w:rsidR="00D8440A" w:rsidRPr="00BB6155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(21)</w:t>
            </w:r>
          </w:p>
        </w:tc>
        <w:tc>
          <w:tcPr>
            <w:tcW w:w="992" w:type="dxa"/>
          </w:tcPr>
          <w:p w14:paraId="56DE7B1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02561B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521CDE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CE58B9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C53CE71" w14:textId="77777777" w:rsidTr="00B51D42">
        <w:tc>
          <w:tcPr>
            <w:tcW w:w="534" w:type="dxa"/>
            <w:vAlign w:val="center"/>
          </w:tcPr>
          <w:p w14:paraId="6A55614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882C24D" w14:textId="77777777" w:rsidR="00D8440A" w:rsidRPr="00D31F4B" w:rsidRDefault="00D8440A" w:rsidP="00B51D42">
            <w:pPr>
              <w:tabs>
                <w:tab w:val="center" w:pos="1119"/>
              </w:tabs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LG LS-R 126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ab/>
              <w:t xml:space="preserve"> </w:t>
            </w:r>
          </w:p>
        </w:tc>
        <w:tc>
          <w:tcPr>
            <w:tcW w:w="708" w:type="dxa"/>
          </w:tcPr>
          <w:p w14:paraId="7B65036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6D41454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7C0CEA4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(18)</w:t>
            </w:r>
          </w:p>
        </w:tc>
        <w:tc>
          <w:tcPr>
            <w:tcW w:w="992" w:type="dxa"/>
          </w:tcPr>
          <w:p w14:paraId="1685568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45548B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6D28B5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639393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D29E386" w14:textId="77777777" w:rsidTr="00B51D42">
        <w:tc>
          <w:tcPr>
            <w:tcW w:w="534" w:type="dxa"/>
            <w:vAlign w:val="center"/>
          </w:tcPr>
          <w:p w14:paraId="06237D0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A801CF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12</w:t>
            </w:r>
          </w:p>
        </w:tc>
        <w:tc>
          <w:tcPr>
            <w:tcW w:w="708" w:type="dxa"/>
          </w:tcPr>
          <w:p w14:paraId="3FE3AB4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C2FDA6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9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 kW</w:t>
            </w:r>
          </w:p>
        </w:tc>
        <w:tc>
          <w:tcPr>
            <w:tcW w:w="1418" w:type="dxa"/>
            <w:gridSpan w:val="2"/>
          </w:tcPr>
          <w:p w14:paraId="72DA800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(17)</w:t>
            </w:r>
          </w:p>
        </w:tc>
        <w:tc>
          <w:tcPr>
            <w:tcW w:w="992" w:type="dxa"/>
          </w:tcPr>
          <w:p w14:paraId="436F5C5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23786D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73D009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A4D28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983DFE0" w14:textId="77777777" w:rsidTr="00B51D42">
        <w:tc>
          <w:tcPr>
            <w:tcW w:w="534" w:type="dxa"/>
            <w:vAlign w:val="center"/>
          </w:tcPr>
          <w:p w14:paraId="5B0A6A50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99D68B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ASYG 18</w:t>
            </w:r>
          </w:p>
        </w:tc>
        <w:tc>
          <w:tcPr>
            <w:tcW w:w="708" w:type="dxa"/>
          </w:tcPr>
          <w:p w14:paraId="66C6EC4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78642C2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35FF8AE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(13)</w:t>
            </w:r>
          </w:p>
        </w:tc>
        <w:tc>
          <w:tcPr>
            <w:tcW w:w="992" w:type="dxa"/>
          </w:tcPr>
          <w:p w14:paraId="2780573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19EEBF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8D0314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5FF985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0FCCA22" w14:textId="77777777" w:rsidTr="00B51D42">
        <w:tc>
          <w:tcPr>
            <w:tcW w:w="534" w:type="dxa"/>
            <w:vAlign w:val="center"/>
          </w:tcPr>
          <w:p w14:paraId="03307CE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6346C4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– ASG 17               </w:t>
            </w:r>
          </w:p>
        </w:tc>
        <w:tc>
          <w:tcPr>
            <w:tcW w:w="708" w:type="dxa"/>
          </w:tcPr>
          <w:p w14:paraId="542BC3A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DFCD96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4,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9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582DC73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(11)</w:t>
            </w:r>
          </w:p>
        </w:tc>
        <w:tc>
          <w:tcPr>
            <w:tcW w:w="992" w:type="dxa"/>
          </w:tcPr>
          <w:p w14:paraId="6F40980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C14C82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44EDC2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05FA9A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15B44F3" w14:textId="77777777" w:rsidTr="00B51D42">
        <w:tc>
          <w:tcPr>
            <w:tcW w:w="534" w:type="dxa"/>
            <w:vAlign w:val="center"/>
          </w:tcPr>
          <w:p w14:paraId="6CE338F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40E3C6B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ASY 24</w:t>
            </w:r>
          </w:p>
        </w:tc>
        <w:tc>
          <w:tcPr>
            <w:tcW w:w="708" w:type="dxa"/>
          </w:tcPr>
          <w:p w14:paraId="1130AE1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13944ED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6,7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3BA0C8A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 xml:space="preserve"> (10)</w:t>
            </w:r>
          </w:p>
        </w:tc>
        <w:tc>
          <w:tcPr>
            <w:tcW w:w="992" w:type="dxa"/>
          </w:tcPr>
          <w:p w14:paraId="223E538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C17705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A3D443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B6FF6C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AC30CB5" w14:textId="77777777" w:rsidTr="00B51D42">
        <w:tc>
          <w:tcPr>
            <w:tcW w:w="534" w:type="dxa"/>
            <w:vAlign w:val="center"/>
          </w:tcPr>
          <w:p w14:paraId="55710680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C134FD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- ASY 30  </w:t>
            </w:r>
          </w:p>
        </w:tc>
        <w:tc>
          <w:tcPr>
            <w:tcW w:w="708" w:type="dxa"/>
          </w:tcPr>
          <w:p w14:paraId="3BE9CD4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376152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8,2 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341687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hol (15, 22</w:t>
            </w:r>
            <w:r w:rsidRPr="00BB6155">
              <w:rPr>
                <w:rFonts w:ascii="Calibri" w:hAnsi="Calibri" w:cs="Arial"/>
                <w:sz w:val="20"/>
                <w:szCs w:val="20"/>
                <w:lang w:val="de-DE"/>
              </w:rPr>
              <w:t>, 22a)</w:t>
            </w:r>
          </w:p>
        </w:tc>
        <w:tc>
          <w:tcPr>
            <w:tcW w:w="992" w:type="dxa"/>
          </w:tcPr>
          <w:p w14:paraId="5F6B89F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B98A42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9DDE9F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166AB3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F3A0E97" w14:textId="77777777" w:rsidTr="00B51D42">
        <w:tc>
          <w:tcPr>
            <w:tcW w:w="534" w:type="dxa"/>
            <w:vAlign w:val="center"/>
          </w:tcPr>
          <w:p w14:paraId="07CB70A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2AD36A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DAIKIN FTY 353</w:t>
            </w:r>
          </w:p>
        </w:tc>
        <w:tc>
          <w:tcPr>
            <w:tcW w:w="708" w:type="dxa"/>
          </w:tcPr>
          <w:p w14:paraId="6A1717F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2FF0A0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2,5 kW</w:t>
            </w:r>
          </w:p>
        </w:tc>
        <w:tc>
          <w:tcPr>
            <w:tcW w:w="1418" w:type="dxa"/>
            <w:gridSpan w:val="2"/>
          </w:tcPr>
          <w:p w14:paraId="5D30FB0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przyziemie (032)</w:t>
            </w:r>
          </w:p>
        </w:tc>
        <w:tc>
          <w:tcPr>
            <w:tcW w:w="992" w:type="dxa"/>
          </w:tcPr>
          <w:p w14:paraId="3B1AE36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192D88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989CBB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65A3F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53E0DEB" w14:textId="77777777" w:rsidTr="00B51D42">
        <w:tc>
          <w:tcPr>
            <w:tcW w:w="534" w:type="dxa"/>
            <w:vAlign w:val="center"/>
          </w:tcPr>
          <w:p w14:paraId="414E6623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7B117C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TORELL TC-1272</w:t>
            </w:r>
          </w:p>
        </w:tc>
        <w:tc>
          <w:tcPr>
            <w:tcW w:w="708" w:type="dxa"/>
          </w:tcPr>
          <w:p w14:paraId="5FEAA0B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252B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7815144C" w14:textId="77777777" w:rsidR="00D8440A" w:rsidRPr="0023197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31975">
              <w:rPr>
                <w:rFonts w:ascii="Calibri" w:hAnsi="Calibri" w:cs="Arial"/>
                <w:sz w:val="20"/>
                <w:szCs w:val="20"/>
                <w:lang w:val="pl-PL"/>
              </w:rPr>
              <w:t>III p. (318)</w:t>
            </w:r>
          </w:p>
        </w:tc>
        <w:tc>
          <w:tcPr>
            <w:tcW w:w="992" w:type="dxa"/>
          </w:tcPr>
          <w:p w14:paraId="5BB898D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3CBC22C" w14:textId="77777777" w:rsidR="00D8440A" w:rsidRPr="0023197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AE504E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EFAC40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A156606" w14:textId="77777777" w:rsidTr="00B51D42">
        <w:tc>
          <w:tcPr>
            <w:tcW w:w="534" w:type="dxa"/>
            <w:shd w:val="clear" w:color="auto" w:fill="FFC000"/>
            <w:vAlign w:val="center"/>
          </w:tcPr>
          <w:p w14:paraId="38A8A2A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8748F9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MIDEA - MSMAAU-09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6AB4C90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348FF39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3,2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180EBF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rzyziemie (020)</w:t>
            </w:r>
          </w:p>
        </w:tc>
        <w:tc>
          <w:tcPr>
            <w:tcW w:w="992" w:type="dxa"/>
            <w:shd w:val="clear" w:color="auto" w:fill="auto"/>
          </w:tcPr>
          <w:p w14:paraId="19E8D26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3DC55F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6DAC67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1FB8B2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D8440A" w:rsidRPr="00BB6155" w14:paraId="35DFFAA3" w14:textId="77777777" w:rsidTr="00B51D42">
        <w:tc>
          <w:tcPr>
            <w:tcW w:w="534" w:type="dxa"/>
            <w:shd w:val="clear" w:color="auto" w:fill="auto"/>
            <w:vAlign w:val="center"/>
          </w:tcPr>
          <w:p w14:paraId="21F7E9B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ECEF7B7" w14:textId="77777777" w:rsidR="00D8440A" w:rsidRPr="006A426D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SAUNIER DU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AL</w:t>
            </w:r>
          </w:p>
          <w:p w14:paraId="2501EB3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A426D">
              <w:rPr>
                <w:rFonts w:ascii="Calibri" w:hAnsi="Calibri" w:cs="Arial"/>
                <w:sz w:val="20"/>
                <w:szCs w:val="20"/>
                <w:lang w:val="en-US"/>
              </w:rPr>
              <w:t>17-065 NWO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A97E9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B1A8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6,45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1E4E66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Serwerownia (029)</w:t>
            </w:r>
          </w:p>
        </w:tc>
        <w:tc>
          <w:tcPr>
            <w:tcW w:w="992" w:type="dxa"/>
            <w:shd w:val="clear" w:color="auto" w:fill="auto"/>
          </w:tcPr>
          <w:p w14:paraId="056732C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3144C8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1CC85BB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D7252D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D8440A" w:rsidRPr="00BB6155" w14:paraId="1E27D635" w14:textId="77777777" w:rsidTr="00B51D42">
        <w:tc>
          <w:tcPr>
            <w:tcW w:w="534" w:type="dxa"/>
            <w:shd w:val="clear" w:color="auto" w:fill="FFC000"/>
            <w:vAlign w:val="center"/>
          </w:tcPr>
          <w:p w14:paraId="6C9F0977" w14:textId="77777777" w:rsidR="00D8440A" w:rsidRPr="00236999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2C3B1AA9" w14:textId="77777777" w:rsidR="00D8440A" w:rsidRPr="00236999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FUJITSU 3,4 kW ASYG12KMCC – </w:t>
            </w:r>
            <w:proofErr w:type="spellStart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>na</w:t>
            </w:r>
            <w:proofErr w:type="spellEnd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>gwarancji</w:t>
            </w:r>
            <w:proofErr w:type="spellEnd"/>
            <w:r w:rsidRPr="00236999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727A85C1" w14:textId="77777777" w:rsidR="00D8440A" w:rsidRPr="0023699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36999">
              <w:rPr>
                <w:rFonts w:ascii="Calibri" w:hAnsi="Calibri" w:cs="Arial"/>
                <w:sz w:val="20"/>
                <w:szCs w:val="20"/>
              </w:rPr>
              <w:t>3+1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16A3E70" w14:textId="77777777" w:rsidR="00D8440A" w:rsidRPr="0023699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36999">
              <w:rPr>
                <w:rFonts w:ascii="Calibri" w:hAnsi="Calibri" w:cs="Arial"/>
                <w:sz w:val="20"/>
                <w:szCs w:val="20"/>
                <w:lang w:val="pl-PL"/>
              </w:rPr>
              <w:t>3,4 kW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3EA3C4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I p. (104,105, 109)</w:t>
            </w:r>
          </w:p>
        </w:tc>
        <w:tc>
          <w:tcPr>
            <w:tcW w:w="992" w:type="dxa"/>
            <w:shd w:val="clear" w:color="auto" w:fill="auto"/>
          </w:tcPr>
          <w:p w14:paraId="0C18729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0F03D0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  <w:p w14:paraId="3B6133C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48" w:type="dxa"/>
            <w:shd w:val="clear" w:color="auto" w:fill="auto"/>
          </w:tcPr>
          <w:p w14:paraId="1B0BCF5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F1D9D4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red"/>
                <w:lang w:val="pl-PL"/>
              </w:rPr>
            </w:pPr>
          </w:p>
        </w:tc>
      </w:tr>
      <w:tr w:rsidR="00D8440A" w:rsidRPr="00BB6155" w14:paraId="7A44B8B2" w14:textId="77777777" w:rsidTr="00B51D42">
        <w:tc>
          <w:tcPr>
            <w:tcW w:w="534" w:type="dxa"/>
            <w:vAlign w:val="center"/>
          </w:tcPr>
          <w:p w14:paraId="79517D2D" w14:textId="77777777" w:rsidR="00D8440A" w:rsidRPr="00D44BC1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vAlign w:val="center"/>
          </w:tcPr>
          <w:p w14:paraId="463C23F4" w14:textId="59529DFB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highlight w:val="yellow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B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  <w:vAlign w:val="center"/>
          </w:tcPr>
          <w:p w14:paraId="0C3C242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="00D8440A" w:rsidRPr="00BB6155" w14:paraId="72DF1A65" w14:textId="77777777" w:rsidTr="00B51D42">
        <w:tc>
          <w:tcPr>
            <w:tcW w:w="534" w:type="dxa"/>
          </w:tcPr>
          <w:p w14:paraId="396E8983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609E4260" w14:textId="41F06879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B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32654A4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A5AEE3A" w14:textId="77777777" w:rsidTr="00B51D42">
        <w:tc>
          <w:tcPr>
            <w:tcW w:w="9747" w:type="dxa"/>
            <w:gridSpan w:val="9"/>
          </w:tcPr>
          <w:p w14:paraId="74049305" w14:textId="77777777" w:rsidR="00D8440A" w:rsidRPr="0015550F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6E890A3E" w14:textId="77777777" w:rsidR="00D8440A" w:rsidRPr="001418BE" w:rsidRDefault="00D8440A" w:rsidP="00B51D42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>Budynek C</w:t>
            </w:r>
            <w:r w:rsidRPr="0015550F">
              <w:rPr>
                <w:rFonts w:ascii="Calibri" w:hAnsi="Calibri" w:cs="Arial"/>
                <w:u w:val="single"/>
                <w:lang w:val="pl-PL"/>
              </w:rPr>
              <w:t xml:space="preserve"> </w:t>
            </w:r>
            <w:r w:rsidRPr="0015550F">
              <w:rPr>
                <w:rFonts w:ascii="Calibri" w:hAnsi="Calibri" w:cs="Arial"/>
                <w:u w:val="single"/>
                <w:lang w:val="pl-PL"/>
              </w:rPr>
              <w:br/>
            </w:r>
            <w:r w:rsidRPr="0015550F">
              <w:rPr>
                <w:rFonts w:ascii="Calibri" w:hAnsi="Calibri" w:cs="Arial"/>
                <w:lang w:val="pl-PL"/>
              </w:rPr>
              <w:t>Poznań, ul. Towarowa 53</w:t>
            </w:r>
          </w:p>
        </w:tc>
      </w:tr>
      <w:tr w:rsidR="00D8440A" w:rsidRPr="00BB6155" w14:paraId="32F1B1BA" w14:textId="77777777" w:rsidTr="00B51D42">
        <w:tc>
          <w:tcPr>
            <w:tcW w:w="534" w:type="dxa"/>
          </w:tcPr>
          <w:p w14:paraId="2D71EAB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646E29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TORELL – TC T014R   </w:t>
            </w:r>
          </w:p>
        </w:tc>
        <w:tc>
          <w:tcPr>
            <w:tcW w:w="708" w:type="dxa"/>
          </w:tcPr>
          <w:p w14:paraId="686FD92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5EB8C2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2,5 kW</w:t>
            </w:r>
          </w:p>
        </w:tc>
        <w:tc>
          <w:tcPr>
            <w:tcW w:w="1418" w:type="dxa"/>
            <w:gridSpan w:val="2"/>
          </w:tcPr>
          <w:p w14:paraId="586BC6B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parter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( 08 )</w:t>
            </w:r>
          </w:p>
        </w:tc>
        <w:tc>
          <w:tcPr>
            <w:tcW w:w="992" w:type="dxa"/>
          </w:tcPr>
          <w:p w14:paraId="39B28C6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1C1414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DF2364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0193AC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4339BE7" w14:textId="77777777" w:rsidTr="00B51D42">
        <w:tc>
          <w:tcPr>
            <w:tcW w:w="534" w:type="dxa"/>
          </w:tcPr>
          <w:p w14:paraId="7D3BEB95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EC9AA1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– ABY 36</w:t>
            </w:r>
          </w:p>
        </w:tc>
        <w:tc>
          <w:tcPr>
            <w:tcW w:w="708" w:type="dxa"/>
          </w:tcPr>
          <w:p w14:paraId="1990057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452E3B2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10,5 kW</w:t>
            </w:r>
          </w:p>
        </w:tc>
        <w:tc>
          <w:tcPr>
            <w:tcW w:w="1418" w:type="dxa"/>
            <w:gridSpan w:val="2"/>
          </w:tcPr>
          <w:p w14:paraId="199F7B3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 p. (103)</w:t>
            </w:r>
          </w:p>
        </w:tc>
        <w:tc>
          <w:tcPr>
            <w:tcW w:w="992" w:type="dxa"/>
          </w:tcPr>
          <w:p w14:paraId="1645D99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0B99169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A0C1FE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E314BB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ED70006" w14:textId="77777777" w:rsidTr="00B51D42">
        <w:tc>
          <w:tcPr>
            <w:tcW w:w="534" w:type="dxa"/>
          </w:tcPr>
          <w:p w14:paraId="0AF0CBB5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2C3899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AIRWELL – HZD 12 DUAL</w:t>
            </w:r>
          </w:p>
        </w:tc>
        <w:tc>
          <w:tcPr>
            <w:tcW w:w="708" w:type="dxa"/>
          </w:tcPr>
          <w:p w14:paraId="328321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6BBB5AC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3,5 kW</w:t>
            </w:r>
          </w:p>
        </w:tc>
        <w:tc>
          <w:tcPr>
            <w:tcW w:w="1418" w:type="dxa"/>
            <w:gridSpan w:val="2"/>
          </w:tcPr>
          <w:p w14:paraId="0D96277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 p. (106, 107)</w:t>
            </w:r>
          </w:p>
        </w:tc>
        <w:tc>
          <w:tcPr>
            <w:tcW w:w="992" w:type="dxa"/>
          </w:tcPr>
          <w:p w14:paraId="5473AE8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4FA7B4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4857582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59DD035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58A8D167" w14:textId="77777777" w:rsidTr="00B51D42">
        <w:tc>
          <w:tcPr>
            <w:tcW w:w="534" w:type="dxa"/>
            <w:shd w:val="clear" w:color="auto" w:fill="FFC000"/>
          </w:tcPr>
          <w:p w14:paraId="6928959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55005AB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ASYG 18</w:t>
            </w:r>
          </w:p>
        </w:tc>
        <w:tc>
          <w:tcPr>
            <w:tcW w:w="708" w:type="dxa"/>
            <w:shd w:val="clear" w:color="auto" w:fill="FFC000"/>
          </w:tcPr>
          <w:p w14:paraId="09A3E3B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14:paraId="6F6290E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5,2 kW</w:t>
            </w:r>
          </w:p>
        </w:tc>
        <w:tc>
          <w:tcPr>
            <w:tcW w:w="1418" w:type="dxa"/>
            <w:gridSpan w:val="2"/>
          </w:tcPr>
          <w:p w14:paraId="335EEAE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II p. (219)</w:t>
            </w:r>
          </w:p>
        </w:tc>
        <w:tc>
          <w:tcPr>
            <w:tcW w:w="992" w:type="dxa"/>
          </w:tcPr>
          <w:p w14:paraId="5B6778A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B8CE12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56A7903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7554FE3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08C08283" w14:textId="77777777" w:rsidTr="00B51D42">
        <w:tc>
          <w:tcPr>
            <w:tcW w:w="534" w:type="dxa"/>
          </w:tcPr>
          <w:p w14:paraId="5F76456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750F98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MWM015G TRIO</w:t>
            </w:r>
          </w:p>
        </w:tc>
        <w:tc>
          <w:tcPr>
            <w:tcW w:w="708" w:type="dxa"/>
          </w:tcPr>
          <w:p w14:paraId="58816E9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3+1</w:t>
            </w:r>
          </w:p>
        </w:tc>
        <w:tc>
          <w:tcPr>
            <w:tcW w:w="1134" w:type="dxa"/>
          </w:tcPr>
          <w:p w14:paraId="787D23D8" w14:textId="77777777" w:rsidR="00D8440A" w:rsidRPr="00BB6155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 x 3,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73D5191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III p. (ser. 318, 318a)</w:t>
            </w:r>
          </w:p>
        </w:tc>
        <w:tc>
          <w:tcPr>
            <w:tcW w:w="992" w:type="dxa"/>
          </w:tcPr>
          <w:p w14:paraId="5131734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12073D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508BB0D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3AFCA13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15ACCF7D" w14:textId="77777777" w:rsidTr="00B51D42">
        <w:tc>
          <w:tcPr>
            <w:tcW w:w="534" w:type="dxa"/>
          </w:tcPr>
          <w:p w14:paraId="5C5B876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E671E0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DAIKIN - FTYN 25</w:t>
            </w:r>
          </w:p>
        </w:tc>
        <w:tc>
          <w:tcPr>
            <w:tcW w:w="708" w:type="dxa"/>
          </w:tcPr>
          <w:p w14:paraId="14F83D6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14:paraId="12575A4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2,0 kW</w:t>
            </w:r>
          </w:p>
        </w:tc>
        <w:tc>
          <w:tcPr>
            <w:tcW w:w="1418" w:type="dxa"/>
            <w:gridSpan w:val="2"/>
          </w:tcPr>
          <w:p w14:paraId="3C2E22F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(409 )</w:t>
            </w:r>
          </w:p>
        </w:tc>
        <w:tc>
          <w:tcPr>
            <w:tcW w:w="992" w:type="dxa"/>
          </w:tcPr>
          <w:p w14:paraId="50FF3B4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A92412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br/>
            </w:r>
          </w:p>
        </w:tc>
        <w:tc>
          <w:tcPr>
            <w:tcW w:w="948" w:type="dxa"/>
          </w:tcPr>
          <w:p w14:paraId="07DA42A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5B3B86B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0D744D70" w14:textId="77777777" w:rsidTr="00B51D42">
        <w:tc>
          <w:tcPr>
            <w:tcW w:w="534" w:type="dxa"/>
          </w:tcPr>
          <w:p w14:paraId="21A0A52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AEDCD7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- ASY 18</w:t>
            </w:r>
          </w:p>
        </w:tc>
        <w:tc>
          <w:tcPr>
            <w:tcW w:w="708" w:type="dxa"/>
          </w:tcPr>
          <w:p w14:paraId="7FEF724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200085F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2 x 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5,4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4F1FD24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serwer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. (409a)</w:t>
            </w:r>
          </w:p>
        </w:tc>
        <w:tc>
          <w:tcPr>
            <w:tcW w:w="992" w:type="dxa"/>
          </w:tcPr>
          <w:p w14:paraId="12D2080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E8B4E36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1443AA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118A9B4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2E81E5AA" w14:textId="77777777" w:rsidTr="00B51D42">
        <w:tc>
          <w:tcPr>
            <w:tcW w:w="534" w:type="dxa"/>
          </w:tcPr>
          <w:p w14:paraId="41CB763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582DC1F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MCQUAY - 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MWMS010G TRIO</w:t>
            </w:r>
          </w:p>
        </w:tc>
        <w:tc>
          <w:tcPr>
            <w:tcW w:w="708" w:type="dxa"/>
          </w:tcPr>
          <w:p w14:paraId="7843575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3+1</w:t>
            </w:r>
          </w:p>
        </w:tc>
        <w:tc>
          <w:tcPr>
            <w:tcW w:w="1134" w:type="dxa"/>
          </w:tcPr>
          <w:p w14:paraId="4A79B84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 3 x 2,7 kW</w:t>
            </w:r>
          </w:p>
        </w:tc>
        <w:tc>
          <w:tcPr>
            <w:tcW w:w="1418" w:type="dxa"/>
            <w:gridSpan w:val="2"/>
          </w:tcPr>
          <w:p w14:paraId="3A9EA34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proofErr w:type="spellStart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p</w:t>
            </w:r>
            <w:proofErr w:type="spellEnd"/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. </w:t>
            </w:r>
          </w:p>
          <w:p w14:paraId="72EBAD5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(407,408,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411)</w:t>
            </w:r>
          </w:p>
        </w:tc>
        <w:tc>
          <w:tcPr>
            <w:tcW w:w="992" w:type="dxa"/>
          </w:tcPr>
          <w:p w14:paraId="5664EF4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93CD54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2DCE039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36D988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A9CCAF2" w14:textId="77777777" w:rsidTr="00B51D42">
        <w:tc>
          <w:tcPr>
            <w:tcW w:w="534" w:type="dxa"/>
          </w:tcPr>
          <w:p w14:paraId="4854641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68902B61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>FUJITSU – ASY 24</w:t>
            </w:r>
          </w:p>
        </w:tc>
        <w:tc>
          <w:tcPr>
            <w:tcW w:w="708" w:type="dxa"/>
          </w:tcPr>
          <w:p w14:paraId="7DDD197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26266297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 x 6,8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kW</w:t>
            </w:r>
          </w:p>
        </w:tc>
        <w:tc>
          <w:tcPr>
            <w:tcW w:w="1418" w:type="dxa"/>
            <w:gridSpan w:val="2"/>
          </w:tcPr>
          <w:p w14:paraId="29A1009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(419)</w:t>
            </w:r>
          </w:p>
        </w:tc>
        <w:tc>
          <w:tcPr>
            <w:tcW w:w="992" w:type="dxa"/>
          </w:tcPr>
          <w:p w14:paraId="20A164FF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AAC5BE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714FBCB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1B085B2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A166761" w14:textId="77777777" w:rsidTr="00B51D42">
        <w:tc>
          <w:tcPr>
            <w:tcW w:w="534" w:type="dxa"/>
          </w:tcPr>
          <w:p w14:paraId="5C22641A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E67308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- ASY 12</w:t>
            </w:r>
          </w:p>
          <w:p w14:paraId="47BCB6C1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14:paraId="2DBBE78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</w:tcPr>
          <w:p w14:paraId="1CAED31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34" w:type="dxa"/>
          </w:tcPr>
          <w:p w14:paraId="79E5863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2 x 3,2 kW</w:t>
            </w:r>
          </w:p>
        </w:tc>
        <w:tc>
          <w:tcPr>
            <w:tcW w:w="1418" w:type="dxa"/>
            <w:gridSpan w:val="2"/>
          </w:tcPr>
          <w:p w14:paraId="755A5918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VII</w:t>
            </w:r>
            <w:r w:rsidRPr="00BB6155">
              <w:rPr>
                <w:rFonts w:ascii="Calibri" w:hAnsi="Calibri" w:cs="Arial"/>
                <w:sz w:val="20"/>
                <w:szCs w:val="20"/>
                <w:lang w:val="en-US"/>
              </w:rPr>
              <w:t xml:space="preserve"> p. (419a, 425)</w:t>
            </w:r>
          </w:p>
        </w:tc>
        <w:tc>
          <w:tcPr>
            <w:tcW w:w="992" w:type="dxa"/>
          </w:tcPr>
          <w:p w14:paraId="2618F69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6B9B97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E0D725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4E902A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669E6A8" w14:textId="77777777" w:rsidTr="00B51D42">
        <w:tc>
          <w:tcPr>
            <w:tcW w:w="534" w:type="dxa"/>
          </w:tcPr>
          <w:p w14:paraId="6888B101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EFB591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AX STYLE – ACP 12PT35AEH</w:t>
            </w:r>
          </w:p>
          <w:p w14:paraId="6B96A0FF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klimatyzator przenośny </w:t>
            </w:r>
          </w:p>
        </w:tc>
        <w:tc>
          <w:tcPr>
            <w:tcW w:w="708" w:type="dxa"/>
          </w:tcPr>
          <w:p w14:paraId="0CAB535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34" w:type="dxa"/>
          </w:tcPr>
          <w:p w14:paraId="23A82DD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3,5 kW</w:t>
            </w:r>
          </w:p>
        </w:tc>
        <w:tc>
          <w:tcPr>
            <w:tcW w:w="1418" w:type="dxa"/>
            <w:gridSpan w:val="2"/>
          </w:tcPr>
          <w:p w14:paraId="05F405D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piwnica – rozdzielnia gł. prądu</w:t>
            </w:r>
          </w:p>
        </w:tc>
        <w:tc>
          <w:tcPr>
            <w:tcW w:w="992" w:type="dxa"/>
          </w:tcPr>
          <w:p w14:paraId="7D902C4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EFF2AE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E1CF57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800EBFB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85F87B7" w14:textId="77777777" w:rsidTr="00B51D42">
        <w:tc>
          <w:tcPr>
            <w:tcW w:w="534" w:type="dxa"/>
          </w:tcPr>
          <w:p w14:paraId="37C2993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3F7CB92F" w14:textId="69CDB40E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C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ED910A0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0E4623E" w14:textId="77777777" w:rsidTr="00B51D42">
        <w:tc>
          <w:tcPr>
            <w:tcW w:w="534" w:type="dxa"/>
          </w:tcPr>
          <w:p w14:paraId="63E65D2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1790B408" w14:textId="6640B920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C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5574AFC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D99E0FC" w14:textId="77777777" w:rsidTr="00B51D42">
        <w:tc>
          <w:tcPr>
            <w:tcW w:w="9747" w:type="dxa"/>
            <w:gridSpan w:val="9"/>
          </w:tcPr>
          <w:p w14:paraId="74999CF1" w14:textId="77777777" w:rsidR="00D8440A" w:rsidRPr="0015550F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4426C123" w14:textId="77777777" w:rsidR="00D8440A" w:rsidRPr="0015550F" w:rsidRDefault="00D8440A" w:rsidP="00B51D42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>Hala Sportowa</w:t>
            </w:r>
          </w:p>
          <w:p w14:paraId="1DCC31A9" w14:textId="77777777" w:rsidR="00D8440A" w:rsidRPr="001418BE" w:rsidRDefault="00D8440A" w:rsidP="00B51D42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lang w:val="pl-PL"/>
              </w:rPr>
              <w:t>Poznań, ul. Dożynkowa 9</w:t>
            </w:r>
          </w:p>
        </w:tc>
      </w:tr>
      <w:tr w:rsidR="00D8440A" w:rsidRPr="00BB6155" w14:paraId="441CF7C2" w14:textId="77777777" w:rsidTr="00B51D42">
        <w:tc>
          <w:tcPr>
            <w:tcW w:w="534" w:type="dxa"/>
          </w:tcPr>
          <w:p w14:paraId="5358ED0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158AECD5" w14:textId="77777777" w:rsidR="00D8440A" w:rsidRPr="00BB6155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708" w:type="dxa"/>
          </w:tcPr>
          <w:p w14:paraId="0DAC6A71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1134" w:type="dxa"/>
          </w:tcPr>
          <w:p w14:paraId="2A7C3A55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1418" w:type="dxa"/>
            <w:gridSpan w:val="2"/>
          </w:tcPr>
          <w:p w14:paraId="7AD69B14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992" w:type="dxa"/>
          </w:tcPr>
          <w:p w14:paraId="1608440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948" w:type="dxa"/>
          </w:tcPr>
          <w:p w14:paraId="5627953E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795424A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D8440A" w:rsidRPr="00BB6155" w14:paraId="6B52C0F0" w14:textId="77777777" w:rsidTr="00B51D42">
        <w:tc>
          <w:tcPr>
            <w:tcW w:w="534" w:type="dxa"/>
          </w:tcPr>
          <w:p w14:paraId="2659B661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5AB6661A" w14:textId="2C5CA000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Suma kosztów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rocznych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netto konserwacji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 xml:space="preserve"> dla budynku Hali Sportowej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277DC7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ABBAB98" w14:textId="77777777" w:rsidTr="00B51D42">
        <w:tc>
          <w:tcPr>
            <w:tcW w:w="534" w:type="dxa"/>
          </w:tcPr>
          <w:p w14:paraId="60C097F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5793DF30" w14:textId="6C4F5124" w:rsidR="00D8440A" w:rsidRPr="00BB6155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Koszt brutto (VIIAT: 23%) konserwacji i przeglądów dla budynku Hali Sportowej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5EE60E33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DAF0DD5" w14:textId="77777777" w:rsidTr="00B51D42">
        <w:tc>
          <w:tcPr>
            <w:tcW w:w="9747" w:type="dxa"/>
            <w:gridSpan w:val="9"/>
          </w:tcPr>
          <w:p w14:paraId="4CB2C3BB" w14:textId="77777777" w:rsidR="00D8440A" w:rsidRPr="0015550F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010BAACA" w14:textId="77777777" w:rsidR="00D8440A" w:rsidRPr="0015550F" w:rsidRDefault="00D8440A" w:rsidP="00B51D42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15550F">
              <w:rPr>
                <w:rFonts w:ascii="Calibri" w:hAnsi="Calibri" w:cs="Arial"/>
                <w:b/>
                <w:lang w:val="pl-PL"/>
              </w:rPr>
              <w:t xml:space="preserve">Collegium </w:t>
            </w:r>
            <w:proofErr w:type="spellStart"/>
            <w:r w:rsidRPr="0015550F">
              <w:rPr>
                <w:rFonts w:ascii="Calibri" w:hAnsi="Calibri" w:cs="Arial"/>
                <w:b/>
                <w:lang w:val="pl-PL"/>
              </w:rPr>
              <w:t>Altum</w:t>
            </w:r>
            <w:proofErr w:type="spellEnd"/>
          </w:p>
          <w:p w14:paraId="37A3B04B" w14:textId="77777777" w:rsidR="00D8440A" w:rsidRPr="001418BE" w:rsidRDefault="00D8440A" w:rsidP="00B51D42">
            <w:pPr>
              <w:jc w:val="center"/>
              <w:rPr>
                <w:rFonts w:ascii="Calibri" w:hAnsi="Calibri" w:cs="Arial"/>
                <w:lang w:val="pl-PL"/>
              </w:rPr>
            </w:pPr>
            <w:r w:rsidRPr="0015550F">
              <w:rPr>
                <w:rFonts w:ascii="Calibri" w:hAnsi="Calibri" w:cs="Arial"/>
                <w:lang w:val="pl-PL"/>
              </w:rPr>
              <w:t>Poznań, ul. Powstańców Wlkp. 16</w:t>
            </w:r>
          </w:p>
        </w:tc>
      </w:tr>
      <w:tr w:rsidR="00D8440A" w:rsidRPr="00BB6155" w14:paraId="52A19426" w14:textId="77777777" w:rsidTr="00B51D42">
        <w:tc>
          <w:tcPr>
            <w:tcW w:w="534" w:type="dxa"/>
            <w:shd w:val="clear" w:color="auto" w:fill="FFC000"/>
          </w:tcPr>
          <w:p w14:paraId="5FB2687D" w14:textId="77777777" w:rsidR="00D8440A" w:rsidRPr="00734673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</w:tcPr>
          <w:p w14:paraId="5A5F6185" w14:textId="77777777" w:rsidR="00D8440A" w:rsidRPr="00734673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MITSUBISHI – HR50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F</w:t>
            </w:r>
          </w:p>
        </w:tc>
        <w:tc>
          <w:tcPr>
            <w:tcW w:w="708" w:type="dxa"/>
            <w:shd w:val="clear" w:color="auto" w:fill="FFC000"/>
          </w:tcPr>
          <w:p w14:paraId="182D0A8E" w14:textId="77777777" w:rsidR="00D8440A" w:rsidRPr="00734673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2FA97E5" w14:textId="77777777" w:rsidR="00D8440A" w:rsidRPr="00734673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5,3  kW</w:t>
            </w:r>
          </w:p>
        </w:tc>
        <w:tc>
          <w:tcPr>
            <w:tcW w:w="1238" w:type="dxa"/>
          </w:tcPr>
          <w:p w14:paraId="32A1E969" w14:textId="77777777" w:rsidR="00D8440A" w:rsidRPr="00734673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734673">
              <w:rPr>
                <w:rFonts w:ascii="Calibri" w:hAnsi="Calibri" w:cs="Arial"/>
                <w:sz w:val="20"/>
                <w:szCs w:val="20"/>
                <w:lang w:val="pl-PL"/>
              </w:rPr>
              <w:t>przyziemie centrala tel.</w:t>
            </w:r>
          </w:p>
        </w:tc>
        <w:tc>
          <w:tcPr>
            <w:tcW w:w="992" w:type="dxa"/>
          </w:tcPr>
          <w:p w14:paraId="088423F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0652EEC" w14:textId="77777777" w:rsidR="00D8440A" w:rsidRPr="00734673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54C5EC4C" w14:textId="77777777" w:rsidR="00D8440A" w:rsidRPr="00734673" w:rsidRDefault="00D8440A" w:rsidP="00B51D42">
            <w:pPr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4807144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F38718E" w14:textId="77777777" w:rsidTr="00B51D42">
        <w:tc>
          <w:tcPr>
            <w:tcW w:w="534" w:type="dxa"/>
          </w:tcPr>
          <w:p w14:paraId="1BBD640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BB31B7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FUJITSU – ASY 7USB</w:t>
            </w:r>
          </w:p>
        </w:tc>
        <w:tc>
          <w:tcPr>
            <w:tcW w:w="708" w:type="dxa"/>
          </w:tcPr>
          <w:p w14:paraId="313068B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292CE8F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2,2  kW</w:t>
            </w:r>
          </w:p>
        </w:tc>
        <w:tc>
          <w:tcPr>
            <w:tcW w:w="1238" w:type="dxa"/>
          </w:tcPr>
          <w:p w14:paraId="3AF28BC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przyziemie serwer. </w:t>
            </w: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bibliot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992" w:type="dxa"/>
          </w:tcPr>
          <w:p w14:paraId="05E8F350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4CB095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</w:tcPr>
          <w:p w14:paraId="0C335C0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95E3C3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74E457E" w14:textId="77777777" w:rsidTr="00B51D42">
        <w:tc>
          <w:tcPr>
            <w:tcW w:w="534" w:type="dxa"/>
          </w:tcPr>
          <w:p w14:paraId="5369262F" w14:textId="77777777" w:rsidR="00D8440A" w:rsidRPr="0013581C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3EAAB80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– ASY A18L</w:t>
            </w:r>
          </w:p>
        </w:tc>
        <w:tc>
          <w:tcPr>
            <w:tcW w:w="708" w:type="dxa"/>
          </w:tcPr>
          <w:p w14:paraId="5CC1F97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188CD56D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5,4  kW</w:t>
            </w:r>
          </w:p>
        </w:tc>
        <w:tc>
          <w:tcPr>
            <w:tcW w:w="1238" w:type="dxa"/>
          </w:tcPr>
          <w:p w14:paraId="6DE4861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 p. (131)</w:t>
            </w:r>
          </w:p>
        </w:tc>
        <w:tc>
          <w:tcPr>
            <w:tcW w:w="992" w:type="dxa"/>
          </w:tcPr>
          <w:p w14:paraId="72F93C3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E878FE6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11A851E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15A111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08DFB38" w14:textId="77777777" w:rsidTr="00B51D42">
        <w:tc>
          <w:tcPr>
            <w:tcW w:w="534" w:type="dxa"/>
            <w:shd w:val="clear" w:color="auto" w:fill="auto"/>
          </w:tcPr>
          <w:p w14:paraId="10CCDE13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E70421E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Daikin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FTYN35</w:t>
            </w:r>
          </w:p>
        </w:tc>
        <w:tc>
          <w:tcPr>
            <w:tcW w:w="708" w:type="dxa"/>
            <w:shd w:val="clear" w:color="auto" w:fill="auto"/>
          </w:tcPr>
          <w:p w14:paraId="53A529C0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23F9514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5C46CA13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(521)</w:t>
            </w:r>
          </w:p>
        </w:tc>
        <w:tc>
          <w:tcPr>
            <w:tcW w:w="992" w:type="dxa"/>
            <w:shd w:val="clear" w:color="auto" w:fill="auto"/>
          </w:tcPr>
          <w:p w14:paraId="22C32262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30ACE29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  <w:shd w:val="clear" w:color="auto" w:fill="auto"/>
          </w:tcPr>
          <w:p w14:paraId="4093DC7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37D14A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AEC4DC6" w14:textId="77777777" w:rsidTr="00B51D42">
        <w:tc>
          <w:tcPr>
            <w:tcW w:w="534" w:type="dxa"/>
            <w:shd w:val="clear" w:color="auto" w:fill="auto"/>
          </w:tcPr>
          <w:p w14:paraId="11EB8829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3D34744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Daikin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FT45</w:t>
            </w:r>
          </w:p>
        </w:tc>
        <w:tc>
          <w:tcPr>
            <w:tcW w:w="708" w:type="dxa"/>
            <w:shd w:val="clear" w:color="auto" w:fill="auto"/>
          </w:tcPr>
          <w:p w14:paraId="2B61C24A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0674867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7551881B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XII p. (1211)</w:t>
            </w:r>
          </w:p>
        </w:tc>
        <w:tc>
          <w:tcPr>
            <w:tcW w:w="992" w:type="dxa"/>
            <w:shd w:val="clear" w:color="auto" w:fill="auto"/>
          </w:tcPr>
          <w:p w14:paraId="53DF7B34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3F865C6C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  <w:shd w:val="clear" w:color="auto" w:fill="auto"/>
          </w:tcPr>
          <w:p w14:paraId="20946F9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98A550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11ACB80" w14:textId="77777777" w:rsidTr="00B51D42">
        <w:tc>
          <w:tcPr>
            <w:tcW w:w="534" w:type="dxa"/>
          </w:tcPr>
          <w:p w14:paraId="66707E2B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04A51E47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FUJITSU – ASY A24L</w:t>
            </w:r>
          </w:p>
        </w:tc>
        <w:tc>
          <w:tcPr>
            <w:tcW w:w="708" w:type="dxa"/>
          </w:tcPr>
          <w:p w14:paraId="4D87376C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</w:tcPr>
          <w:p w14:paraId="57661BD3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 x 7,1  kW</w:t>
            </w:r>
          </w:p>
        </w:tc>
        <w:tc>
          <w:tcPr>
            <w:tcW w:w="1238" w:type="dxa"/>
          </w:tcPr>
          <w:p w14:paraId="03465595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III p. (811)</w:t>
            </w:r>
          </w:p>
        </w:tc>
        <w:tc>
          <w:tcPr>
            <w:tcW w:w="992" w:type="dxa"/>
          </w:tcPr>
          <w:p w14:paraId="3C4DE622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13827841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0F4C0E3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3C9003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5188762" w14:textId="77777777" w:rsidTr="00B51D42">
        <w:tc>
          <w:tcPr>
            <w:tcW w:w="534" w:type="dxa"/>
          </w:tcPr>
          <w:p w14:paraId="7BFDAEE9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E2C1070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 xml:space="preserve"> – HKD012/YKD012</w:t>
            </w:r>
          </w:p>
          <w:p w14:paraId="0B7F7E5E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</w:tcPr>
          <w:p w14:paraId="351FA248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14" w:type="dxa"/>
            <w:gridSpan w:val="2"/>
          </w:tcPr>
          <w:p w14:paraId="19A17E99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3,2 kW</w:t>
            </w:r>
          </w:p>
        </w:tc>
        <w:tc>
          <w:tcPr>
            <w:tcW w:w="1238" w:type="dxa"/>
          </w:tcPr>
          <w:p w14:paraId="63827046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 p. (728)</w:t>
            </w:r>
          </w:p>
        </w:tc>
        <w:tc>
          <w:tcPr>
            <w:tcW w:w="992" w:type="dxa"/>
          </w:tcPr>
          <w:p w14:paraId="1E1A0C37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8536B33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63447FD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55E8F55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FD5527B" w14:textId="77777777" w:rsidTr="00B51D42">
        <w:tc>
          <w:tcPr>
            <w:tcW w:w="534" w:type="dxa"/>
          </w:tcPr>
          <w:p w14:paraId="790E9BB5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4078582E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 xml:space="preserve"> – HKD018/YKD018</w:t>
            </w:r>
          </w:p>
          <w:p w14:paraId="63DBA610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</w:tcPr>
          <w:p w14:paraId="7C7EAD58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14" w:type="dxa"/>
            <w:gridSpan w:val="2"/>
          </w:tcPr>
          <w:p w14:paraId="22CCFAA3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en-US"/>
              </w:rPr>
              <w:t>5,0 kW</w:t>
            </w:r>
          </w:p>
        </w:tc>
        <w:tc>
          <w:tcPr>
            <w:tcW w:w="1238" w:type="dxa"/>
          </w:tcPr>
          <w:p w14:paraId="2CB807D2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II p. (730)</w:t>
            </w:r>
          </w:p>
        </w:tc>
        <w:tc>
          <w:tcPr>
            <w:tcW w:w="992" w:type="dxa"/>
          </w:tcPr>
          <w:p w14:paraId="2B10DD81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10E6C04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1529A3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38F3E64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6687DC6" w14:textId="77777777" w:rsidTr="00B51D42">
        <w:tc>
          <w:tcPr>
            <w:tcW w:w="534" w:type="dxa"/>
          </w:tcPr>
          <w:p w14:paraId="35CA3717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9B03151" w14:textId="77777777" w:rsidR="00D8440A" w:rsidRPr="00373648" w:rsidRDefault="00D8440A" w:rsidP="00B51D42">
            <w:pPr>
              <w:rPr>
                <w:rFonts w:ascii="Calibri" w:hAnsi="Calibri" w:cs="Arial"/>
                <w:sz w:val="20"/>
                <w:szCs w:val="20"/>
              </w:rPr>
            </w:pPr>
            <w:r w:rsidRPr="00373648">
              <w:rPr>
                <w:rFonts w:ascii="Calibri" w:hAnsi="Calibri" w:cs="Arial"/>
                <w:sz w:val="20"/>
                <w:szCs w:val="20"/>
              </w:rPr>
              <w:t>FUJITSU ASYG-14</w:t>
            </w:r>
          </w:p>
        </w:tc>
        <w:tc>
          <w:tcPr>
            <w:tcW w:w="708" w:type="dxa"/>
          </w:tcPr>
          <w:p w14:paraId="6760C099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</w:tcPr>
          <w:p w14:paraId="05C99510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2 x 4,0 kW</w:t>
            </w:r>
          </w:p>
        </w:tc>
        <w:tc>
          <w:tcPr>
            <w:tcW w:w="1238" w:type="dxa"/>
          </w:tcPr>
          <w:p w14:paraId="2168345F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(511)</w:t>
            </w:r>
          </w:p>
        </w:tc>
        <w:tc>
          <w:tcPr>
            <w:tcW w:w="992" w:type="dxa"/>
          </w:tcPr>
          <w:p w14:paraId="35ADE4C6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B2E459C" w14:textId="77777777" w:rsidR="00D8440A" w:rsidRPr="00373648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I)</w:t>
            </w:r>
          </w:p>
        </w:tc>
        <w:tc>
          <w:tcPr>
            <w:tcW w:w="948" w:type="dxa"/>
          </w:tcPr>
          <w:p w14:paraId="69316F0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287D350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680F158" w14:textId="77777777" w:rsidTr="00B51D42">
        <w:tc>
          <w:tcPr>
            <w:tcW w:w="534" w:type="dxa"/>
            <w:shd w:val="clear" w:color="auto" w:fill="auto"/>
          </w:tcPr>
          <w:p w14:paraId="51ADF729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9EFBEC2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 xml:space="preserve">FUJITSU - AJY-162 LALBH </w:t>
            </w:r>
          </w:p>
          <w:p w14:paraId="1D75CA4E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Jedn. zewn. VIIRF zasilająca</w:t>
            </w:r>
          </w:p>
          <w:p w14:paraId="4ADEE428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jednostki: 60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,61,64,67</w:t>
            </w:r>
          </w:p>
          <w:p w14:paraId="63E3B9DB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(2 układy po 3 jednostki)</w:t>
            </w:r>
          </w:p>
        </w:tc>
        <w:tc>
          <w:tcPr>
            <w:tcW w:w="708" w:type="dxa"/>
            <w:shd w:val="clear" w:color="auto" w:fill="auto"/>
          </w:tcPr>
          <w:p w14:paraId="325DF2E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93C7AC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</w:t>
            </w:r>
          </w:p>
          <w:p w14:paraId="003F35F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3x50,0 kW</w:t>
            </w:r>
          </w:p>
        </w:tc>
        <w:tc>
          <w:tcPr>
            <w:tcW w:w="1238" w:type="dxa"/>
            <w:shd w:val="clear" w:color="auto" w:fill="auto"/>
          </w:tcPr>
          <w:p w14:paraId="1405AFAE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Dach </w:t>
            </w:r>
          </w:p>
          <w:p w14:paraId="3931581E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IVIIp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  <w:p w14:paraId="350E37B2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D7B679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2417049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37D59F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AF224F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FDDCB01" w14:textId="77777777" w:rsidTr="00B51D42">
        <w:tc>
          <w:tcPr>
            <w:tcW w:w="534" w:type="dxa"/>
            <w:shd w:val="clear" w:color="auto" w:fill="auto"/>
          </w:tcPr>
          <w:p w14:paraId="2BB7A01A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E85C4D6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AUXA-54 GALH</w:t>
            </w:r>
          </w:p>
          <w:p w14:paraId="2CDD12D8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3828BEC9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E2C087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8x14,0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4A4CFF0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06E1059E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1A12FD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FB5938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3E9EAB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FF07EEC" w14:textId="77777777" w:rsidTr="00B51D42">
        <w:tc>
          <w:tcPr>
            <w:tcW w:w="534" w:type="dxa"/>
            <w:shd w:val="clear" w:color="auto" w:fill="auto"/>
          </w:tcPr>
          <w:p w14:paraId="4AC1ABC2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02E71120" w14:textId="77777777" w:rsidR="00D8440A" w:rsidRPr="00525B59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- AUXA-36 GALH</w:t>
            </w: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br/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7588BA1C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958BAF0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11,2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7C084FD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65EBF652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855948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62F2E9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B1A6DB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EBD9E48" w14:textId="77777777" w:rsidTr="00B51D42">
        <w:tc>
          <w:tcPr>
            <w:tcW w:w="534" w:type="dxa"/>
            <w:shd w:val="clear" w:color="auto" w:fill="auto"/>
          </w:tcPr>
          <w:p w14:paraId="1841CB00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2F15795F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AUXA-30 GALH</w:t>
            </w:r>
          </w:p>
          <w:p w14:paraId="65DDF818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0F838E9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5029AA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9,0 kW</w:t>
            </w:r>
          </w:p>
        </w:tc>
        <w:tc>
          <w:tcPr>
            <w:tcW w:w="1238" w:type="dxa"/>
            <w:shd w:val="clear" w:color="auto" w:fill="auto"/>
          </w:tcPr>
          <w:p w14:paraId="0FF34040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01F49359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EC5645F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5A85C5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6EB5F8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3D5AB18" w14:textId="77777777" w:rsidTr="00B51D42">
        <w:tc>
          <w:tcPr>
            <w:tcW w:w="534" w:type="dxa"/>
            <w:shd w:val="clear" w:color="auto" w:fill="auto"/>
          </w:tcPr>
          <w:p w14:paraId="0B6E05F4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73648"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16E7144C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AUXA - 45 GALH</w:t>
            </w:r>
          </w:p>
          <w:p w14:paraId="3A0252FE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0636BAA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CA2A2F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4x12,5 kW</w:t>
            </w:r>
          </w:p>
        </w:tc>
        <w:tc>
          <w:tcPr>
            <w:tcW w:w="1238" w:type="dxa"/>
            <w:shd w:val="clear" w:color="auto" w:fill="auto"/>
          </w:tcPr>
          <w:p w14:paraId="06525D2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20CBA9CF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03E367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DBCBCB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A07C8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01B7C39" w14:textId="77777777" w:rsidTr="00B51D42">
        <w:tc>
          <w:tcPr>
            <w:tcW w:w="534" w:type="dxa"/>
            <w:shd w:val="clear" w:color="auto" w:fill="auto"/>
          </w:tcPr>
          <w:p w14:paraId="67119B12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976FC59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UTG - UFYC - W</w:t>
            </w:r>
          </w:p>
          <w:p w14:paraId="54BBB101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3F8268ED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90025B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2x2,8 kW</w:t>
            </w:r>
          </w:p>
        </w:tc>
        <w:tc>
          <w:tcPr>
            <w:tcW w:w="1238" w:type="dxa"/>
            <w:shd w:val="clear" w:color="auto" w:fill="auto"/>
          </w:tcPr>
          <w:p w14:paraId="65B39A3F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363148A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BBC88AF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AD4518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E488B7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0BA93CC" w14:textId="77777777" w:rsidTr="00B51D42">
        <w:tc>
          <w:tcPr>
            <w:tcW w:w="534" w:type="dxa"/>
            <w:shd w:val="clear" w:color="auto" w:fill="auto"/>
          </w:tcPr>
          <w:p w14:paraId="29795353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E7E6EF8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FUJITSU - AUXA-54 GALH</w:t>
            </w:r>
          </w:p>
          <w:p w14:paraId="4373F570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529B9F41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7396B16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4x14,0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30CE091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6B4009AD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2C02CE2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186977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36DA75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0DEB121" w14:textId="77777777" w:rsidTr="00B51D42">
        <w:tc>
          <w:tcPr>
            <w:tcW w:w="534" w:type="dxa"/>
            <w:shd w:val="clear" w:color="auto" w:fill="auto"/>
          </w:tcPr>
          <w:p w14:paraId="00C4BA00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16205105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</w:t>
            </w: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 - AUXA-45 GALH</w:t>
            </w:r>
          </w:p>
          <w:p w14:paraId="70D0D713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16D7EA5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445627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10x12,5 </w:t>
            </w: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kW</w:t>
            </w:r>
          </w:p>
        </w:tc>
        <w:tc>
          <w:tcPr>
            <w:tcW w:w="1238" w:type="dxa"/>
            <w:shd w:val="clear" w:color="auto" w:fill="auto"/>
          </w:tcPr>
          <w:p w14:paraId="24DF7A26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2C5DD4A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6B3E422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E43C18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864DF7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7872C99" w14:textId="77777777" w:rsidTr="00B51D42">
        <w:tc>
          <w:tcPr>
            <w:tcW w:w="534" w:type="dxa"/>
            <w:shd w:val="clear" w:color="auto" w:fill="auto"/>
          </w:tcPr>
          <w:p w14:paraId="7A3DF5FC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612AAD3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AUXD-24 GALH</w:t>
            </w:r>
          </w:p>
          <w:p w14:paraId="053043C9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27A53569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7FECA40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2x7,1 kW</w:t>
            </w:r>
          </w:p>
        </w:tc>
        <w:tc>
          <w:tcPr>
            <w:tcW w:w="1238" w:type="dxa"/>
            <w:shd w:val="clear" w:color="auto" w:fill="auto"/>
          </w:tcPr>
          <w:p w14:paraId="54A1A93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58E51352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7230C0D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69231B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1899E3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18D7DCB" w14:textId="77777777" w:rsidTr="00B51D42">
        <w:tc>
          <w:tcPr>
            <w:tcW w:w="534" w:type="dxa"/>
            <w:shd w:val="clear" w:color="auto" w:fill="auto"/>
          </w:tcPr>
          <w:p w14:paraId="27C6BF3A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EA2DF27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</w:rPr>
              <w:t>FUJITSU - UTG – UFYC</w:t>
            </w:r>
          </w:p>
          <w:p w14:paraId="19578ECC" w14:textId="77777777" w:rsidR="00D8440A" w:rsidRPr="00525B59" w:rsidRDefault="00D8440A" w:rsidP="00B51D4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wewn</w:t>
            </w:r>
            <w:proofErr w:type="spellEnd"/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. kasetonowa</w:t>
            </w:r>
          </w:p>
        </w:tc>
        <w:tc>
          <w:tcPr>
            <w:tcW w:w="708" w:type="dxa"/>
            <w:shd w:val="clear" w:color="auto" w:fill="auto"/>
          </w:tcPr>
          <w:p w14:paraId="4F0DE15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28B313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en-US"/>
              </w:rPr>
              <w:t>2x5,6 kW</w:t>
            </w:r>
          </w:p>
        </w:tc>
        <w:tc>
          <w:tcPr>
            <w:tcW w:w="1238" w:type="dxa"/>
            <w:shd w:val="clear" w:color="auto" w:fill="auto"/>
          </w:tcPr>
          <w:p w14:paraId="10EB8D3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3795D52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A1EB59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72886A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8C325C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1406815" w14:textId="77777777" w:rsidTr="00B51D42">
        <w:tc>
          <w:tcPr>
            <w:tcW w:w="534" w:type="dxa"/>
            <w:shd w:val="clear" w:color="auto" w:fill="FFC000"/>
          </w:tcPr>
          <w:p w14:paraId="2C1F8C32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51521D86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 Electronics</w:t>
            </w:r>
          </w:p>
          <w:p w14:paraId="56438E55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US30F</w:t>
            </w:r>
          </w:p>
          <w:p w14:paraId="78B84391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UUC1.U40</w:t>
            </w:r>
          </w:p>
          <w:p w14:paraId="50051912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  <w:shd w:val="clear" w:color="auto" w:fill="FFC000"/>
          </w:tcPr>
          <w:p w14:paraId="6E9FAA11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7E4C48E8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1x9,0kW</w:t>
            </w:r>
          </w:p>
        </w:tc>
        <w:tc>
          <w:tcPr>
            <w:tcW w:w="1238" w:type="dxa"/>
            <w:shd w:val="clear" w:color="auto" w:fill="auto"/>
          </w:tcPr>
          <w:p w14:paraId="4F95DA80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Akumulator-</w:t>
            </w:r>
            <w:proofErr w:type="spellStart"/>
            <w:r>
              <w:rPr>
                <w:rFonts w:ascii="Calibri" w:hAnsi="Calibri" w:cs="Arial"/>
                <w:sz w:val="20"/>
                <w:szCs w:val="20"/>
                <w:lang w:val="pl-PL"/>
              </w:rPr>
              <w:t>ownia</w:t>
            </w:r>
            <w:proofErr w:type="spellEnd"/>
          </w:p>
          <w:p w14:paraId="42EC41D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Parter</w:t>
            </w:r>
          </w:p>
        </w:tc>
        <w:tc>
          <w:tcPr>
            <w:tcW w:w="992" w:type="dxa"/>
            <w:shd w:val="clear" w:color="auto" w:fill="auto"/>
          </w:tcPr>
          <w:p w14:paraId="7CA6605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5CAF340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5E2ABA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3DFF18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A251BD3" w14:textId="77777777" w:rsidTr="00B51D42">
        <w:tc>
          <w:tcPr>
            <w:tcW w:w="534" w:type="dxa"/>
            <w:shd w:val="clear" w:color="auto" w:fill="FFC000"/>
          </w:tcPr>
          <w:p w14:paraId="5EE5CA63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0923339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 Electronics</w:t>
            </w:r>
          </w:p>
          <w:p w14:paraId="73C3E3D3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PC18SK.NSK</w:t>
            </w:r>
          </w:p>
          <w:p w14:paraId="3D0818D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PC18SK.UL2</w:t>
            </w:r>
          </w:p>
          <w:p w14:paraId="7AAE3F21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 xml:space="preserve">Jedn.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. ścienna SPLIT</w:t>
            </w:r>
          </w:p>
        </w:tc>
        <w:tc>
          <w:tcPr>
            <w:tcW w:w="708" w:type="dxa"/>
            <w:shd w:val="clear" w:color="auto" w:fill="FFC000"/>
          </w:tcPr>
          <w:p w14:paraId="09B8D053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21CB308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1x5,5kW</w:t>
            </w:r>
          </w:p>
        </w:tc>
        <w:tc>
          <w:tcPr>
            <w:tcW w:w="1238" w:type="dxa"/>
            <w:shd w:val="clear" w:color="auto" w:fill="auto"/>
          </w:tcPr>
          <w:p w14:paraId="720CFA31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Pom. SSP</w:t>
            </w:r>
          </w:p>
        </w:tc>
        <w:tc>
          <w:tcPr>
            <w:tcW w:w="992" w:type="dxa"/>
            <w:shd w:val="clear" w:color="auto" w:fill="auto"/>
          </w:tcPr>
          <w:p w14:paraId="76E7242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C63043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DA4E12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95DAF9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1200983" w14:textId="77777777" w:rsidTr="00B51D42">
        <w:tc>
          <w:tcPr>
            <w:tcW w:w="534" w:type="dxa"/>
            <w:shd w:val="clear" w:color="auto" w:fill="FFC000"/>
          </w:tcPr>
          <w:p w14:paraId="7CA958CC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07C080B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7F17015C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ARNU30GT                     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kasetonowa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309C238E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710CBF3F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1111CABA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29AF857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E361957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IX)2</w:t>
            </w:r>
          </w:p>
        </w:tc>
        <w:tc>
          <w:tcPr>
            <w:tcW w:w="948" w:type="dxa"/>
            <w:shd w:val="clear" w:color="auto" w:fill="auto"/>
          </w:tcPr>
          <w:p w14:paraId="3C7702A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ACED8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52DF723" w14:textId="77777777" w:rsidTr="00B51D42">
        <w:tc>
          <w:tcPr>
            <w:tcW w:w="534" w:type="dxa"/>
            <w:shd w:val="clear" w:color="auto" w:fill="FFC000"/>
          </w:tcPr>
          <w:p w14:paraId="5519C167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581D6BF3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7BC339D1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ARNU30GT                     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kasetonowa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0B8E0063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61B19A5F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757C287E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72A5EE3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F8700B4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IX)2</w:t>
            </w:r>
          </w:p>
        </w:tc>
        <w:tc>
          <w:tcPr>
            <w:tcW w:w="948" w:type="dxa"/>
            <w:shd w:val="clear" w:color="auto" w:fill="auto"/>
          </w:tcPr>
          <w:p w14:paraId="2932FC3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402A98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C77A0C2" w14:textId="77777777" w:rsidTr="00B51D42">
        <w:tc>
          <w:tcPr>
            <w:tcW w:w="534" w:type="dxa"/>
            <w:shd w:val="clear" w:color="auto" w:fill="FFC000"/>
          </w:tcPr>
          <w:p w14:paraId="1F6EA673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72F44E1C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21657B30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4D33B362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375935D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60A32BAD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6ECF8454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C5691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2A148DB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18D816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CAABAD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  <w:r w:rsidRPr="00F73A77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1CCEA35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E5D4D9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2DF96D1" w14:textId="77777777" w:rsidTr="00B51D42">
        <w:tc>
          <w:tcPr>
            <w:tcW w:w="534" w:type="dxa"/>
            <w:shd w:val="clear" w:color="auto" w:fill="FFC000"/>
          </w:tcPr>
          <w:p w14:paraId="345EFDB5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B37CA51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66595CC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0D49A9A5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DFDE6DF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708EE13C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463AE0A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6F18773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18A1908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932837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  <w:r w:rsidRPr="00F73A77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71E9CF0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1B75FB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7D8A982" w14:textId="77777777" w:rsidTr="00B51D42">
        <w:tc>
          <w:tcPr>
            <w:tcW w:w="534" w:type="dxa"/>
            <w:shd w:val="clear" w:color="auto" w:fill="FFC000"/>
          </w:tcPr>
          <w:p w14:paraId="36A9B7A1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27F65DF4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317F118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72D0A1F0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8E166F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0A386927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126B8F6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35928D4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5241F94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8055D5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0DA4A5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163AC6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D55F3E3" w14:textId="77777777" w:rsidTr="00B51D42">
        <w:tc>
          <w:tcPr>
            <w:tcW w:w="534" w:type="dxa"/>
            <w:shd w:val="clear" w:color="auto" w:fill="FFC000"/>
          </w:tcPr>
          <w:p w14:paraId="1DEB9068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710FB7C0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</w:p>
          <w:p w14:paraId="03093604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ARNU24GS / xxx</w:t>
            </w:r>
          </w:p>
          <w:p w14:paraId="1369F546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2F32C49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25F6E3A8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0B887688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7 kW</w:t>
            </w:r>
          </w:p>
        </w:tc>
        <w:tc>
          <w:tcPr>
            <w:tcW w:w="1238" w:type="dxa"/>
            <w:shd w:val="clear" w:color="auto" w:fill="auto"/>
          </w:tcPr>
          <w:p w14:paraId="0D37F25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6597AAE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1C43516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F35589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C94A3A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E3C3825" w14:textId="77777777" w:rsidTr="00B51D42">
        <w:tc>
          <w:tcPr>
            <w:tcW w:w="534" w:type="dxa"/>
            <w:shd w:val="clear" w:color="auto" w:fill="FFC000"/>
          </w:tcPr>
          <w:p w14:paraId="557A1F3C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490D1D7C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  <w:p w14:paraId="1730EBFA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C000"/>
          </w:tcPr>
          <w:p w14:paraId="4AD985B3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5EB007E" w14:textId="77777777" w:rsidR="00D8440A" w:rsidRPr="008C5691" w:rsidRDefault="00D8440A" w:rsidP="00B51D42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737E9AC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5B05405A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3829808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40F54D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B37296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EE4CEB7" w14:textId="77777777" w:rsidTr="00B51D42">
        <w:tc>
          <w:tcPr>
            <w:tcW w:w="534" w:type="dxa"/>
            <w:shd w:val="clear" w:color="auto" w:fill="FFC000"/>
          </w:tcPr>
          <w:p w14:paraId="4742DA94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6AC83242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1D3D0DA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4A41AD4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54A1BFC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5C46411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E3B80AC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BC4093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AA389A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D06CC89" w14:textId="77777777" w:rsidTr="00B51D42">
        <w:tc>
          <w:tcPr>
            <w:tcW w:w="534" w:type="dxa"/>
            <w:shd w:val="clear" w:color="auto" w:fill="FFC000"/>
          </w:tcPr>
          <w:p w14:paraId="2ADB36C5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6D0F9CF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0A0C56A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166570C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4CA464E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59BFA6E4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287262C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7443FF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057A2A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0FFF4A7" w14:textId="77777777" w:rsidTr="00B51D42">
        <w:tc>
          <w:tcPr>
            <w:tcW w:w="534" w:type="dxa"/>
            <w:shd w:val="clear" w:color="auto" w:fill="FFC000"/>
          </w:tcPr>
          <w:p w14:paraId="68E179A3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2D044233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ARNU30GS / 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ścienna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pompka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REFCO COMBI</w:t>
            </w:r>
          </w:p>
        </w:tc>
        <w:tc>
          <w:tcPr>
            <w:tcW w:w="708" w:type="dxa"/>
            <w:shd w:val="clear" w:color="auto" w:fill="FFC000"/>
          </w:tcPr>
          <w:p w14:paraId="176C6C2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57DF4E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214697">
              <w:rPr>
                <w:rFonts w:ascii="Calibri" w:hAnsi="Calibri" w:cs="Calibri"/>
                <w:sz w:val="22"/>
                <w:szCs w:val="22"/>
                <w:lang w:val="en-US"/>
              </w:rPr>
              <w:t>1x 8,5 kW</w:t>
            </w:r>
          </w:p>
        </w:tc>
        <w:tc>
          <w:tcPr>
            <w:tcW w:w="1238" w:type="dxa"/>
            <w:shd w:val="clear" w:color="auto" w:fill="auto"/>
          </w:tcPr>
          <w:p w14:paraId="3C290880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D37F463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6A7444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9F3D24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9D6D04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20BBB20" w14:textId="77777777" w:rsidTr="00B51D42">
        <w:tc>
          <w:tcPr>
            <w:tcW w:w="534" w:type="dxa"/>
            <w:shd w:val="clear" w:color="auto" w:fill="FFC000"/>
          </w:tcPr>
          <w:p w14:paraId="6659767E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1123B916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ARUM200.LTE6 / xxx</w:t>
            </w:r>
          </w:p>
        </w:tc>
        <w:tc>
          <w:tcPr>
            <w:tcW w:w="708" w:type="dxa"/>
            <w:shd w:val="clear" w:color="auto" w:fill="FFC000"/>
          </w:tcPr>
          <w:p w14:paraId="2280376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2BD9CC3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56 kW</w:t>
            </w:r>
          </w:p>
        </w:tc>
        <w:tc>
          <w:tcPr>
            <w:tcW w:w="1238" w:type="dxa"/>
            <w:shd w:val="clear" w:color="auto" w:fill="auto"/>
          </w:tcPr>
          <w:p w14:paraId="5D7C78D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B3439DB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D9C3C0E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DB8D97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77AEE1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7522D07" w14:textId="77777777" w:rsidTr="00B51D42">
        <w:tc>
          <w:tcPr>
            <w:tcW w:w="534" w:type="dxa"/>
            <w:shd w:val="clear" w:color="auto" w:fill="FFC000"/>
          </w:tcPr>
          <w:p w14:paraId="37166FE6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72CFAA03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LG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ARUM120.LTE6 / xxx</w:t>
            </w:r>
          </w:p>
        </w:tc>
        <w:tc>
          <w:tcPr>
            <w:tcW w:w="708" w:type="dxa"/>
            <w:shd w:val="clear" w:color="auto" w:fill="FFC000"/>
          </w:tcPr>
          <w:p w14:paraId="23BA1EA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3637370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33 kW</w:t>
            </w:r>
          </w:p>
        </w:tc>
        <w:tc>
          <w:tcPr>
            <w:tcW w:w="1238" w:type="dxa"/>
            <w:shd w:val="clear" w:color="auto" w:fill="auto"/>
          </w:tcPr>
          <w:p w14:paraId="7F47B8A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7D83AAB7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F393CC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11DD290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C7B0A9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BD39DA8" w14:textId="77777777" w:rsidTr="00B51D42">
        <w:tc>
          <w:tcPr>
            <w:tcW w:w="534" w:type="dxa"/>
            <w:shd w:val="clear" w:color="auto" w:fill="FFC000"/>
          </w:tcPr>
          <w:p w14:paraId="36964E38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3F438AAB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FUJITSU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ASEH07KMCG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jedn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wewn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Naścienna</w:t>
            </w:r>
            <w:proofErr w:type="spellEnd"/>
          </w:p>
        </w:tc>
        <w:tc>
          <w:tcPr>
            <w:tcW w:w="708" w:type="dxa"/>
            <w:shd w:val="clear" w:color="auto" w:fill="FFC000"/>
          </w:tcPr>
          <w:p w14:paraId="1D2B912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2B6D10A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5,4 kW</w:t>
            </w:r>
          </w:p>
        </w:tc>
        <w:tc>
          <w:tcPr>
            <w:tcW w:w="1238" w:type="dxa"/>
            <w:shd w:val="clear" w:color="auto" w:fill="auto"/>
          </w:tcPr>
          <w:p w14:paraId="12250EC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32B45A35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BF57766" w14:textId="77777777" w:rsidR="00D8440A" w:rsidRPr="00525B5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525B59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2F25D3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6EF0D0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980425B" w14:textId="77777777" w:rsidTr="00B51D42">
        <w:tc>
          <w:tcPr>
            <w:tcW w:w="534" w:type="dxa"/>
            <w:shd w:val="clear" w:color="auto" w:fill="FFC000"/>
          </w:tcPr>
          <w:p w14:paraId="6054273F" w14:textId="77777777" w:rsidR="00D8440A" w:rsidRPr="00373648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FFC000"/>
            <w:vAlign w:val="center"/>
          </w:tcPr>
          <w:p w14:paraId="17728756" w14:textId="77777777" w:rsidR="00D8440A" w:rsidRPr="008C5691" w:rsidRDefault="00D8440A" w:rsidP="00B51D4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5691">
              <w:rPr>
                <w:rFonts w:ascii="Calibri" w:hAnsi="Calibri" w:cs="Calibri"/>
                <w:sz w:val="20"/>
                <w:szCs w:val="20"/>
              </w:rPr>
              <w:t>FUJITSU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AOEH07KMCG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xxx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 xml:space="preserve">+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grzałka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ZPC INV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KLIMATHERM</w:t>
            </w:r>
            <w:r w:rsidRPr="008C5691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chłodzenie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C5691">
              <w:rPr>
                <w:rFonts w:ascii="Calibri" w:hAnsi="Calibri" w:cs="Calibri"/>
                <w:sz w:val="20"/>
                <w:szCs w:val="20"/>
              </w:rPr>
              <w:t>całoroczne</w:t>
            </w:r>
            <w:proofErr w:type="spellEnd"/>
            <w:r w:rsidRPr="008C5691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FFC000"/>
          </w:tcPr>
          <w:p w14:paraId="1FBEB3DA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color w:val="FFFFFF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FFC000"/>
          </w:tcPr>
          <w:p w14:paraId="72068237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238" w:type="dxa"/>
            <w:shd w:val="clear" w:color="auto" w:fill="auto"/>
          </w:tcPr>
          <w:p w14:paraId="7EBE77E1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6C09F556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515D528" w14:textId="77777777" w:rsidR="00D8440A" w:rsidRPr="00924F9D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24F9D"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19F558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8A1928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BD20C99" w14:textId="77777777" w:rsidTr="00B51D42">
        <w:tc>
          <w:tcPr>
            <w:tcW w:w="534" w:type="dxa"/>
          </w:tcPr>
          <w:p w14:paraId="187E5EB3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4303B100" w14:textId="2F7C9815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7FAA1AC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A860A4F" w14:textId="77777777" w:rsidTr="00B51D42">
        <w:tc>
          <w:tcPr>
            <w:tcW w:w="534" w:type="dxa"/>
          </w:tcPr>
          <w:p w14:paraId="043A2E5D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47116506" w14:textId="7BF67238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CA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015D7CB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CF7604C" w14:textId="77777777" w:rsidTr="00B51D42">
        <w:tc>
          <w:tcPr>
            <w:tcW w:w="9747" w:type="dxa"/>
            <w:gridSpan w:val="9"/>
          </w:tcPr>
          <w:p w14:paraId="034681C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42EC43F2" w14:textId="77777777" w:rsidR="00D8440A" w:rsidRPr="001418BE" w:rsidRDefault="00D8440A" w:rsidP="00B51D42">
            <w:pPr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Budynek CEUE</w:t>
            </w:r>
            <w:r w:rsidRPr="00D31F4B">
              <w:rPr>
                <w:rFonts w:ascii="Calibri" w:hAnsi="Calibri" w:cs="Arial"/>
                <w:u w:val="single"/>
                <w:lang w:val="pl-PL"/>
              </w:rPr>
              <w:br/>
            </w:r>
            <w:r w:rsidRPr="00D31F4B">
              <w:rPr>
                <w:rFonts w:ascii="Calibri" w:hAnsi="Calibri" w:cs="Arial"/>
                <w:lang w:val="pl-PL"/>
              </w:rPr>
              <w:t>Poznań, ul. Towarowa 55</w:t>
            </w:r>
          </w:p>
        </w:tc>
      </w:tr>
      <w:tr w:rsidR="00D8440A" w:rsidRPr="00BB6155" w14:paraId="748B2C94" w14:textId="77777777" w:rsidTr="00B51D42">
        <w:tc>
          <w:tcPr>
            <w:tcW w:w="534" w:type="dxa"/>
            <w:shd w:val="clear" w:color="auto" w:fill="auto"/>
          </w:tcPr>
          <w:p w14:paraId="39363C1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0AC418D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SP803AT-E 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KL1 i KL2</w:t>
            </w:r>
          </w:p>
        </w:tc>
        <w:tc>
          <w:tcPr>
            <w:tcW w:w="708" w:type="dxa"/>
            <w:shd w:val="clear" w:color="auto" w:fill="auto"/>
          </w:tcPr>
          <w:p w14:paraId="1B5BC073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9F2C9E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6 kW</w:t>
            </w:r>
          </w:p>
        </w:tc>
        <w:tc>
          <w:tcPr>
            <w:tcW w:w="1238" w:type="dxa"/>
            <w:shd w:val="clear" w:color="auto" w:fill="auto"/>
          </w:tcPr>
          <w:p w14:paraId="6239743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p. -1, pom. UPS</w:t>
            </w:r>
          </w:p>
        </w:tc>
        <w:tc>
          <w:tcPr>
            <w:tcW w:w="992" w:type="dxa"/>
            <w:shd w:val="clear" w:color="auto" w:fill="auto"/>
          </w:tcPr>
          <w:p w14:paraId="512D64F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587F80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5C44092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91EFAE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B6C4CF0" w14:textId="77777777" w:rsidTr="00B51D42">
        <w:tc>
          <w:tcPr>
            <w:tcW w:w="534" w:type="dxa"/>
            <w:shd w:val="clear" w:color="auto" w:fill="auto"/>
          </w:tcPr>
          <w:p w14:paraId="1A3A155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152645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SM2242DT-E KL3 i KL4</w:t>
            </w:r>
          </w:p>
        </w:tc>
        <w:tc>
          <w:tcPr>
            <w:tcW w:w="708" w:type="dxa"/>
            <w:shd w:val="clear" w:color="auto" w:fill="auto"/>
          </w:tcPr>
          <w:p w14:paraId="10DFD8AA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687A5A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20 kW</w:t>
            </w:r>
          </w:p>
          <w:p w14:paraId="4CEBFFB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14BD105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 parter (013)</w:t>
            </w:r>
          </w:p>
        </w:tc>
        <w:tc>
          <w:tcPr>
            <w:tcW w:w="992" w:type="dxa"/>
            <w:shd w:val="clear" w:color="auto" w:fill="auto"/>
          </w:tcPr>
          <w:p w14:paraId="342836F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05D264E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3758EF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FFB6C0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5508335" w14:textId="77777777" w:rsidTr="00B51D42">
        <w:tc>
          <w:tcPr>
            <w:tcW w:w="534" w:type="dxa"/>
            <w:shd w:val="clear" w:color="auto" w:fill="auto"/>
          </w:tcPr>
          <w:p w14:paraId="34D091E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079B7A9" w14:textId="77777777" w:rsidR="00D8440A" w:rsidRPr="00B0167C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TOSHIBA</w:t>
            </w:r>
          </w:p>
          <w:p w14:paraId="1887B473" w14:textId="77777777" w:rsidR="00D8440A" w:rsidRPr="0019233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-SM802KRT-E</w:t>
            </w:r>
          </w:p>
        </w:tc>
        <w:tc>
          <w:tcPr>
            <w:tcW w:w="708" w:type="dxa"/>
            <w:shd w:val="clear" w:color="auto" w:fill="auto"/>
          </w:tcPr>
          <w:p w14:paraId="29226264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7255C2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5F4D75D2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 p.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20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39ADECD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0635E4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5F258F4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EF698C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40C02FA" w14:textId="77777777" w:rsidTr="00B51D42">
        <w:tc>
          <w:tcPr>
            <w:tcW w:w="534" w:type="dxa"/>
            <w:shd w:val="clear" w:color="auto" w:fill="auto"/>
          </w:tcPr>
          <w:p w14:paraId="4CC64B7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E49EB7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SM1107CTP-E KL5 i KL6</w:t>
            </w:r>
          </w:p>
        </w:tc>
        <w:tc>
          <w:tcPr>
            <w:tcW w:w="708" w:type="dxa"/>
            <w:shd w:val="clear" w:color="auto" w:fill="auto"/>
          </w:tcPr>
          <w:p w14:paraId="24DA5EBD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87148E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10 kW</w:t>
            </w:r>
          </w:p>
        </w:tc>
        <w:tc>
          <w:tcPr>
            <w:tcW w:w="1238" w:type="dxa"/>
            <w:shd w:val="clear" w:color="auto" w:fill="auto"/>
          </w:tcPr>
          <w:p w14:paraId="5D06DAB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 p. (2.18)</w:t>
            </w:r>
          </w:p>
        </w:tc>
        <w:tc>
          <w:tcPr>
            <w:tcW w:w="992" w:type="dxa"/>
            <w:shd w:val="clear" w:color="auto" w:fill="auto"/>
          </w:tcPr>
          <w:p w14:paraId="6B01E15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422FBE2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3C9E79F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6B9E17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3F4317F" w14:textId="77777777" w:rsidTr="00B51D42">
        <w:tc>
          <w:tcPr>
            <w:tcW w:w="534" w:type="dxa"/>
            <w:shd w:val="clear" w:color="auto" w:fill="auto"/>
          </w:tcPr>
          <w:p w14:paraId="1BDAFBC0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AF8C0CE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TOSHIBA-RA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-SM1107CTP KL7</w:t>
            </w:r>
          </w:p>
        </w:tc>
        <w:tc>
          <w:tcPr>
            <w:tcW w:w="708" w:type="dxa"/>
            <w:shd w:val="clear" w:color="auto" w:fill="auto"/>
          </w:tcPr>
          <w:p w14:paraId="74096052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26C1208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 x 10 kW</w:t>
            </w:r>
          </w:p>
        </w:tc>
        <w:tc>
          <w:tcPr>
            <w:tcW w:w="1238" w:type="dxa"/>
            <w:shd w:val="clear" w:color="auto" w:fill="auto"/>
          </w:tcPr>
          <w:p w14:paraId="5A0A975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III p. (3.20)</w:t>
            </w:r>
          </w:p>
        </w:tc>
        <w:tc>
          <w:tcPr>
            <w:tcW w:w="992" w:type="dxa"/>
            <w:shd w:val="clear" w:color="auto" w:fill="auto"/>
          </w:tcPr>
          <w:p w14:paraId="635BCCF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53D26DE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ACF18C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05F6465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5848626" w14:textId="77777777" w:rsidTr="00B51D42">
        <w:tc>
          <w:tcPr>
            <w:tcW w:w="534" w:type="dxa"/>
            <w:shd w:val="clear" w:color="auto" w:fill="auto"/>
          </w:tcPr>
          <w:p w14:paraId="5A1BA515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1990F8F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T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 xml:space="preserve">OSHIBA </w:t>
            </w: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3D1514">
              <w:rPr>
                <w:rFonts w:ascii="Calibri" w:hAnsi="Calibri" w:cs="Arial"/>
                <w:sz w:val="20"/>
                <w:szCs w:val="20"/>
                <w:lang w:val="pl-PL"/>
              </w:rPr>
              <w:t>-SM802KRT-E</w:t>
            </w:r>
          </w:p>
        </w:tc>
        <w:tc>
          <w:tcPr>
            <w:tcW w:w="708" w:type="dxa"/>
            <w:shd w:val="clear" w:color="auto" w:fill="auto"/>
          </w:tcPr>
          <w:p w14:paraId="17F6E799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61F9BC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35A891F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III p. (3.20)</w:t>
            </w:r>
          </w:p>
        </w:tc>
        <w:tc>
          <w:tcPr>
            <w:tcW w:w="992" w:type="dxa"/>
            <w:shd w:val="clear" w:color="auto" w:fill="auto"/>
          </w:tcPr>
          <w:p w14:paraId="1EF474B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32D7A7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22C05B6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880853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5D0E68F" w14:textId="77777777" w:rsidTr="00B51D42">
        <w:tc>
          <w:tcPr>
            <w:tcW w:w="534" w:type="dxa"/>
            <w:shd w:val="clear" w:color="auto" w:fill="auto"/>
          </w:tcPr>
          <w:p w14:paraId="481B257D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547A0367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TOSHIBA RA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-SM1107CTP-E KL8</w:t>
            </w:r>
          </w:p>
        </w:tc>
        <w:tc>
          <w:tcPr>
            <w:tcW w:w="708" w:type="dxa"/>
            <w:shd w:val="clear" w:color="auto" w:fill="auto"/>
          </w:tcPr>
          <w:p w14:paraId="67E15BD6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B8CFD4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 x 10 kW</w:t>
            </w:r>
          </w:p>
        </w:tc>
        <w:tc>
          <w:tcPr>
            <w:tcW w:w="1238" w:type="dxa"/>
            <w:shd w:val="clear" w:color="auto" w:fill="auto"/>
          </w:tcPr>
          <w:p w14:paraId="7ADD732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br/>
              <w:t>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p. (4.13)</w:t>
            </w:r>
          </w:p>
        </w:tc>
        <w:tc>
          <w:tcPr>
            <w:tcW w:w="992" w:type="dxa"/>
            <w:shd w:val="clear" w:color="auto" w:fill="auto"/>
          </w:tcPr>
          <w:p w14:paraId="1C9730E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6F3CCFE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0AFFFE8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9D32F7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11EB61A" w14:textId="77777777" w:rsidTr="00B51D42">
        <w:tc>
          <w:tcPr>
            <w:tcW w:w="534" w:type="dxa"/>
            <w:shd w:val="clear" w:color="auto" w:fill="auto"/>
          </w:tcPr>
          <w:p w14:paraId="4A29DF3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365A7C2" w14:textId="77777777" w:rsidR="00D8440A" w:rsidRPr="0019233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2DE1A8B3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10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511B21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52EA1F1B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parter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AB8273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5C59C7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90F295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25B2A2D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E44A573" w14:textId="77777777" w:rsidTr="00B51D42">
        <w:tc>
          <w:tcPr>
            <w:tcW w:w="534" w:type="dxa"/>
            <w:shd w:val="clear" w:color="auto" w:fill="auto"/>
          </w:tcPr>
          <w:p w14:paraId="223CD7A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32A74E5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TOSHIBA-MMU-APO244-HP-E</w:t>
            </w:r>
          </w:p>
        </w:tc>
        <w:tc>
          <w:tcPr>
            <w:tcW w:w="708" w:type="dxa"/>
            <w:shd w:val="clear" w:color="auto" w:fill="auto"/>
          </w:tcPr>
          <w:p w14:paraId="5ED32A64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60E16D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7,1 kW</w:t>
            </w:r>
          </w:p>
        </w:tc>
        <w:tc>
          <w:tcPr>
            <w:tcW w:w="1238" w:type="dxa"/>
            <w:shd w:val="clear" w:color="auto" w:fill="auto"/>
          </w:tcPr>
          <w:p w14:paraId="458E3D9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7CDED39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0B68A8C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920325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7336F43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A0697F4" w14:textId="77777777" w:rsidTr="00B51D42">
        <w:tc>
          <w:tcPr>
            <w:tcW w:w="534" w:type="dxa"/>
            <w:shd w:val="clear" w:color="auto" w:fill="auto"/>
          </w:tcPr>
          <w:p w14:paraId="4A8BE5C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3FBA5B6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181138D2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67BD93F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7 x 3,6 kW</w:t>
            </w:r>
          </w:p>
        </w:tc>
        <w:tc>
          <w:tcPr>
            <w:tcW w:w="1238" w:type="dxa"/>
            <w:shd w:val="clear" w:color="auto" w:fill="auto"/>
          </w:tcPr>
          <w:p w14:paraId="6EE1ABF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628E0E2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EC19A4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449554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C59BF2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0D43A5C" w14:textId="77777777" w:rsidTr="00B51D42">
        <w:tc>
          <w:tcPr>
            <w:tcW w:w="534" w:type="dxa"/>
            <w:shd w:val="clear" w:color="auto" w:fill="auto"/>
          </w:tcPr>
          <w:p w14:paraId="7A00376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559E9AA" w14:textId="77777777" w:rsidR="00D8440A" w:rsidRPr="0019233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15662628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AD288B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49D30F6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410283C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885A32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9D1352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9F0400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5DDDDB0" w14:textId="77777777" w:rsidTr="00B51D42">
        <w:tc>
          <w:tcPr>
            <w:tcW w:w="534" w:type="dxa"/>
            <w:shd w:val="clear" w:color="auto" w:fill="auto"/>
          </w:tcPr>
          <w:p w14:paraId="08CFA6A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2139163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094H</w:t>
            </w:r>
          </w:p>
        </w:tc>
        <w:tc>
          <w:tcPr>
            <w:tcW w:w="708" w:type="dxa"/>
            <w:shd w:val="clear" w:color="auto" w:fill="auto"/>
          </w:tcPr>
          <w:p w14:paraId="2616ACCD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EF0065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1kW</w:t>
            </w:r>
          </w:p>
        </w:tc>
        <w:tc>
          <w:tcPr>
            <w:tcW w:w="1238" w:type="dxa"/>
            <w:shd w:val="clear" w:color="auto" w:fill="auto"/>
          </w:tcPr>
          <w:p w14:paraId="6931327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 p.</w:t>
            </w:r>
          </w:p>
        </w:tc>
        <w:tc>
          <w:tcPr>
            <w:tcW w:w="992" w:type="dxa"/>
            <w:shd w:val="clear" w:color="auto" w:fill="auto"/>
          </w:tcPr>
          <w:p w14:paraId="1F69014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A62CDA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B7900E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C2440F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67040ED" w14:textId="77777777" w:rsidTr="00B51D42">
        <w:tc>
          <w:tcPr>
            <w:tcW w:w="534" w:type="dxa"/>
            <w:shd w:val="clear" w:color="auto" w:fill="auto"/>
          </w:tcPr>
          <w:p w14:paraId="4B8E701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2701E2B" w14:textId="77777777" w:rsidR="00D8440A" w:rsidRPr="00B0167C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TOSHIBA</w:t>
            </w:r>
          </w:p>
          <w:p w14:paraId="12422759" w14:textId="77777777" w:rsidR="00D8440A" w:rsidRPr="00B0167C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RA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-SM80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4UT</w:t>
            </w:r>
            <w:r w:rsidRPr="00B0167C">
              <w:rPr>
                <w:rFonts w:ascii="Calibri" w:hAnsi="Calibri" w:cs="Arial"/>
                <w:sz w:val="20"/>
                <w:szCs w:val="20"/>
                <w:lang w:val="de-DE"/>
              </w:rPr>
              <w:t>-E</w:t>
            </w:r>
          </w:p>
        </w:tc>
        <w:tc>
          <w:tcPr>
            <w:tcW w:w="708" w:type="dxa"/>
            <w:shd w:val="clear" w:color="auto" w:fill="auto"/>
          </w:tcPr>
          <w:p w14:paraId="0EEC3F00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839A94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 x 6 kW</w:t>
            </w:r>
          </w:p>
        </w:tc>
        <w:tc>
          <w:tcPr>
            <w:tcW w:w="1238" w:type="dxa"/>
            <w:shd w:val="clear" w:color="auto" w:fill="auto"/>
          </w:tcPr>
          <w:p w14:paraId="7720178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I p.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29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25339739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73D1EE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ED667E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525D757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7D983D1" w14:textId="77777777" w:rsidTr="00B51D42">
        <w:tc>
          <w:tcPr>
            <w:tcW w:w="534" w:type="dxa"/>
            <w:shd w:val="clear" w:color="auto" w:fill="auto"/>
          </w:tcPr>
          <w:p w14:paraId="7B77B71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AB8A66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MMU-APO244 HP-E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br/>
            </w:r>
          </w:p>
        </w:tc>
        <w:tc>
          <w:tcPr>
            <w:tcW w:w="708" w:type="dxa"/>
            <w:shd w:val="clear" w:color="auto" w:fill="auto"/>
          </w:tcPr>
          <w:p w14:paraId="58D4B9B9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3E5D52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 x 7,1 kW</w:t>
            </w:r>
          </w:p>
        </w:tc>
        <w:tc>
          <w:tcPr>
            <w:tcW w:w="1238" w:type="dxa"/>
            <w:shd w:val="clear" w:color="auto" w:fill="auto"/>
          </w:tcPr>
          <w:p w14:paraId="532F4F6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5905DD3C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5105373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502317F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6D5B04F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4652713" w14:textId="77777777" w:rsidTr="00B51D42">
        <w:tc>
          <w:tcPr>
            <w:tcW w:w="534" w:type="dxa"/>
            <w:shd w:val="clear" w:color="auto" w:fill="auto"/>
          </w:tcPr>
          <w:p w14:paraId="4EA2C2EA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551C6A9E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3E33008C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5A8C9D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5 x 3,6 kW</w:t>
            </w:r>
          </w:p>
        </w:tc>
        <w:tc>
          <w:tcPr>
            <w:tcW w:w="1238" w:type="dxa"/>
            <w:shd w:val="clear" w:color="auto" w:fill="auto"/>
          </w:tcPr>
          <w:p w14:paraId="7753DB7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6716BA4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DF4CDB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383FD5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99A6D6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5D0FEF88" w14:textId="77777777" w:rsidTr="00B51D42">
        <w:tc>
          <w:tcPr>
            <w:tcW w:w="534" w:type="dxa"/>
            <w:shd w:val="clear" w:color="auto" w:fill="auto"/>
          </w:tcPr>
          <w:p w14:paraId="0798BF0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09E508B9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328C55E2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4CC78D2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1E7FDB8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II p.</w:t>
            </w:r>
          </w:p>
        </w:tc>
        <w:tc>
          <w:tcPr>
            <w:tcW w:w="992" w:type="dxa"/>
            <w:shd w:val="clear" w:color="auto" w:fill="auto"/>
          </w:tcPr>
          <w:p w14:paraId="2A159E4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A65507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3BCD0D8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48C7FC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388BE6C" w14:textId="77777777" w:rsidTr="00B51D42">
        <w:tc>
          <w:tcPr>
            <w:tcW w:w="534" w:type="dxa"/>
            <w:shd w:val="clear" w:color="auto" w:fill="auto"/>
          </w:tcPr>
          <w:p w14:paraId="47650B3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454" w:type="dxa"/>
            <w:shd w:val="clear" w:color="auto" w:fill="auto"/>
          </w:tcPr>
          <w:p w14:paraId="0A6D5DB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MMU-APO094 HP-E</w:t>
            </w:r>
          </w:p>
        </w:tc>
        <w:tc>
          <w:tcPr>
            <w:tcW w:w="708" w:type="dxa"/>
            <w:shd w:val="clear" w:color="auto" w:fill="auto"/>
          </w:tcPr>
          <w:p w14:paraId="20B1B3B7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15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C4832B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x 2,8 kW</w:t>
            </w:r>
          </w:p>
        </w:tc>
        <w:tc>
          <w:tcPr>
            <w:tcW w:w="1238" w:type="dxa"/>
            <w:shd w:val="clear" w:color="auto" w:fill="auto"/>
          </w:tcPr>
          <w:p w14:paraId="58CEA25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0A37F51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FC1963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60ACC4A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F00FA2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B3B2E9C" w14:textId="77777777" w:rsidTr="00B51D42">
        <w:tc>
          <w:tcPr>
            <w:tcW w:w="534" w:type="dxa"/>
            <w:shd w:val="clear" w:color="auto" w:fill="auto"/>
          </w:tcPr>
          <w:p w14:paraId="6FFE076E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F6FEAC3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038E38F3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22B6A5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3,6 kW</w:t>
            </w:r>
          </w:p>
        </w:tc>
        <w:tc>
          <w:tcPr>
            <w:tcW w:w="1238" w:type="dxa"/>
            <w:shd w:val="clear" w:color="auto" w:fill="auto"/>
          </w:tcPr>
          <w:p w14:paraId="569C527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46139F0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79C8C88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6C2B07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5F8F77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A14D967" w14:textId="77777777" w:rsidTr="00B51D42">
        <w:tc>
          <w:tcPr>
            <w:tcW w:w="534" w:type="dxa"/>
            <w:shd w:val="clear" w:color="auto" w:fill="auto"/>
          </w:tcPr>
          <w:p w14:paraId="7877D2F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27E6163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242H</w:t>
            </w:r>
          </w:p>
        </w:tc>
        <w:tc>
          <w:tcPr>
            <w:tcW w:w="708" w:type="dxa"/>
            <w:shd w:val="clear" w:color="auto" w:fill="auto"/>
          </w:tcPr>
          <w:p w14:paraId="40EF21CF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0F0D64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2258E74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III p.</w:t>
            </w:r>
          </w:p>
        </w:tc>
        <w:tc>
          <w:tcPr>
            <w:tcW w:w="992" w:type="dxa"/>
            <w:shd w:val="clear" w:color="auto" w:fill="auto"/>
          </w:tcPr>
          <w:p w14:paraId="47ACD925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D13382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755F317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FF8E27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C6FA490" w14:textId="77777777" w:rsidTr="00B51D42">
        <w:tc>
          <w:tcPr>
            <w:tcW w:w="534" w:type="dxa"/>
            <w:shd w:val="clear" w:color="auto" w:fill="auto"/>
          </w:tcPr>
          <w:p w14:paraId="3CE52D05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3EFCE22C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MMU-APO094 HP-E</w:t>
            </w:r>
          </w:p>
        </w:tc>
        <w:tc>
          <w:tcPr>
            <w:tcW w:w="708" w:type="dxa"/>
            <w:shd w:val="clear" w:color="auto" w:fill="auto"/>
          </w:tcPr>
          <w:p w14:paraId="067D8529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186A1AD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2,8 kW</w:t>
            </w:r>
          </w:p>
        </w:tc>
        <w:tc>
          <w:tcPr>
            <w:tcW w:w="1238" w:type="dxa"/>
            <w:shd w:val="clear" w:color="auto" w:fill="auto"/>
          </w:tcPr>
          <w:p w14:paraId="39944C4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093EECA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4E0A7B1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32218A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E19521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5A3A8F6" w14:textId="77777777" w:rsidTr="00B51D42">
        <w:tc>
          <w:tcPr>
            <w:tcW w:w="534" w:type="dxa"/>
            <w:shd w:val="clear" w:color="auto" w:fill="auto"/>
          </w:tcPr>
          <w:p w14:paraId="2208EF1F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4BCA44B0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MMU-APO124 HP-E</w:t>
            </w:r>
          </w:p>
        </w:tc>
        <w:tc>
          <w:tcPr>
            <w:tcW w:w="708" w:type="dxa"/>
            <w:shd w:val="clear" w:color="auto" w:fill="auto"/>
          </w:tcPr>
          <w:p w14:paraId="29B9F845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E762ADC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 xml:space="preserve"> x 3,6 kW</w:t>
            </w:r>
          </w:p>
        </w:tc>
        <w:tc>
          <w:tcPr>
            <w:tcW w:w="1238" w:type="dxa"/>
            <w:shd w:val="clear" w:color="auto" w:fill="auto"/>
          </w:tcPr>
          <w:p w14:paraId="765711CF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055334E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642046D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4549D12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3BE9064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3235E28" w14:textId="77777777" w:rsidTr="00B51D42">
        <w:tc>
          <w:tcPr>
            <w:tcW w:w="534" w:type="dxa"/>
            <w:shd w:val="clear" w:color="auto" w:fill="auto"/>
          </w:tcPr>
          <w:p w14:paraId="2295E246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B166979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304H</w:t>
            </w:r>
          </w:p>
        </w:tc>
        <w:tc>
          <w:tcPr>
            <w:tcW w:w="708" w:type="dxa"/>
            <w:shd w:val="clear" w:color="auto" w:fill="auto"/>
          </w:tcPr>
          <w:p w14:paraId="55D94330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0AF3689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36FF849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038EE071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B44F00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3EB8C6A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1AA08E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1EF83D7" w14:textId="77777777" w:rsidTr="00B51D42">
        <w:tc>
          <w:tcPr>
            <w:tcW w:w="534" w:type="dxa"/>
            <w:shd w:val="clear" w:color="auto" w:fill="auto"/>
          </w:tcPr>
          <w:p w14:paraId="7EDFE3C4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E31E218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TOSHIBA - MMU-APO244 HP-E</w:t>
            </w:r>
          </w:p>
        </w:tc>
        <w:tc>
          <w:tcPr>
            <w:tcW w:w="708" w:type="dxa"/>
            <w:shd w:val="clear" w:color="auto" w:fill="auto"/>
          </w:tcPr>
          <w:p w14:paraId="0ABBA849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C33ABD8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4554679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5216074E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32232F2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0AD5A426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4106EE4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2B3E411F" w14:textId="77777777" w:rsidTr="00B51D42">
        <w:tc>
          <w:tcPr>
            <w:tcW w:w="534" w:type="dxa"/>
            <w:shd w:val="clear" w:color="auto" w:fill="auto"/>
          </w:tcPr>
          <w:p w14:paraId="1CA1A07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7F964C32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>
              <w:rPr>
                <w:rFonts w:ascii="Calibri" w:hAnsi="Calibri" w:cs="Arial"/>
                <w:sz w:val="20"/>
                <w:szCs w:val="20"/>
                <w:lang w:val="de-DE"/>
              </w:rPr>
              <w:t>TOSHIBA - MMU-APO272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H</w:t>
            </w:r>
          </w:p>
        </w:tc>
        <w:tc>
          <w:tcPr>
            <w:tcW w:w="708" w:type="dxa"/>
            <w:shd w:val="clear" w:color="auto" w:fill="auto"/>
          </w:tcPr>
          <w:p w14:paraId="43F61F3D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5419316A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65898992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>I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de-DE"/>
              </w:rPr>
              <w:t xml:space="preserve"> p.</w:t>
            </w:r>
          </w:p>
        </w:tc>
        <w:tc>
          <w:tcPr>
            <w:tcW w:w="992" w:type="dxa"/>
            <w:shd w:val="clear" w:color="auto" w:fill="auto"/>
          </w:tcPr>
          <w:p w14:paraId="686F8C9D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A72566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2F6A62F3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F62C578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7991CAA" w14:textId="77777777" w:rsidTr="00B51D42">
        <w:tc>
          <w:tcPr>
            <w:tcW w:w="534" w:type="dxa"/>
            <w:shd w:val="clear" w:color="auto" w:fill="auto"/>
          </w:tcPr>
          <w:p w14:paraId="0E550267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6E49EF79" w14:textId="77777777" w:rsidR="00D8440A" w:rsidRPr="0019233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Agregat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wody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lodowej</w:t>
            </w:r>
            <w:proofErr w:type="spellEnd"/>
          </w:p>
          <w:p w14:paraId="2574EECB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CLIMA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>VII</w:t>
            </w: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ENETA</w:t>
            </w:r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typ NECS-W 1104</w:t>
            </w:r>
          </w:p>
        </w:tc>
        <w:tc>
          <w:tcPr>
            <w:tcW w:w="708" w:type="dxa"/>
            <w:shd w:val="clear" w:color="auto" w:fill="auto"/>
          </w:tcPr>
          <w:p w14:paraId="11F9A2B6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30E3E61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31FF3FF3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wentylatorownia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 xml:space="preserve"> </w:t>
            </w:r>
          </w:p>
          <w:p w14:paraId="28451237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pom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val="de-DE"/>
              </w:rPr>
              <w:t>. -2.15</w:t>
            </w:r>
          </w:p>
        </w:tc>
        <w:tc>
          <w:tcPr>
            <w:tcW w:w="992" w:type="dxa"/>
            <w:shd w:val="clear" w:color="auto" w:fill="auto"/>
          </w:tcPr>
          <w:p w14:paraId="7CD87FA6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2</w:t>
            </w:r>
          </w:p>
          <w:p w14:paraId="18A601F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(VII, IX)</w:t>
            </w:r>
          </w:p>
        </w:tc>
        <w:tc>
          <w:tcPr>
            <w:tcW w:w="948" w:type="dxa"/>
            <w:shd w:val="clear" w:color="auto" w:fill="auto"/>
          </w:tcPr>
          <w:p w14:paraId="33A506C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5D0157F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292C02C" w14:textId="77777777" w:rsidTr="00B51D42">
        <w:tc>
          <w:tcPr>
            <w:tcW w:w="534" w:type="dxa"/>
            <w:shd w:val="clear" w:color="auto" w:fill="auto"/>
          </w:tcPr>
          <w:p w14:paraId="67ED6F7C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  <w:shd w:val="clear" w:color="auto" w:fill="auto"/>
          </w:tcPr>
          <w:p w14:paraId="1ADADE10" w14:textId="77777777" w:rsidR="00D8440A" w:rsidRPr="0019233B" w:rsidRDefault="00D8440A" w:rsidP="00B51D42">
            <w:pPr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Drycooler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REFRION </w:t>
            </w:r>
            <w:proofErr w:type="spellStart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>typ</w:t>
            </w:r>
            <w:proofErr w:type="spellEnd"/>
            <w:r w:rsidRPr="0019233B">
              <w:rPr>
                <w:rFonts w:ascii="Calibri" w:hAnsi="Calibri" w:cs="Arial"/>
                <w:sz w:val="20"/>
                <w:szCs w:val="20"/>
                <w:lang w:val="de-DE"/>
              </w:rPr>
              <w:t xml:space="preserve"> EA3D 2490.6/2 QRA</w:t>
            </w:r>
          </w:p>
        </w:tc>
        <w:tc>
          <w:tcPr>
            <w:tcW w:w="708" w:type="dxa"/>
            <w:shd w:val="clear" w:color="auto" w:fill="auto"/>
          </w:tcPr>
          <w:p w14:paraId="5985C282" w14:textId="77777777" w:rsidR="00D8440A" w:rsidRPr="00F42E89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r w:rsidRPr="00F42E89">
              <w:rPr>
                <w:rFonts w:ascii="Calibri" w:hAnsi="Calibr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14" w:type="dxa"/>
            <w:gridSpan w:val="2"/>
            <w:shd w:val="clear" w:color="auto" w:fill="auto"/>
          </w:tcPr>
          <w:p w14:paraId="7B83E5F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shd w:val="clear" w:color="auto" w:fill="auto"/>
          </w:tcPr>
          <w:p w14:paraId="0E1B294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val="de-DE"/>
              </w:rPr>
              <w:t>dach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30B40C4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21C06CF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6E21A17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14:paraId="1B3D1D1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17B8BFB1" w14:textId="77777777" w:rsidTr="00B51D42">
        <w:tc>
          <w:tcPr>
            <w:tcW w:w="534" w:type="dxa"/>
          </w:tcPr>
          <w:p w14:paraId="22E31B46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7D9A043F" w14:textId="74E6F154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CEUE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18A1F17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6050EDC" w14:textId="77777777" w:rsidTr="00B51D42">
        <w:tc>
          <w:tcPr>
            <w:tcW w:w="534" w:type="dxa"/>
          </w:tcPr>
          <w:p w14:paraId="259EA6E5" w14:textId="77777777" w:rsidR="00D8440A" w:rsidRPr="00D31F4B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52755E81" w14:textId="56404F74" w:rsidR="00D8440A" w:rsidRPr="00D31F4B" w:rsidRDefault="00D8440A" w:rsidP="00B51D4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VII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AT: 23%) konserwacji i przeglądów dla budynku CEUE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 xml:space="preserve"> za rok 2026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7BB7675B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3D64F3A1" w14:textId="77777777" w:rsidTr="00B51D42">
        <w:tc>
          <w:tcPr>
            <w:tcW w:w="534" w:type="dxa"/>
            <w:vAlign w:val="center"/>
          </w:tcPr>
          <w:p w14:paraId="4B17F10D" w14:textId="77777777" w:rsidR="00D8440A" w:rsidRPr="00D44BC1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70876579" w14:textId="148792F4" w:rsidR="00D8440A" w:rsidRDefault="00D8440A" w:rsidP="00B51D42">
            <w:pPr>
              <w:jc w:val="right"/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</w:pP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 konserwacji i przeglądów w budynkach dydaktycznych UEP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(suma pozycji 173, 191, 204,207, 244, 272)</w:t>
            </w:r>
            <w:r w:rsidR="008D40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</w:tcPr>
          <w:p w14:paraId="154CC66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6223F762" w14:textId="77777777" w:rsidTr="00B51D42">
        <w:tc>
          <w:tcPr>
            <w:tcW w:w="534" w:type="dxa"/>
            <w:vAlign w:val="center"/>
          </w:tcPr>
          <w:p w14:paraId="64E32B85" w14:textId="77777777" w:rsidR="00D8440A" w:rsidRPr="00D44BC1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7A098AD1" w14:textId="734FB845" w:rsidR="00D8440A" w:rsidRPr="00DA7129" w:rsidRDefault="00D8440A" w:rsidP="00B51D42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brutto rocznej konserwacji i przeglądów w budynkach dydaktycznych UEP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(suma pozycji 174, 192,205,208, 245, 273)</w:t>
            </w:r>
            <w:r w:rsidR="008D40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DA7129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  <w:r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</w:tcPr>
          <w:p w14:paraId="5B1F7DA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731FE5C6" w14:textId="77777777" w:rsidTr="00B51D42">
        <w:tc>
          <w:tcPr>
            <w:tcW w:w="9747" w:type="dxa"/>
            <w:gridSpan w:val="9"/>
            <w:vAlign w:val="center"/>
          </w:tcPr>
          <w:p w14:paraId="18D65FA4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44BC1">
              <w:rPr>
                <w:rFonts w:ascii="Calibri" w:hAnsi="Calibri" w:cs="Arial"/>
                <w:b/>
                <w:sz w:val="20"/>
                <w:szCs w:val="20"/>
                <w:lang w:val="pl-PL"/>
              </w:rPr>
              <w:t>DOM STUDENCKI</w:t>
            </w:r>
          </w:p>
        </w:tc>
      </w:tr>
      <w:tr w:rsidR="00D8440A" w:rsidRPr="00BB6155" w14:paraId="517CFF59" w14:textId="77777777" w:rsidTr="00B51D42">
        <w:tc>
          <w:tcPr>
            <w:tcW w:w="9747" w:type="dxa"/>
            <w:gridSpan w:val="9"/>
          </w:tcPr>
          <w:p w14:paraId="29BEDCE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1A2D936A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D31F4B">
              <w:rPr>
                <w:rFonts w:ascii="Calibri" w:hAnsi="Calibri" w:cs="Arial"/>
                <w:b/>
                <w:lang w:val="pl-PL"/>
              </w:rPr>
              <w:t>D.S. Atol</w:t>
            </w:r>
          </w:p>
          <w:p w14:paraId="617D08E5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lang w:val="pl-PL"/>
              </w:rPr>
            </w:pPr>
            <w:r w:rsidRPr="00D31F4B">
              <w:rPr>
                <w:rFonts w:ascii="Calibri" w:hAnsi="Calibri" w:cs="Arial"/>
                <w:lang w:val="pl-PL"/>
              </w:rPr>
              <w:t>Poznań, ul. Andrzejewskiego 11</w:t>
            </w:r>
          </w:p>
          <w:p w14:paraId="14CB2CA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</w:tc>
      </w:tr>
      <w:tr w:rsidR="00D8440A" w:rsidRPr="00BB6155" w14:paraId="64418540" w14:textId="77777777" w:rsidTr="00B51D42">
        <w:tc>
          <w:tcPr>
            <w:tcW w:w="534" w:type="dxa"/>
          </w:tcPr>
          <w:p w14:paraId="435CDCC3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5C8E001A" w14:textId="77777777" w:rsidR="00D8440A" w:rsidRPr="00D31F4B" w:rsidRDefault="00D8440A" w:rsidP="00B51D42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AIRWELL</w:t>
            </w:r>
            <w:r w:rsidRPr="00D31F4B">
              <w:rPr>
                <w:rFonts w:ascii="Calibri" w:hAnsi="Calibri" w:cs="Arial"/>
                <w:sz w:val="20"/>
                <w:szCs w:val="20"/>
                <w:lang w:val="en-US"/>
              </w:rPr>
              <w:t xml:space="preserve"> </w:t>
            </w: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– HHF018</w:t>
            </w:r>
          </w:p>
        </w:tc>
        <w:tc>
          <w:tcPr>
            <w:tcW w:w="708" w:type="dxa"/>
          </w:tcPr>
          <w:p w14:paraId="4EA6C86D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314" w:type="dxa"/>
            <w:gridSpan w:val="2"/>
          </w:tcPr>
          <w:p w14:paraId="6F63D56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3,3 kW</w:t>
            </w:r>
          </w:p>
        </w:tc>
        <w:tc>
          <w:tcPr>
            <w:tcW w:w="1238" w:type="dxa"/>
          </w:tcPr>
          <w:p w14:paraId="63FF18D9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proofErr w:type="spellStart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serwerow</w:t>
            </w:r>
            <w:proofErr w:type="spellEnd"/>
            <w:r w:rsidRPr="00D31F4B">
              <w:rPr>
                <w:rFonts w:ascii="Calibri" w:hAnsi="Calibri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992" w:type="dxa"/>
          </w:tcPr>
          <w:p w14:paraId="4C6938D7" w14:textId="77777777" w:rsidR="00D8440A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  <w:p w14:paraId="7BB65B2E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1DD4F411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DA3E980" w14:textId="77777777" w:rsidR="00D8440A" w:rsidRPr="00D31F4B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AEEBD51" w14:textId="77777777" w:rsidTr="00B51D42">
        <w:tc>
          <w:tcPr>
            <w:tcW w:w="534" w:type="dxa"/>
          </w:tcPr>
          <w:p w14:paraId="40A1D978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1C2095AE" w14:textId="13395ADB" w:rsidR="00D8440A" w:rsidRPr="00DA7129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Suma kosztów rocznych netto konserwacji i przeglądów dla budynku D.S. Atol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291AF9D2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47B4F260" w14:textId="77777777" w:rsidTr="00B51D42">
        <w:tc>
          <w:tcPr>
            <w:tcW w:w="534" w:type="dxa"/>
          </w:tcPr>
          <w:p w14:paraId="03E17F9B" w14:textId="77777777" w:rsidR="00D8440A" w:rsidRPr="00BB6155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</w:tcPr>
          <w:p w14:paraId="7CE9131B" w14:textId="5187492C" w:rsidR="00D8440A" w:rsidRPr="00DA7129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 brutto (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VII</w:t>
            </w: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AT: 8%) konserwacji i przeglądów dla budynku D.S. Atol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DA7129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</w:tcPr>
          <w:p w14:paraId="148EDCAF" w14:textId="77777777" w:rsidR="00D8440A" w:rsidRPr="00BB6155" w:rsidRDefault="00D8440A" w:rsidP="00B51D4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D8440A" w:rsidRPr="00BB6155" w14:paraId="0ECA182F" w14:textId="77777777" w:rsidTr="00B51D42">
        <w:trPr>
          <w:trHeight w:val="416"/>
        </w:trPr>
        <w:tc>
          <w:tcPr>
            <w:tcW w:w="534" w:type="dxa"/>
            <w:vAlign w:val="center"/>
          </w:tcPr>
          <w:p w14:paraId="03C32DB0" w14:textId="77777777" w:rsidR="00D8440A" w:rsidRPr="00DA7129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71BC601F" w14:textId="32FF81B5" w:rsidR="00D8440A" w:rsidRPr="00BB6155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netto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rocznej</w:t>
            </w:r>
            <w:r w:rsidR="00F9295C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(za 2026 rok)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we 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wszystkich budynk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ach UEP (suma pozycji 274 i 277)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  <w:r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C08563" w14:textId="77777777" w:rsidR="00D8440A" w:rsidRPr="00BB6155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D8440A" w:rsidRPr="00BB6155" w14:paraId="5E5B33E0" w14:textId="77777777" w:rsidTr="00B51D42">
        <w:trPr>
          <w:trHeight w:val="416"/>
        </w:trPr>
        <w:tc>
          <w:tcPr>
            <w:tcW w:w="534" w:type="dxa"/>
            <w:vAlign w:val="center"/>
          </w:tcPr>
          <w:p w14:paraId="7A0E8828" w14:textId="77777777" w:rsidR="00D8440A" w:rsidRPr="00DA7129" w:rsidRDefault="00D8440A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14:paraId="1A8A5281" w14:textId="530DFBAD" w:rsidR="00D8440A" w:rsidRPr="00BB6155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brutto rocznej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F9295C" w:rsidRPr="00F9295C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(za 2026 rok) 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konserwacji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i przeglądów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we wszystkich budynkach UEP (suma pozycji 275 i 278)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Pr="00BB6155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  <w:r>
              <w:rPr>
                <w:rFonts w:ascii="Calibri" w:hAnsi="Calibri" w:cs="Arial"/>
                <w:b/>
                <w:color w:val="FFFFFF"/>
                <w:sz w:val="19"/>
                <w:szCs w:val="19"/>
                <w:lang w:val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78BEEF6" w14:textId="77777777" w:rsidR="00D8440A" w:rsidRPr="00BB6155" w:rsidRDefault="00D8440A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6BE1F06A" w14:textId="77777777" w:rsidR="000C1591" w:rsidRDefault="000C1591"/>
    <w:p w14:paraId="55D0FCC1" w14:textId="77777777" w:rsidR="00725A9C" w:rsidRDefault="00725A9C" w:rsidP="00193C8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</w:p>
    <w:p w14:paraId="4D7D67D5" w14:textId="77777777" w:rsidR="00725A9C" w:rsidRDefault="00725A9C" w:rsidP="00193C8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</w:p>
    <w:p w14:paraId="5F05298C" w14:textId="77777777" w:rsidR="00725A9C" w:rsidRDefault="00725A9C" w:rsidP="00193C8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</w:p>
    <w:p w14:paraId="6417D186" w14:textId="77777777" w:rsidR="00725A9C" w:rsidRDefault="00725A9C" w:rsidP="00193C8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</w:p>
    <w:p w14:paraId="00CDF094" w14:textId="77777777" w:rsidR="00193C83" w:rsidRPr="00BB6155" w:rsidRDefault="00193C83" w:rsidP="00193C8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>
        <w:rPr>
          <w:rFonts w:ascii="Calibri" w:hAnsi="Calibri" w:cs="Arial"/>
          <w:sz w:val="26"/>
          <w:szCs w:val="26"/>
          <w:lang w:val="pl-PL"/>
        </w:rPr>
        <w:t xml:space="preserve">Całkowity koszt konserwacji </w:t>
      </w:r>
      <w:r w:rsidRPr="00193C83">
        <w:rPr>
          <w:rFonts w:ascii="Calibri" w:hAnsi="Calibri" w:cs="Arial"/>
          <w:sz w:val="26"/>
          <w:szCs w:val="26"/>
          <w:lang w:val="pl-PL"/>
        </w:rPr>
        <w:t>i przeglądów we wszystkich budynkach UEP</w:t>
      </w:r>
      <w:r w:rsidR="00725A9C">
        <w:rPr>
          <w:rFonts w:ascii="Calibri" w:hAnsi="Calibri" w:cs="Arial"/>
          <w:sz w:val="26"/>
          <w:szCs w:val="26"/>
          <w:lang w:val="pl-PL"/>
        </w:rPr>
        <w:t xml:space="preserve"> za rok 2025 i 2026 łącznie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654"/>
        <w:gridCol w:w="1559"/>
      </w:tblGrid>
      <w:tr w:rsidR="000C1591" w:rsidRPr="00BB6155" w14:paraId="0F1E1C0E" w14:textId="77777777" w:rsidTr="00B51D42">
        <w:trPr>
          <w:trHeight w:val="416"/>
        </w:trPr>
        <w:tc>
          <w:tcPr>
            <w:tcW w:w="534" w:type="dxa"/>
            <w:vAlign w:val="center"/>
          </w:tcPr>
          <w:p w14:paraId="77930AA5" w14:textId="77777777" w:rsidR="000C1591" w:rsidRPr="00DA7129" w:rsidRDefault="000C1591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F0C5493" w14:textId="06B39512" w:rsidR="000C1591" w:rsidRPr="00BB6155" w:rsidRDefault="00F9295C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netto rocznych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 i przeglądów we wszystkich budynkach UEP  (suma pozycji </w:t>
            </w:r>
            <w:r w:rsidR="000C1591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139 i 279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0C1591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za roku 2025 i 2026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łącznie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  <w:vAlign w:val="center"/>
          </w:tcPr>
          <w:p w14:paraId="771581B6" w14:textId="77777777" w:rsidR="000C1591" w:rsidRPr="00BB6155" w:rsidRDefault="000C1591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0C1591" w:rsidRPr="00BB6155" w14:paraId="5F0C2841" w14:textId="77777777" w:rsidTr="00B51D42">
        <w:trPr>
          <w:trHeight w:val="416"/>
        </w:trPr>
        <w:tc>
          <w:tcPr>
            <w:tcW w:w="534" w:type="dxa"/>
            <w:vAlign w:val="center"/>
          </w:tcPr>
          <w:p w14:paraId="1126FF29" w14:textId="77777777" w:rsidR="000C1591" w:rsidRPr="00DA7129" w:rsidRDefault="000C1591" w:rsidP="00B51D4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017729B" w14:textId="3BF59430" w:rsidR="000C1591" w:rsidRPr="00BB6155" w:rsidRDefault="00F9295C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brutto rocznych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 i przeglądów we wszystkich budynkach UEP (suma pozycji </w:t>
            </w:r>
            <w:r w:rsidR="000C1591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140 i 280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0C1591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za roku 2025 i 2026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łącznie</w:t>
            </w:r>
            <w:r w:rsidR="008D40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D4074">
              <w:rPr>
                <w:rFonts w:ascii="Calibri" w:hAnsi="Calibri" w:cs="Arial"/>
                <w:sz w:val="20"/>
                <w:szCs w:val="20"/>
                <w:lang w:val="pl-PL"/>
              </w:rPr>
              <w:t>za rok 2026</w:t>
            </w:r>
            <w:r w:rsidR="000C1591"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559" w:type="dxa"/>
            <w:vAlign w:val="center"/>
          </w:tcPr>
          <w:p w14:paraId="3E946C51" w14:textId="77777777" w:rsidR="000C1591" w:rsidRPr="00BB6155" w:rsidRDefault="000C1591" w:rsidP="00B51D4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707134BB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200D216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4885C0D" w14:textId="77777777" w:rsidR="00D8440A" w:rsidRDefault="00D8440A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E403231" w14:textId="77777777" w:rsidR="0024470B" w:rsidRPr="00BB6155" w:rsidRDefault="0024470B" w:rsidP="00F62AAF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BB6155">
        <w:rPr>
          <w:rFonts w:ascii="Calibri" w:hAnsi="Calibri" w:cs="Arial"/>
          <w:sz w:val="20"/>
          <w:szCs w:val="20"/>
          <w:lang w:val="pl-PL"/>
        </w:rPr>
        <w:t>Uwagi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 xml:space="preserve">: </w:t>
      </w:r>
    </w:p>
    <w:p w14:paraId="2FD268FA" w14:textId="77777777" w:rsidR="0024470B" w:rsidRPr="00BB6155" w:rsidRDefault="0024470B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BB6155">
        <w:rPr>
          <w:rFonts w:ascii="Calibri" w:hAnsi="Calibri" w:cs="Arial"/>
          <w:sz w:val="20"/>
          <w:szCs w:val="20"/>
          <w:lang w:val="pl-PL"/>
        </w:rPr>
        <w:t>1) W przypadku gdy w tabeli wyszczególniona została tylko jednostka wewnętrzna</w:t>
      </w:r>
      <w:r w:rsidR="00005D3E" w:rsidRPr="00BB6155">
        <w:rPr>
          <w:rFonts w:ascii="Calibri" w:hAnsi="Calibri" w:cs="Arial"/>
          <w:sz w:val="20"/>
          <w:szCs w:val="20"/>
          <w:lang w:val="pl-PL"/>
        </w:rPr>
        <w:t xml:space="preserve"> lub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 tylko jednostka</w:t>
      </w:r>
      <w:r w:rsidR="00005D3E" w:rsidRPr="00BB6155">
        <w:rPr>
          <w:rFonts w:ascii="Calibri" w:hAnsi="Calibri" w:cs="Arial"/>
          <w:sz w:val="20"/>
          <w:szCs w:val="20"/>
          <w:lang w:val="pl-PL"/>
        </w:rPr>
        <w:t xml:space="preserve"> zewnętrzna</w:t>
      </w:r>
      <w:r w:rsidR="002B42F8" w:rsidRPr="00BB6155">
        <w:rPr>
          <w:rFonts w:ascii="Calibri" w:hAnsi="Calibri" w:cs="Arial"/>
          <w:sz w:val="20"/>
          <w:szCs w:val="20"/>
          <w:lang w:val="pl-PL"/>
        </w:rPr>
        <w:t xml:space="preserve"> klimatyzacji</w:t>
      </w:r>
      <w:r w:rsidR="00005D3E" w:rsidRPr="00BB6155">
        <w:rPr>
          <w:rFonts w:ascii="Calibri" w:hAnsi="Calibri" w:cs="Arial"/>
          <w:sz w:val="20"/>
          <w:szCs w:val="20"/>
          <w:lang w:val="pl-PL"/>
        </w:rPr>
        <w:t xml:space="preserve"> serwisem należy objąć cały system klimatyzacyjny wraz z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 przynależnymi</w:t>
      </w:r>
      <w:r w:rsidRPr="00BB6155">
        <w:rPr>
          <w:rFonts w:ascii="Calibri" w:hAnsi="Calibri" w:cs="Arial"/>
          <w:sz w:val="20"/>
          <w:szCs w:val="20"/>
          <w:lang w:val="pl-PL"/>
        </w:rPr>
        <w:t xml:space="preserve"> jednostk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>ami</w:t>
      </w:r>
      <w:r w:rsidRPr="00BB6155">
        <w:rPr>
          <w:rFonts w:ascii="Calibri" w:hAnsi="Calibri" w:cs="Arial"/>
          <w:sz w:val="20"/>
          <w:szCs w:val="20"/>
          <w:lang w:val="pl-PL"/>
        </w:rPr>
        <w:t xml:space="preserve"> zewnętrzn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>ymi</w:t>
      </w:r>
      <w:r w:rsidR="00005D3E" w:rsidRPr="00BB6155">
        <w:rPr>
          <w:rFonts w:ascii="Calibri" w:hAnsi="Calibri" w:cs="Arial"/>
          <w:sz w:val="20"/>
          <w:szCs w:val="20"/>
          <w:lang w:val="pl-PL"/>
        </w:rPr>
        <w:t xml:space="preserve"> lub wewnętrzn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>ymi</w:t>
      </w:r>
      <w:r w:rsidRPr="00BB6155">
        <w:rPr>
          <w:rFonts w:ascii="Calibri" w:hAnsi="Calibri" w:cs="Arial"/>
          <w:sz w:val="20"/>
          <w:szCs w:val="20"/>
          <w:lang w:val="pl-PL"/>
        </w:rPr>
        <w:t>.</w:t>
      </w:r>
      <w:r w:rsidR="002B42F8" w:rsidRPr="00BB6155">
        <w:rPr>
          <w:rFonts w:ascii="Calibri" w:hAnsi="Calibri" w:cs="Arial"/>
          <w:sz w:val="20"/>
          <w:szCs w:val="20"/>
          <w:lang w:val="pl-PL"/>
        </w:rPr>
        <w:t xml:space="preserve"> </w:t>
      </w:r>
    </w:p>
    <w:p w14:paraId="36121D4E" w14:textId="77777777" w:rsidR="00604BAA" w:rsidRDefault="00A345D1" w:rsidP="00604BAA">
      <w:pPr>
        <w:shd w:val="clear" w:color="auto" w:fill="FFC000"/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>2</w:t>
      </w:r>
      <w:r w:rsidR="00320D39" w:rsidRPr="00BB6155">
        <w:rPr>
          <w:rFonts w:ascii="Calibri" w:hAnsi="Calibri" w:cs="Arial"/>
          <w:sz w:val="20"/>
          <w:szCs w:val="20"/>
          <w:lang w:val="pl-PL"/>
        </w:rPr>
        <w:t xml:space="preserve">) </w:t>
      </w:r>
      <w:r w:rsidR="00604BAA" w:rsidRPr="00BB6155">
        <w:rPr>
          <w:rFonts w:ascii="Calibri" w:hAnsi="Calibri" w:cs="Arial"/>
          <w:sz w:val="20"/>
          <w:szCs w:val="20"/>
          <w:lang w:val="pl-PL"/>
        </w:rPr>
        <w:t>Urządzenia wyróżnione w tabeli kolorem tj.:</w:t>
      </w:r>
    </w:p>
    <w:p w14:paraId="6FFB150C" w14:textId="77777777" w:rsidR="00320D39" w:rsidRPr="00BB6155" w:rsidRDefault="00604BAA" w:rsidP="00604BAA">
      <w:pPr>
        <w:shd w:val="clear" w:color="auto" w:fill="FFC000"/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BB6155">
        <w:rPr>
          <w:rFonts w:ascii="Calibri" w:hAnsi="Calibri" w:cs="Arial"/>
          <w:sz w:val="20"/>
          <w:szCs w:val="20"/>
          <w:lang w:val="pl-PL"/>
        </w:rPr>
        <w:t>są objęte</w:t>
      </w:r>
      <w:r w:rsidR="006969E4">
        <w:rPr>
          <w:rFonts w:ascii="Calibri" w:hAnsi="Calibri" w:cs="Arial"/>
          <w:sz w:val="20"/>
          <w:szCs w:val="20"/>
          <w:lang w:val="pl-PL"/>
        </w:rPr>
        <w:t xml:space="preserve"> aktualną</w:t>
      </w:r>
      <w:r w:rsidRPr="00BB6155">
        <w:rPr>
          <w:rFonts w:ascii="Calibri" w:hAnsi="Calibri" w:cs="Arial"/>
          <w:sz w:val="20"/>
          <w:szCs w:val="20"/>
          <w:lang w:val="pl-PL"/>
        </w:rPr>
        <w:t xml:space="preserve"> gwarancją producenta stąd wymóg bezwzględnego przestrzegania</w:t>
      </w:r>
      <w:r w:rsidR="003E61EA" w:rsidRPr="00BB6155">
        <w:rPr>
          <w:rFonts w:ascii="Calibri" w:hAnsi="Calibri" w:cs="Arial"/>
          <w:sz w:val="20"/>
          <w:szCs w:val="20"/>
          <w:lang w:val="pl-PL"/>
        </w:rPr>
        <w:t xml:space="preserve"> podczas prac serwisowych i konserwacyjnych</w:t>
      </w:r>
      <w:r w:rsidRPr="00BB6155">
        <w:rPr>
          <w:rFonts w:ascii="Calibri" w:hAnsi="Calibri" w:cs="Arial"/>
          <w:sz w:val="20"/>
          <w:szCs w:val="20"/>
          <w:lang w:val="pl-PL"/>
        </w:rPr>
        <w:t xml:space="preserve"> wytycznych producenta a także wymóg posiadania przez firmę serwisującą </w:t>
      </w:r>
      <w:r w:rsidR="003E61EA" w:rsidRPr="00BB6155">
        <w:rPr>
          <w:rFonts w:ascii="Calibri" w:hAnsi="Calibri" w:cs="Arial"/>
          <w:sz w:val="20"/>
          <w:szCs w:val="20"/>
          <w:lang w:val="pl-PL"/>
        </w:rPr>
        <w:t xml:space="preserve">certyfikatów autoryzacji do obsługi gwarancyjnej i napraw gwarancyjnych urządzeń </w:t>
      </w:r>
      <w:r w:rsidR="00945F5B">
        <w:rPr>
          <w:rFonts w:ascii="Calibri" w:hAnsi="Calibri" w:cs="Arial"/>
          <w:sz w:val="20"/>
          <w:szCs w:val="20"/>
          <w:lang w:val="pl-PL"/>
        </w:rPr>
        <w:t>klimatyzacyjnych wydanych przez producentów urządzeń.</w:t>
      </w:r>
    </w:p>
    <w:p w14:paraId="0E6353CA" w14:textId="77777777" w:rsidR="00C10434" w:rsidRPr="00BB6155" w:rsidRDefault="00A345D1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>3</w:t>
      </w:r>
      <w:r w:rsidR="0024470B" w:rsidRPr="00BB6155">
        <w:rPr>
          <w:rFonts w:ascii="Calibri" w:hAnsi="Calibri" w:cs="Arial"/>
          <w:sz w:val="20"/>
          <w:szCs w:val="20"/>
          <w:lang w:val="pl-PL"/>
        </w:rPr>
        <w:t xml:space="preserve">) 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>Jednostki wewnętrzne klimatyzatorów z</w:t>
      </w:r>
      <w:r w:rsidR="003D03A6" w:rsidRPr="00BB6155">
        <w:rPr>
          <w:rFonts w:ascii="Calibri" w:hAnsi="Calibri" w:cs="Arial"/>
          <w:sz w:val="20"/>
          <w:szCs w:val="20"/>
          <w:lang w:val="pl-PL"/>
        </w:rPr>
        <w:t>amontowane są w pomieszczeniach serwerowi, w salach</w:t>
      </w:r>
      <w:r w:rsidR="00F62AAF" w:rsidRPr="00BB6155">
        <w:rPr>
          <w:rFonts w:ascii="Calibri" w:hAnsi="Calibri" w:cs="Arial"/>
          <w:sz w:val="20"/>
          <w:szCs w:val="20"/>
          <w:lang w:val="pl-PL"/>
        </w:rPr>
        <w:t xml:space="preserve"> dydaktycznych i pomieszczeniach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 xml:space="preserve"> biurowych </w:t>
      </w:r>
      <w:r w:rsidR="00C57793" w:rsidRPr="00BB6155">
        <w:rPr>
          <w:rFonts w:ascii="Calibri" w:hAnsi="Calibri" w:cs="Arial"/>
          <w:sz w:val="20"/>
          <w:szCs w:val="20"/>
          <w:lang w:val="pl-PL"/>
        </w:rPr>
        <w:t>u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>czelni. Jednostki</w:t>
      </w:r>
      <w:r w:rsidR="003D03A6" w:rsidRPr="00BB6155">
        <w:rPr>
          <w:rFonts w:ascii="Calibri" w:hAnsi="Calibri" w:cs="Arial"/>
          <w:sz w:val="20"/>
          <w:szCs w:val="20"/>
          <w:lang w:val="pl-PL"/>
        </w:rPr>
        <w:t xml:space="preserve"> zewnętrzne zamontowane są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 xml:space="preserve"> na poziomie terenu</w:t>
      </w:r>
      <w:r w:rsidR="003D03A6" w:rsidRPr="00BB6155">
        <w:rPr>
          <w:rFonts w:ascii="Calibri" w:hAnsi="Calibri" w:cs="Arial"/>
          <w:sz w:val="20"/>
          <w:szCs w:val="20"/>
          <w:lang w:val="pl-PL"/>
        </w:rPr>
        <w:t>,</w:t>
      </w:r>
      <w:r w:rsidR="00C10434" w:rsidRPr="00BB6155">
        <w:rPr>
          <w:rFonts w:ascii="Calibri" w:hAnsi="Calibri" w:cs="Arial"/>
          <w:sz w:val="20"/>
          <w:szCs w:val="20"/>
          <w:lang w:val="pl-PL"/>
        </w:rPr>
        <w:t xml:space="preserve"> na dachach </w:t>
      </w:r>
      <w:r w:rsidR="003D03A6" w:rsidRPr="00BB6155">
        <w:rPr>
          <w:rFonts w:ascii="Calibri" w:hAnsi="Calibri" w:cs="Arial"/>
          <w:sz w:val="20"/>
          <w:szCs w:val="20"/>
          <w:lang w:val="pl-PL"/>
        </w:rPr>
        <w:t xml:space="preserve">lub ścianach </w:t>
      </w:r>
      <w:r w:rsidR="00F62AAF" w:rsidRPr="00BB6155">
        <w:rPr>
          <w:rFonts w:ascii="Calibri" w:hAnsi="Calibri" w:cs="Arial"/>
          <w:sz w:val="20"/>
          <w:szCs w:val="20"/>
          <w:lang w:val="pl-PL"/>
        </w:rPr>
        <w:t xml:space="preserve">budynków. </w:t>
      </w:r>
    </w:p>
    <w:p w14:paraId="13922B8D" w14:textId="77777777" w:rsidR="00CD2E82" w:rsidRPr="00BB6155" w:rsidRDefault="00A345D1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>4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>) Przed przystąpieniem do prac serwisowych</w:t>
      </w:r>
      <w:r w:rsidR="00970CB1" w:rsidRPr="00BB6155">
        <w:rPr>
          <w:rFonts w:ascii="Calibri" w:hAnsi="Calibri" w:cs="Arial"/>
          <w:sz w:val="20"/>
          <w:szCs w:val="20"/>
          <w:lang w:val="pl-PL"/>
        </w:rPr>
        <w:t>,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 Wykonawca zobowiązany jest do uzgodnienia dogodnego termin</w:t>
      </w:r>
      <w:r w:rsidR="00970CB1" w:rsidRPr="00BB6155">
        <w:rPr>
          <w:rFonts w:ascii="Calibri" w:hAnsi="Calibri" w:cs="Arial"/>
          <w:sz w:val="20"/>
          <w:szCs w:val="20"/>
          <w:lang w:val="pl-PL"/>
        </w:rPr>
        <w:t>u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 przeprowadzenia tych prac z użytkownikiem urządzenia </w:t>
      </w:r>
      <w:r w:rsidR="006969E4">
        <w:rPr>
          <w:rFonts w:ascii="Calibri" w:hAnsi="Calibri" w:cs="Arial"/>
          <w:sz w:val="20"/>
          <w:szCs w:val="20"/>
          <w:lang w:val="pl-PL"/>
        </w:rPr>
        <w:t>i/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lub użytkownikiem pomieszczenia, </w:t>
      </w:r>
      <w:r w:rsidR="000E7837">
        <w:rPr>
          <w:rFonts w:ascii="Calibri" w:hAnsi="Calibri" w:cs="Arial"/>
          <w:sz w:val="20"/>
          <w:szCs w:val="20"/>
          <w:lang w:val="pl-PL"/>
        </w:rPr>
        <w:br/>
      </w:r>
      <w:r w:rsidR="00CD2E82" w:rsidRPr="00BB6155">
        <w:rPr>
          <w:rFonts w:ascii="Calibri" w:hAnsi="Calibri" w:cs="Arial"/>
          <w:sz w:val="20"/>
          <w:szCs w:val="20"/>
          <w:lang w:val="pl-PL"/>
        </w:rPr>
        <w:t xml:space="preserve">w którym zainstalowane jest urządzenie </w:t>
      </w:r>
      <w:r w:rsidR="006969E4">
        <w:rPr>
          <w:rFonts w:ascii="Calibri" w:hAnsi="Calibri" w:cs="Arial"/>
          <w:sz w:val="20"/>
          <w:szCs w:val="20"/>
          <w:lang w:val="pl-PL"/>
        </w:rPr>
        <w:t>i/</w:t>
      </w:r>
      <w:r w:rsidR="00CD2E82" w:rsidRPr="00BB6155">
        <w:rPr>
          <w:rFonts w:ascii="Calibri" w:hAnsi="Calibri" w:cs="Arial"/>
          <w:sz w:val="20"/>
          <w:szCs w:val="20"/>
          <w:lang w:val="pl-PL"/>
        </w:rPr>
        <w:t>lub użytkownikiem pomieszczenia, przez które prowadzi przejście do urządzenia, wraz z określeniem dokładnego czasu trwania prac serwisowych</w:t>
      </w:r>
      <w:r w:rsidR="006969E4">
        <w:rPr>
          <w:rFonts w:ascii="Calibri" w:hAnsi="Calibri" w:cs="Arial"/>
          <w:sz w:val="20"/>
          <w:szCs w:val="20"/>
          <w:lang w:val="pl-PL"/>
        </w:rPr>
        <w:t>, potwierdzone pisemnie.</w:t>
      </w:r>
    </w:p>
    <w:p w14:paraId="699D786B" w14:textId="77777777" w:rsidR="00CD2E82" w:rsidRDefault="00A345D1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8A2AE7">
        <w:rPr>
          <w:rFonts w:ascii="Calibri" w:hAnsi="Calibri" w:cs="Arial"/>
          <w:sz w:val="20"/>
          <w:szCs w:val="20"/>
          <w:lang w:val="pl-PL"/>
        </w:rPr>
        <w:t>5</w:t>
      </w:r>
      <w:r w:rsidR="00CD2E82" w:rsidRPr="008A2AE7">
        <w:rPr>
          <w:rFonts w:ascii="Calibri" w:hAnsi="Calibri" w:cs="Arial"/>
          <w:sz w:val="20"/>
          <w:szCs w:val="20"/>
          <w:lang w:val="pl-PL"/>
        </w:rPr>
        <w:t xml:space="preserve">) Określona w powyższej tabeli lokalizacja urządzeń wskazuje w większości przypadków lokalizację jedynie jednostki wewnętrznej oraz może nie być precyzyjna i wystarczająca do przeprowadzenia prac serwisowych. Przed przystąpieniem do prac serwisowych Wykonawca zobowiązany jest do przeprowadzenia inwentaryzacji serwisowanych instalacji (klimatyzacyjnej, odprowadzenia skroplin, </w:t>
      </w:r>
      <w:r w:rsidR="00CA2B44" w:rsidRPr="008A2AE7">
        <w:rPr>
          <w:rFonts w:ascii="Calibri" w:hAnsi="Calibri" w:cs="Arial"/>
          <w:sz w:val="20"/>
          <w:szCs w:val="20"/>
          <w:lang w:val="pl-PL"/>
        </w:rPr>
        <w:t xml:space="preserve">instalacji zasilania elektrycznego) </w:t>
      </w:r>
      <w:r w:rsidR="000E7837" w:rsidRPr="008A2AE7">
        <w:rPr>
          <w:rFonts w:ascii="Calibri" w:hAnsi="Calibri" w:cs="Arial"/>
          <w:sz w:val="20"/>
          <w:szCs w:val="20"/>
          <w:lang w:val="pl-PL"/>
        </w:rPr>
        <w:br/>
      </w:r>
      <w:r w:rsidR="00CD2E82" w:rsidRPr="008A2AE7">
        <w:rPr>
          <w:rFonts w:ascii="Calibri" w:hAnsi="Calibri" w:cs="Arial"/>
          <w:sz w:val="20"/>
          <w:szCs w:val="20"/>
          <w:lang w:val="pl-PL"/>
        </w:rPr>
        <w:t xml:space="preserve">wraz z określeniem dokładnej lokalizacji głównych urządzeń (jednostek wewnętrznych, jednostek zewnętrznych, syfonów, rozdzielnic elektrycznych) do celów przeprowadzenia określonych </w:t>
      </w:r>
      <w:r w:rsidR="000E7837" w:rsidRPr="008A2AE7">
        <w:rPr>
          <w:rFonts w:ascii="Calibri" w:hAnsi="Calibri" w:cs="Arial"/>
          <w:sz w:val="20"/>
          <w:szCs w:val="20"/>
          <w:lang w:val="pl-PL"/>
        </w:rPr>
        <w:br/>
      </w:r>
      <w:r w:rsidR="00CD2E82" w:rsidRPr="008A2AE7">
        <w:rPr>
          <w:rFonts w:ascii="Calibri" w:hAnsi="Calibri" w:cs="Arial"/>
          <w:sz w:val="20"/>
          <w:szCs w:val="20"/>
          <w:lang w:val="pl-PL"/>
        </w:rPr>
        <w:t xml:space="preserve">przez Zamawiającego prac serwisowych oraz </w:t>
      </w:r>
      <w:r w:rsidR="00722479" w:rsidRPr="008A2AE7">
        <w:rPr>
          <w:rFonts w:ascii="Calibri" w:hAnsi="Calibri" w:cs="Arial"/>
          <w:sz w:val="20"/>
          <w:szCs w:val="20"/>
          <w:lang w:val="pl-PL"/>
        </w:rPr>
        <w:t>przekazania</w:t>
      </w:r>
      <w:r w:rsidR="00CD2E82" w:rsidRPr="008A2AE7">
        <w:rPr>
          <w:rFonts w:ascii="Calibri" w:hAnsi="Calibri" w:cs="Arial"/>
          <w:sz w:val="20"/>
          <w:szCs w:val="20"/>
          <w:lang w:val="pl-PL"/>
        </w:rPr>
        <w:t xml:space="preserve"> wymaganej przez Zamawiającego dokumentacji serwisowej.</w:t>
      </w:r>
      <w:r w:rsidR="005C475B">
        <w:rPr>
          <w:rFonts w:ascii="Calibri" w:hAnsi="Calibri" w:cs="Arial"/>
          <w:sz w:val="20"/>
          <w:szCs w:val="20"/>
          <w:lang w:val="pl-PL"/>
        </w:rPr>
        <w:t xml:space="preserve"> </w:t>
      </w:r>
    </w:p>
    <w:p w14:paraId="5921838D" w14:textId="77777777" w:rsidR="000A3E5B" w:rsidRPr="00BB6155" w:rsidRDefault="000A3E5B" w:rsidP="00C0729B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sectPr w:rsidR="000A3E5B" w:rsidRPr="00BB6155" w:rsidSect="000E53A1">
      <w:footerReference w:type="even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8584B" w14:textId="77777777" w:rsidR="00193C83" w:rsidRDefault="00193C83">
      <w:r>
        <w:separator/>
      </w:r>
    </w:p>
  </w:endnote>
  <w:endnote w:type="continuationSeparator" w:id="0">
    <w:p w14:paraId="10FAAEBA" w14:textId="77777777" w:rsidR="00193C83" w:rsidRDefault="0019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6A12" w14:textId="77777777" w:rsidR="00193C83" w:rsidRDefault="00193C83" w:rsidP="00FC14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F1845" w14:textId="77777777" w:rsidR="00193C83" w:rsidRDefault="00193C83" w:rsidP="005121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20D9A" w14:textId="77777777" w:rsidR="00193C83" w:rsidRPr="00956FAE" w:rsidRDefault="00193C83">
    <w:pPr>
      <w:pStyle w:val="Stopka"/>
      <w:jc w:val="center"/>
      <w:rPr>
        <w:rFonts w:ascii="Calibri" w:hAnsi="Calibri"/>
        <w:sz w:val="20"/>
        <w:szCs w:val="20"/>
      </w:rPr>
    </w:pP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PAGE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BC640F">
      <w:rPr>
        <w:rFonts w:ascii="Calibri" w:hAnsi="Calibri"/>
        <w:noProof/>
        <w:sz w:val="20"/>
        <w:szCs w:val="20"/>
      </w:rPr>
      <w:t>9</w:t>
    </w:r>
    <w:r w:rsidRPr="00956FAE">
      <w:rPr>
        <w:rFonts w:ascii="Calibri" w:hAnsi="Calibri"/>
        <w:sz w:val="20"/>
        <w:szCs w:val="20"/>
      </w:rPr>
      <w:fldChar w:fldCharType="end"/>
    </w:r>
    <w:r w:rsidRPr="00956FAE">
      <w:rPr>
        <w:rFonts w:ascii="Calibri" w:hAnsi="Calibri"/>
        <w:sz w:val="20"/>
        <w:szCs w:val="20"/>
      </w:rPr>
      <w:t xml:space="preserve"> z </w:t>
    </w: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NUMPAGES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BC640F">
      <w:rPr>
        <w:rFonts w:ascii="Calibri" w:hAnsi="Calibri"/>
        <w:noProof/>
        <w:sz w:val="20"/>
        <w:szCs w:val="20"/>
      </w:rPr>
      <w:t>13</w:t>
    </w:r>
    <w:r w:rsidRPr="00956FAE">
      <w:rPr>
        <w:rFonts w:ascii="Calibri" w:hAnsi="Calibri"/>
        <w:sz w:val="20"/>
        <w:szCs w:val="20"/>
      </w:rPr>
      <w:fldChar w:fldCharType="end"/>
    </w:r>
  </w:p>
  <w:p w14:paraId="2050A643" w14:textId="77777777" w:rsidR="00193C83" w:rsidRPr="002345BF" w:rsidRDefault="00193C83" w:rsidP="00512149">
    <w:pPr>
      <w:pStyle w:val="Stopka"/>
      <w:ind w:right="360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09A87" w14:textId="77777777" w:rsidR="00193C83" w:rsidRDefault="00193C83">
      <w:r>
        <w:separator/>
      </w:r>
    </w:p>
  </w:footnote>
  <w:footnote w:type="continuationSeparator" w:id="0">
    <w:p w14:paraId="6CE1C927" w14:textId="77777777" w:rsidR="00193C83" w:rsidRDefault="00193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54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C49AE"/>
    <w:multiLevelType w:val="hybridMultilevel"/>
    <w:tmpl w:val="CF928944"/>
    <w:lvl w:ilvl="0" w:tplc="EC7CEABC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E7EE5"/>
    <w:multiLevelType w:val="multilevel"/>
    <w:tmpl w:val="FFEE048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4724B"/>
    <w:multiLevelType w:val="hybridMultilevel"/>
    <w:tmpl w:val="102020A6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44357"/>
    <w:multiLevelType w:val="hybridMultilevel"/>
    <w:tmpl w:val="4482BF8A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C347F"/>
    <w:multiLevelType w:val="hybridMultilevel"/>
    <w:tmpl w:val="565A5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537BDF"/>
    <w:multiLevelType w:val="multilevel"/>
    <w:tmpl w:val="0546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87117F"/>
    <w:multiLevelType w:val="hybridMultilevel"/>
    <w:tmpl w:val="EF205BB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01AE4"/>
    <w:multiLevelType w:val="multilevel"/>
    <w:tmpl w:val="9BC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F20813"/>
    <w:multiLevelType w:val="multilevel"/>
    <w:tmpl w:val="648CD01C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DD7EAF"/>
    <w:multiLevelType w:val="hybridMultilevel"/>
    <w:tmpl w:val="874A8D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BB7749"/>
    <w:multiLevelType w:val="multilevel"/>
    <w:tmpl w:val="CF9289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0A6AD8"/>
    <w:multiLevelType w:val="hybridMultilevel"/>
    <w:tmpl w:val="458455D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0875F6"/>
    <w:multiLevelType w:val="multilevel"/>
    <w:tmpl w:val="458455D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1B5701"/>
    <w:multiLevelType w:val="multilevel"/>
    <w:tmpl w:val="874A8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254428"/>
    <w:multiLevelType w:val="hybridMultilevel"/>
    <w:tmpl w:val="DBA83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4150E2"/>
    <w:multiLevelType w:val="hybridMultilevel"/>
    <w:tmpl w:val="648CD01C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5D052A"/>
    <w:multiLevelType w:val="hybridMultilevel"/>
    <w:tmpl w:val="F7FC35D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113FF6"/>
    <w:multiLevelType w:val="hybridMultilevel"/>
    <w:tmpl w:val="FFEE0480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8F17B4"/>
    <w:multiLevelType w:val="multilevel"/>
    <w:tmpl w:val="F7FC35D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14"/>
  </w:num>
  <w:num w:numId="5">
    <w:abstractNumId w:val="1"/>
  </w:num>
  <w:num w:numId="6">
    <w:abstractNumId w:val="11"/>
  </w:num>
  <w:num w:numId="7">
    <w:abstractNumId w:val="16"/>
  </w:num>
  <w:num w:numId="8">
    <w:abstractNumId w:val="9"/>
  </w:num>
  <w:num w:numId="9">
    <w:abstractNumId w:val="18"/>
  </w:num>
  <w:num w:numId="10">
    <w:abstractNumId w:val="4"/>
  </w:num>
  <w:num w:numId="11">
    <w:abstractNumId w:val="2"/>
  </w:num>
  <w:num w:numId="12">
    <w:abstractNumId w:val="12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15"/>
  </w:num>
  <w:num w:numId="18">
    <w:abstractNumId w:val="6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00bfe62d-cdad-4a9c-a4f1-3a8619df844a"/>
  </w:docVars>
  <w:rsids>
    <w:rsidRoot w:val="00C10434"/>
    <w:rsid w:val="00005D3E"/>
    <w:rsid w:val="000242B8"/>
    <w:rsid w:val="000300C3"/>
    <w:rsid w:val="0003014C"/>
    <w:rsid w:val="00036101"/>
    <w:rsid w:val="000428F6"/>
    <w:rsid w:val="000445F5"/>
    <w:rsid w:val="00052441"/>
    <w:rsid w:val="00061AAA"/>
    <w:rsid w:val="0007363C"/>
    <w:rsid w:val="00073780"/>
    <w:rsid w:val="00080249"/>
    <w:rsid w:val="000841AD"/>
    <w:rsid w:val="000849D9"/>
    <w:rsid w:val="000906D6"/>
    <w:rsid w:val="0009655D"/>
    <w:rsid w:val="000A10BE"/>
    <w:rsid w:val="000A1FFE"/>
    <w:rsid w:val="000A248C"/>
    <w:rsid w:val="000A3E5B"/>
    <w:rsid w:val="000B3D85"/>
    <w:rsid w:val="000B66A9"/>
    <w:rsid w:val="000C1591"/>
    <w:rsid w:val="000D1C2D"/>
    <w:rsid w:val="000E53A1"/>
    <w:rsid w:val="000E7837"/>
    <w:rsid w:val="00117CBC"/>
    <w:rsid w:val="001208A5"/>
    <w:rsid w:val="001310A5"/>
    <w:rsid w:val="00131B81"/>
    <w:rsid w:val="0013581C"/>
    <w:rsid w:val="001418BE"/>
    <w:rsid w:val="00144679"/>
    <w:rsid w:val="0015550F"/>
    <w:rsid w:val="00163278"/>
    <w:rsid w:val="00170473"/>
    <w:rsid w:val="00184D36"/>
    <w:rsid w:val="00192096"/>
    <w:rsid w:val="0019233B"/>
    <w:rsid w:val="00193C83"/>
    <w:rsid w:val="001C3678"/>
    <w:rsid w:val="001D0D2B"/>
    <w:rsid w:val="001E3C65"/>
    <w:rsid w:val="001F1BFD"/>
    <w:rsid w:val="00203367"/>
    <w:rsid w:val="0020699A"/>
    <w:rsid w:val="00211AD8"/>
    <w:rsid w:val="0021388C"/>
    <w:rsid w:val="00214697"/>
    <w:rsid w:val="00226986"/>
    <w:rsid w:val="00230F71"/>
    <w:rsid w:val="00231975"/>
    <w:rsid w:val="002345BF"/>
    <w:rsid w:val="00234DEF"/>
    <w:rsid w:val="00236999"/>
    <w:rsid w:val="00237176"/>
    <w:rsid w:val="0024115E"/>
    <w:rsid w:val="0024165F"/>
    <w:rsid w:val="0024470B"/>
    <w:rsid w:val="00245673"/>
    <w:rsid w:val="002470A4"/>
    <w:rsid w:val="00247B0D"/>
    <w:rsid w:val="002518BC"/>
    <w:rsid w:val="00252DC2"/>
    <w:rsid w:val="0025395E"/>
    <w:rsid w:val="00261F4F"/>
    <w:rsid w:val="00275CA3"/>
    <w:rsid w:val="00277332"/>
    <w:rsid w:val="002776ED"/>
    <w:rsid w:val="002A7A3E"/>
    <w:rsid w:val="002B232F"/>
    <w:rsid w:val="002B42F8"/>
    <w:rsid w:val="002D1C23"/>
    <w:rsid w:val="002E01AE"/>
    <w:rsid w:val="002E4F4F"/>
    <w:rsid w:val="002F1DA9"/>
    <w:rsid w:val="002F55BE"/>
    <w:rsid w:val="002F7276"/>
    <w:rsid w:val="00320D39"/>
    <w:rsid w:val="003210D7"/>
    <w:rsid w:val="00326336"/>
    <w:rsid w:val="003302E2"/>
    <w:rsid w:val="00334DB1"/>
    <w:rsid w:val="003368EA"/>
    <w:rsid w:val="0034419C"/>
    <w:rsid w:val="003564CB"/>
    <w:rsid w:val="00356A50"/>
    <w:rsid w:val="00360432"/>
    <w:rsid w:val="00373648"/>
    <w:rsid w:val="003870EF"/>
    <w:rsid w:val="003A4E84"/>
    <w:rsid w:val="003A6BD2"/>
    <w:rsid w:val="003B4F4B"/>
    <w:rsid w:val="003D03A6"/>
    <w:rsid w:val="003D1514"/>
    <w:rsid w:val="003D4F46"/>
    <w:rsid w:val="003E61EA"/>
    <w:rsid w:val="003E6431"/>
    <w:rsid w:val="0041462C"/>
    <w:rsid w:val="0042043E"/>
    <w:rsid w:val="00425FDF"/>
    <w:rsid w:val="004330E5"/>
    <w:rsid w:val="004365F3"/>
    <w:rsid w:val="00457B9D"/>
    <w:rsid w:val="0046780F"/>
    <w:rsid w:val="00477007"/>
    <w:rsid w:val="00484D60"/>
    <w:rsid w:val="004B6A73"/>
    <w:rsid w:val="004C146D"/>
    <w:rsid w:val="004C3070"/>
    <w:rsid w:val="004E3DB0"/>
    <w:rsid w:val="004F127F"/>
    <w:rsid w:val="00506534"/>
    <w:rsid w:val="00511E4A"/>
    <w:rsid w:val="00512149"/>
    <w:rsid w:val="00515964"/>
    <w:rsid w:val="005240EA"/>
    <w:rsid w:val="00525B59"/>
    <w:rsid w:val="005276ED"/>
    <w:rsid w:val="00532F21"/>
    <w:rsid w:val="00536EE6"/>
    <w:rsid w:val="00543ADF"/>
    <w:rsid w:val="00547162"/>
    <w:rsid w:val="00550160"/>
    <w:rsid w:val="0056117C"/>
    <w:rsid w:val="005669DB"/>
    <w:rsid w:val="005708D5"/>
    <w:rsid w:val="0057281E"/>
    <w:rsid w:val="00575E1E"/>
    <w:rsid w:val="005A7DE1"/>
    <w:rsid w:val="005B24F0"/>
    <w:rsid w:val="005C2BBE"/>
    <w:rsid w:val="005C37CB"/>
    <w:rsid w:val="005C475B"/>
    <w:rsid w:val="005C60F4"/>
    <w:rsid w:val="005D40B5"/>
    <w:rsid w:val="005E4FC0"/>
    <w:rsid w:val="005E588A"/>
    <w:rsid w:val="005E6829"/>
    <w:rsid w:val="005F37C3"/>
    <w:rsid w:val="005F49C7"/>
    <w:rsid w:val="005F4A3F"/>
    <w:rsid w:val="006029C8"/>
    <w:rsid w:val="00602CB6"/>
    <w:rsid w:val="00604BAA"/>
    <w:rsid w:val="00607544"/>
    <w:rsid w:val="00607E34"/>
    <w:rsid w:val="006124CF"/>
    <w:rsid w:val="00616C14"/>
    <w:rsid w:val="00617D6C"/>
    <w:rsid w:val="0062306F"/>
    <w:rsid w:val="00636771"/>
    <w:rsid w:val="006536DA"/>
    <w:rsid w:val="00654583"/>
    <w:rsid w:val="00661AD9"/>
    <w:rsid w:val="006778D4"/>
    <w:rsid w:val="00682DA7"/>
    <w:rsid w:val="00684DF1"/>
    <w:rsid w:val="006959D1"/>
    <w:rsid w:val="006969E4"/>
    <w:rsid w:val="006A426D"/>
    <w:rsid w:val="006D6505"/>
    <w:rsid w:val="006D6DD3"/>
    <w:rsid w:val="006D7990"/>
    <w:rsid w:val="006F528A"/>
    <w:rsid w:val="00700863"/>
    <w:rsid w:val="00722479"/>
    <w:rsid w:val="00725A9C"/>
    <w:rsid w:val="007313E7"/>
    <w:rsid w:val="00734673"/>
    <w:rsid w:val="007523EF"/>
    <w:rsid w:val="00754122"/>
    <w:rsid w:val="007563F6"/>
    <w:rsid w:val="00764B62"/>
    <w:rsid w:val="00766AF1"/>
    <w:rsid w:val="007734A8"/>
    <w:rsid w:val="007820E2"/>
    <w:rsid w:val="0078776D"/>
    <w:rsid w:val="00793271"/>
    <w:rsid w:val="007953AE"/>
    <w:rsid w:val="00797681"/>
    <w:rsid w:val="007A7A16"/>
    <w:rsid w:val="007B0855"/>
    <w:rsid w:val="007B277F"/>
    <w:rsid w:val="007B3F64"/>
    <w:rsid w:val="007B6E32"/>
    <w:rsid w:val="007B7E58"/>
    <w:rsid w:val="007C105A"/>
    <w:rsid w:val="007D40F0"/>
    <w:rsid w:val="007E11B1"/>
    <w:rsid w:val="007E2F58"/>
    <w:rsid w:val="007E3A68"/>
    <w:rsid w:val="007F3FC8"/>
    <w:rsid w:val="007F6054"/>
    <w:rsid w:val="0080211E"/>
    <w:rsid w:val="00804535"/>
    <w:rsid w:val="0081019E"/>
    <w:rsid w:val="008133A4"/>
    <w:rsid w:val="00824BA8"/>
    <w:rsid w:val="00841990"/>
    <w:rsid w:val="00845706"/>
    <w:rsid w:val="008472D9"/>
    <w:rsid w:val="008519FC"/>
    <w:rsid w:val="00852542"/>
    <w:rsid w:val="00853E17"/>
    <w:rsid w:val="00861F47"/>
    <w:rsid w:val="00876E5D"/>
    <w:rsid w:val="00894A51"/>
    <w:rsid w:val="0089752B"/>
    <w:rsid w:val="008978C0"/>
    <w:rsid w:val="008A2AE7"/>
    <w:rsid w:val="008A7BCE"/>
    <w:rsid w:val="008C5691"/>
    <w:rsid w:val="008D4074"/>
    <w:rsid w:val="008D4AC4"/>
    <w:rsid w:val="008F1542"/>
    <w:rsid w:val="008F2CDD"/>
    <w:rsid w:val="008F614B"/>
    <w:rsid w:val="00922A63"/>
    <w:rsid w:val="00924F9D"/>
    <w:rsid w:val="00931327"/>
    <w:rsid w:val="00945F5B"/>
    <w:rsid w:val="00956FAE"/>
    <w:rsid w:val="009572F2"/>
    <w:rsid w:val="00970CB1"/>
    <w:rsid w:val="00996296"/>
    <w:rsid w:val="009A2455"/>
    <w:rsid w:val="009B0318"/>
    <w:rsid w:val="009B3F5A"/>
    <w:rsid w:val="009C73D5"/>
    <w:rsid w:val="009D5E30"/>
    <w:rsid w:val="009E5125"/>
    <w:rsid w:val="00A042B0"/>
    <w:rsid w:val="00A10F41"/>
    <w:rsid w:val="00A264BC"/>
    <w:rsid w:val="00A307D1"/>
    <w:rsid w:val="00A314B3"/>
    <w:rsid w:val="00A33295"/>
    <w:rsid w:val="00A339EC"/>
    <w:rsid w:val="00A345D1"/>
    <w:rsid w:val="00A36CCD"/>
    <w:rsid w:val="00A405F9"/>
    <w:rsid w:val="00A84923"/>
    <w:rsid w:val="00AA7AE7"/>
    <w:rsid w:val="00AB33FA"/>
    <w:rsid w:val="00AD5C6D"/>
    <w:rsid w:val="00AF3103"/>
    <w:rsid w:val="00AF768B"/>
    <w:rsid w:val="00B0167C"/>
    <w:rsid w:val="00B017A9"/>
    <w:rsid w:val="00B02168"/>
    <w:rsid w:val="00B24E2B"/>
    <w:rsid w:val="00B24EFA"/>
    <w:rsid w:val="00B2654A"/>
    <w:rsid w:val="00B46075"/>
    <w:rsid w:val="00B51AAC"/>
    <w:rsid w:val="00B51D42"/>
    <w:rsid w:val="00B83A43"/>
    <w:rsid w:val="00B86003"/>
    <w:rsid w:val="00BA4819"/>
    <w:rsid w:val="00BB6155"/>
    <w:rsid w:val="00BB67EC"/>
    <w:rsid w:val="00BC01B3"/>
    <w:rsid w:val="00BC04D0"/>
    <w:rsid w:val="00BC1818"/>
    <w:rsid w:val="00BC640F"/>
    <w:rsid w:val="00BD3CC5"/>
    <w:rsid w:val="00BD76E9"/>
    <w:rsid w:val="00BF3F1D"/>
    <w:rsid w:val="00C058AC"/>
    <w:rsid w:val="00C0729B"/>
    <w:rsid w:val="00C0754F"/>
    <w:rsid w:val="00C10434"/>
    <w:rsid w:val="00C123BB"/>
    <w:rsid w:val="00C13BA9"/>
    <w:rsid w:val="00C32C68"/>
    <w:rsid w:val="00C400C1"/>
    <w:rsid w:val="00C40E18"/>
    <w:rsid w:val="00C56D4F"/>
    <w:rsid w:val="00C57793"/>
    <w:rsid w:val="00C72A1D"/>
    <w:rsid w:val="00C80337"/>
    <w:rsid w:val="00CA2B44"/>
    <w:rsid w:val="00CA2C40"/>
    <w:rsid w:val="00CA4F6A"/>
    <w:rsid w:val="00CB1562"/>
    <w:rsid w:val="00CC0383"/>
    <w:rsid w:val="00CC3E1E"/>
    <w:rsid w:val="00CC5BBD"/>
    <w:rsid w:val="00CD2E82"/>
    <w:rsid w:val="00CE1B25"/>
    <w:rsid w:val="00CE2395"/>
    <w:rsid w:val="00CE24C4"/>
    <w:rsid w:val="00D021B1"/>
    <w:rsid w:val="00D04902"/>
    <w:rsid w:val="00D24E96"/>
    <w:rsid w:val="00D31F4B"/>
    <w:rsid w:val="00D44BC1"/>
    <w:rsid w:val="00D50FD4"/>
    <w:rsid w:val="00D542DD"/>
    <w:rsid w:val="00D54DC9"/>
    <w:rsid w:val="00D633F0"/>
    <w:rsid w:val="00D65F7E"/>
    <w:rsid w:val="00D71EE2"/>
    <w:rsid w:val="00D75451"/>
    <w:rsid w:val="00D76985"/>
    <w:rsid w:val="00D8440A"/>
    <w:rsid w:val="00D87B86"/>
    <w:rsid w:val="00D87E4E"/>
    <w:rsid w:val="00D96BED"/>
    <w:rsid w:val="00DA481A"/>
    <w:rsid w:val="00DA7129"/>
    <w:rsid w:val="00DB1DDF"/>
    <w:rsid w:val="00DC5B75"/>
    <w:rsid w:val="00DC6B3F"/>
    <w:rsid w:val="00DD6453"/>
    <w:rsid w:val="00DE2774"/>
    <w:rsid w:val="00DF6C66"/>
    <w:rsid w:val="00E00CD0"/>
    <w:rsid w:val="00E018EB"/>
    <w:rsid w:val="00E040B1"/>
    <w:rsid w:val="00E07E73"/>
    <w:rsid w:val="00E228D9"/>
    <w:rsid w:val="00E26B2D"/>
    <w:rsid w:val="00E50F7A"/>
    <w:rsid w:val="00E55791"/>
    <w:rsid w:val="00E5738E"/>
    <w:rsid w:val="00E76A19"/>
    <w:rsid w:val="00E76F10"/>
    <w:rsid w:val="00E772EC"/>
    <w:rsid w:val="00E86F06"/>
    <w:rsid w:val="00E97A98"/>
    <w:rsid w:val="00EA4A47"/>
    <w:rsid w:val="00EB139D"/>
    <w:rsid w:val="00EB3FBE"/>
    <w:rsid w:val="00EB7693"/>
    <w:rsid w:val="00EC2A14"/>
    <w:rsid w:val="00EE0B60"/>
    <w:rsid w:val="00EE77DB"/>
    <w:rsid w:val="00EF51CF"/>
    <w:rsid w:val="00F02AEB"/>
    <w:rsid w:val="00F041C8"/>
    <w:rsid w:val="00F10E55"/>
    <w:rsid w:val="00F21E44"/>
    <w:rsid w:val="00F24BB5"/>
    <w:rsid w:val="00F31887"/>
    <w:rsid w:val="00F42E89"/>
    <w:rsid w:val="00F51574"/>
    <w:rsid w:val="00F6241D"/>
    <w:rsid w:val="00F62AAF"/>
    <w:rsid w:val="00F83EAD"/>
    <w:rsid w:val="00F8767B"/>
    <w:rsid w:val="00F9295C"/>
    <w:rsid w:val="00F953DB"/>
    <w:rsid w:val="00F97877"/>
    <w:rsid w:val="00FA1EE8"/>
    <w:rsid w:val="00FC1444"/>
    <w:rsid w:val="00FE61AF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17436"/>
  <w15:chartTrackingRefBased/>
  <w15:docId w15:val="{1739D98C-02B3-4542-B4FF-2EA4B6DE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434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10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512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2149"/>
  </w:style>
  <w:style w:type="paragraph" w:styleId="Nagwek">
    <w:name w:val="header"/>
    <w:basedOn w:val="Normalny"/>
    <w:rsid w:val="00A84923"/>
    <w:pPr>
      <w:tabs>
        <w:tab w:val="center" w:pos="4536"/>
        <w:tab w:val="right" w:pos="9072"/>
      </w:tabs>
    </w:pPr>
  </w:style>
  <w:style w:type="character" w:customStyle="1" w:styleId="Absatz-Standardschriftart">
    <w:name w:val="Absatz-Standardschriftart"/>
    <w:rsid w:val="00CC0383"/>
  </w:style>
  <w:style w:type="paragraph" w:styleId="Tekstdymka">
    <w:name w:val="Balloon Text"/>
    <w:basedOn w:val="Normalny"/>
    <w:link w:val="TekstdymkaZnak"/>
    <w:rsid w:val="002345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45BF"/>
    <w:rPr>
      <w:rFonts w:ascii="Tahoma" w:hAnsi="Tahoma" w:cs="Tahoma"/>
      <w:sz w:val="16"/>
      <w:szCs w:val="16"/>
      <w:lang w:val="en-GB"/>
    </w:rPr>
  </w:style>
  <w:style w:type="character" w:customStyle="1" w:styleId="StopkaZnak">
    <w:name w:val="Stopka Znak"/>
    <w:link w:val="Stopka"/>
    <w:uiPriority w:val="99"/>
    <w:rsid w:val="002345BF"/>
    <w:rPr>
      <w:sz w:val="24"/>
      <w:szCs w:val="24"/>
      <w:lang w:val="en-GB"/>
    </w:rPr>
  </w:style>
  <w:style w:type="character" w:styleId="Odwoaniedokomentarza">
    <w:name w:val="annotation reference"/>
    <w:rsid w:val="008975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752B"/>
    <w:rPr>
      <w:sz w:val="20"/>
      <w:szCs w:val="20"/>
    </w:rPr>
  </w:style>
  <w:style w:type="character" w:customStyle="1" w:styleId="TekstkomentarzaZnak">
    <w:name w:val="Tekst komentarza Znak"/>
    <w:link w:val="Tekstkomentarza"/>
    <w:rsid w:val="0089752B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rsid w:val="0089752B"/>
    <w:rPr>
      <w:b/>
      <w:bCs/>
    </w:rPr>
  </w:style>
  <w:style w:type="character" w:customStyle="1" w:styleId="TematkomentarzaZnak">
    <w:name w:val="Temat komentarza Znak"/>
    <w:link w:val="Tematkomentarza"/>
    <w:rsid w:val="0089752B"/>
    <w:rPr>
      <w:b/>
      <w:bCs/>
      <w:lang w:val="en-GB"/>
    </w:rPr>
  </w:style>
  <w:style w:type="paragraph" w:styleId="Tekstprzypisukocowego">
    <w:name w:val="endnote text"/>
    <w:basedOn w:val="Normalny"/>
    <w:link w:val="TekstprzypisukocowegoZnak"/>
    <w:rsid w:val="00230F7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30F71"/>
    <w:rPr>
      <w:lang w:val="en-GB"/>
    </w:rPr>
  </w:style>
  <w:style w:type="character" w:styleId="Odwoanieprzypisukocowego">
    <w:name w:val="endnote reference"/>
    <w:rsid w:val="00230F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E4F1B-4040-4BA4-BA6E-AE93376C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DD01163</Template>
  <TotalTime>4</TotalTime>
  <Pages>13</Pages>
  <Words>3426</Words>
  <Characters>20560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>Akademia Ekonomiczna w Poznaniu</Company>
  <LinksUpToDate>false</LinksUpToDate>
  <CharactersWithSpaces>23939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27807</dc:creator>
  <cp:keywords/>
  <cp:lastModifiedBy>Paweł Lembicz</cp:lastModifiedBy>
  <cp:revision>3</cp:revision>
  <cp:lastPrinted>2025-05-27T06:26:00Z</cp:lastPrinted>
  <dcterms:created xsi:type="dcterms:W3CDTF">2025-06-05T10:36:00Z</dcterms:created>
  <dcterms:modified xsi:type="dcterms:W3CDTF">2025-06-05T12:20:00Z</dcterms:modified>
</cp:coreProperties>
</file>