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07F325E0" w:rsidR="00BC1331" w:rsidRPr="00BC1331" w:rsidRDefault="002F0D9C" w:rsidP="00CE25F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F0D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271.2.1</w:t>
            </w:r>
            <w:r w:rsidR="00CE25F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7</w:t>
            </w:r>
            <w:bookmarkStart w:id="0" w:name="_GoBack"/>
            <w:bookmarkEnd w:id="0"/>
            <w:r w:rsidRPr="002F0D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001AB585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2E6587" w:rsidRPr="002E6587">
        <w:rPr>
          <w:rFonts w:ascii="Arial" w:eastAsia="Times New Roman" w:hAnsi="Arial" w:cs="Arial"/>
          <w:b/>
          <w:sz w:val="21"/>
          <w:szCs w:val="21"/>
          <w:lang w:eastAsia="pl-PL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2F0D9C">
        <w:rPr>
          <w:rFonts w:ascii="Arial" w:eastAsia="Times New Roman" w:hAnsi="Arial" w:cs="Arial"/>
          <w:b/>
          <w:sz w:val="21"/>
          <w:szCs w:val="21"/>
          <w:lang w:eastAsia="pl-PL"/>
        </w:rPr>
        <w:t>5</w:t>
      </w:r>
      <w:r w:rsidR="002E6587" w:rsidRPr="002E658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roku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6AAE90" w14:textId="77777777" w:rsidR="00EB37D1" w:rsidRDefault="00603E39" w:rsidP="00EB37D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55EB51B3" w14:textId="5C5567BC" w:rsidR="00EB37D1" w:rsidRPr="00EB37D1" w:rsidRDefault="00EB37D1" w:rsidP="00EB37D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EB37D1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37ECD6C8" w:rsidR="00D05878" w:rsidRPr="00022151" w:rsidRDefault="00603E39" w:rsidP="000221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lastRenderedPageBreak/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022151" w:rsidSect="00EB37D1">
      <w:headerReference w:type="default" r:id="rId9"/>
      <w:footerReference w:type="default" r:id="rId10"/>
      <w:pgSz w:w="11906" w:h="16838"/>
      <w:pgMar w:top="1104" w:right="1134" w:bottom="142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41B12" w14:textId="77777777" w:rsidR="00385B18" w:rsidRDefault="00385B18">
      <w:r>
        <w:separator/>
      </w:r>
    </w:p>
  </w:endnote>
  <w:endnote w:type="continuationSeparator" w:id="0">
    <w:p w14:paraId="197D976F" w14:textId="77777777" w:rsidR="00385B18" w:rsidRDefault="003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89833" w14:textId="77777777" w:rsidR="00385B18" w:rsidRDefault="00385B18">
      <w:r>
        <w:separator/>
      </w:r>
    </w:p>
  </w:footnote>
  <w:footnote w:type="continuationSeparator" w:id="0">
    <w:p w14:paraId="04C871A6" w14:textId="77777777" w:rsidR="00385B18" w:rsidRDefault="00385B18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151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A7DFB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E6587"/>
    <w:rsid w:val="002F0D9C"/>
    <w:rsid w:val="002F7B60"/>
    <w:rsid w:val="003037CB"/>
    <w:rsid w:val="00311FDF"/>
    <w:rsid w:val="00344D73"/>
    <w:rsid w:val="003450F9"/>
    <w:rsid w:val="00361518"/>
    <w:rsid w:val="00365771"/>
    <w:rsid w:val="00385B18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25F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B37D1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9B32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6BE3-7C49-4E53-AEFE-47CDF6CCE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Katarzyna Władyczak</cp:lastModifiedBy>
  <cp:revision>10</cp:revision>
  <cp:lastPrinted>2021-02-08T13:18:00Z</cp:lastPrinted>
  <dcterms:created xsi:type="dcterms:W3CDTF">2021-05-02T20:03:00Z</dcterms:created>
  <dcterms:modified xsi:type="dcterms:W3CDTF">2024-11-05T06:44:00Z</dcterms:modified>
</cp:coreProperties>
</file>